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3" w:after="0" w:line="221" w:lineRule="exact"/>
        <w:ind w:left="115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29.757494pt;margin-top:48.936001pt;width:727.204993pt;height:486.17pt;mso-position-horizontal-relative:page;mso-position-vertical-relative:page;z-index:-1777" coordorigin="595,979" coordsize="14544,9723">
            <v:group style="position:absolute;left:636;top:2619;width:101;height:919" coordorigin="636,2619" coordsize="101,919">
              <v:shape style="position:absolute;left:636;top:2619;width:101;height:919" coordorigin="636,2619" coordsize="101,919" path="m636,3538l737,3538,737,2619,636,2619,636,3538e" filled="t" fillcolor="#D5E2BB" stroked="f">
                <v:path arrowok="t"/>
                <v:fill/>
              </v:shape>
            </v:group>
            <v:group style="position:absolute;left:15014;top:2619;width:103;height:919" coordorigin="15014,2619" coordsize="103,919">
              <v:shape style="position:absolute;left:15014;top:2619;width:103;height:919" coordorigin="15014,2619" coordsize="103,919" path="m15014,3538l15118,3538,15118,2619,15014,2619,15014,3538e" filled="t" fillcolor="#D5E2BB" stroked="f">
                <v:path arrowok="t"/>
                <v:fill/>
              </v:shape>
            </v:group>
            <v:group style="position:absolute;left:737;top:2619;width:14278;height:230" coordorigin="737,2619" coordsize="14278,230">
              <v:shape style="position:absolute;left:737;top:2619;width:14278;height:230" coordorigin="737,2619" coordsize="14278,230" path="m737,2849l15014,2849,15014,2619,737,2619,737,2849e" filled="t" fillcolor="#D5E2BB" stroked="f">
                <v:path arrowok="t"/>
                <v:fill/>
              </v:shape>
            </v:group>
            <v:group style="position:absolute;left:737;top:2849;width:14278;height:230" coordorigin="737,2849" coordsize="14278,230">
              <v:shape style="position:absolute;left:737;top:2849;width:14278;height:230" coordorigin="737,2849" coordsize="14278,230" path="m737,3080l15014,3080,15014,2849,737,2849,737,3080e" filled="t" fillcolor="#D5E2BB" stroked="f">
                <v:path arrowok="t"/>
                <v:fill/>
              </v:shape>
            </v:group>
            <v:group style="position:absolute;left:737;top:3080;width:14278;height:230" coordorigin="737,3080" coordsize="14278,230">
              <v:shape style="position:absolute;left:737;top:3080;width:14278;height:230" coordorigin="737,3080" coordsize="14278,230" path="m737,3310l15014,3310,15014,3080,737,3080,737,3310e" filled="t" fillcolor="#D5E2BB" stroked="f">
                <v:path arrowok="t"/>
                <v:fill/>
              </v:shape>
            </v:group>
            <v:group style="position:absolute;left:737;top:3310;width:14278;height:228" coordorigin="737,3310" coordsize="14278,228">
              <v:shape style="position:absolute;left:737;top:3310;width:14278;height:228" coordorigin="737,3310" coordsize="14278,228" path="m737,3538l15014,3538,15014,3310,737,3310,737,3538e" filled="t" fillcolor="#D5E2BB" stroked="f">
                <v:path arrowok="t"/>
                <v:fill/>
              </v:shape>
            </v:group>
            <v:group style="position:absolute;left:607;top:2608;width:14520;height:2" coordorigin="607,2608" coordsize="14520,2">
              <v:shape style="position:absolute;left:607;top:2608;width:14520;height:2" coordorigin="607,2608" coordsize="14520,0" path="m607,2608l15127,2608e" filled="f" stroked="t" strokeweight="1.205013pt" strokecolor="#000000">
                <v:path arrowok="t"/>
              </v:shape>
            </v:group>
            <v:group style="position:absolute;left:629;top:2619;width:2;height:8073" coordorigin="629,2619" coordsize="2,8073">
              <v:shape style="position:absolute;left:629;top:2619;width:2;height:8073" coordorigin="629,2619" coordsize="0,8073" path="m629,2619l629,10692e" filled="f" stroked="t" strokeweight=".580pt" strokecolor="#000000">
                <v:path arrowok="t"/>
              </v:shape>
            </v:group>
            <v:group style="position:absolute;left:15122;top:989;width:2;height:9703" coordorigin="15122,989" coordsize="2,9703">
              <v:shape style="position:absolute;left:15122;top:989;width:2;height:9703" coordorigin="15122,989" coordsize="0,9703" path="m15122,989l15122,10692e" filled="f" stroked="t" strokeweight=".579980pt" strokecolor="#000000">
                <v:path arrowok="t"/>
              </v:shape>
            </v:group>
            <v:group style="position:absolute;left:624;top:3543;width:14503;height:2" coordorigin="624,3543" coordsize="14503,2">
              <v:shape style="position:absolute;left:624;top:3543;width:14503;height:2" coordorigin="624,3543" coordsize="14503,0" path="m624,3543l15127,3543e" filled="f" stroked="t" strokeweight=".580pt" strokecolor="#000000">
                <v:path arrowok="t"/>
              </v:shape>
            </v:group>
            <v:group style="position:absolute;left:636;top:7701;width:101;height:2988" coordorigin="636,7701" coordsize="101,2988">
              <v:shape style="position:absolute;left:636;top:7701;width:101;height:2988" coordorigin="636,7701" coordsize="101,2988" path="m636,10689l737,10689,737,7701,636,7701,636,10689e" filled="t" fillcolor="#D5E2BB" stroked="f">
                <v:path arrowok="t"/>
                <v:fill/>
              </v:shape>
            </v:group>
            <v:group style="position:absolute;left:15014;top:7701;width:103;height:2988" coordorigin="15014,7701" coordsize="103,2988">
              <v:shape style="position:absolute;left:15014;top:7701;width:103;height:2988" coordorigin="15014,7701" coordsize="103,2988" path="m15014,10689l15118,10689,15118,7701,15014,7701,15014,10689e" filled="t" fillcolor="#D5E2BB" stroked="f">
                <v:path arrowok="t"/>
                <v:fill/>
              </v:shape>
            </v:group>
            <v:group style="position:absolute;left:737;top:7701;width:14278;height:228" coordorigin="737,7701" coordsize="14278,228">
              <v:shape style="position:absolute;left:737;top:7701;width:14278;height:228" coordorigin="737,7701" coordsize="14278,228" path="m737,7929l15014,7929,15014,7701,737,7701,737,7929e" filled="t" fillcolor="#D5E2BB" stroked="f">
                <v:path arrowok="t"/>
                <v:fill/>
              </v:shape>
            </v:group>
            <v:group style="position:absolute;left:737;top:7929;width:14278;height:230" coordorigin="737,7929" coordsize="14278,230">
              <v:shape style="position:absolute;left:737;top:7929;width:14278;height:230" coordorigin="737,7929" coordsize="14278,230" path="m737,8159l15014,8159,15014,7929,737,7929,737,8159e" filled="t" fillcolor="#D5E2BB" stroked="f">
                <v:path arrowok="t"/>
                <v:fill/>
              </v:shape>
            </v:group>
            <v:group style="position:absolute;left:737;top:8159;width:14278;height:230" coordorigin="737,8159" coordsize="14278,230">
              <v:shape style="position:absolute;left:737;top:8159;width:14278;height:230" coordorigin="737,8159" coordsize="14278,230" path="m737,8389l15014,8389,15014,8159,737,8159,737,8389e" filled="t" fillcolor="#D5E2BB" stroked="f">
                <v:path arrowok="t"/>
                <v:fill/>
              </v:shape>
            </v:group>
            <v:group style="position:absolute;left:737;top:8389;width:14278;height:230" coordorigin="737,8389" coordsize="14278,230">
              <v:shape style="position:absolute;left:737;top:8389;width:14278;height:230" coordorigin="737,8389" coordsize="14278,230" path="m737,8620l15014,8620,15014,8389,737,8389,737,8620e" filled="t" fillcolor="#D5E2BB" stroked="f">
                <v:path arrowok="t"/>
                <v:fill/>
              </v:shape>
            </v:group>
            <v:group style="position:absolute;left:737;top:8620;width:14278;height:231" coordorigin="737,8620" coordsize="14278,231">
              <v:shape style="position:absolute;left:737;top:8620;width:14278;height:231" coordorigin="737,8620" coordsize="14278,231" path="m737,8851l15014,8851,15014,8620,737,8620,737,8851e" filled="t" fillcolor="#D5E2BB" stroked="f">
                <v:path arrowok="t"/>
                <v:fill/>
              </v:shape>
            </v:group>
            <v:group style="position:absolute;left:737;top:8851;width:14278;height:230" coordorigin="737,8851" coordsize="14278,230">
              <v:shape style="position:absolute;left:737;top:8851;width:14278;height:230" coordorigin="737,8851" coordsize="14278,230" path="m737,9081l15014,9081,15014,8851,737,8851,737,9081e" filled="t" fillcolor="#D5E2BB" stroked="f">
                <v:path arrowok="t"/>
                <v:fill/>
              </v:shape>
            </v:group>
            <v:group style="position:absolute;left:737;top:9081;width:14278;height:228" coordorigin="737,9081" coordsize="14278,228">
              <v:shape style="position:absolute;left:737;top:9081;width:14278;height:228" coordorigin="737,9081" coordsize="14278,228" path="m737,9309l15014,9309,15014,9081,737,9081,737,9309e" filled="t" fillcolor="#D5E2BB" stroked="f">
                <v:path arrowok="t"/>
                <v:fill/>
              </v:shape>
            </v:group>
            <v:group style="position:absolute;left:737;top:9309;width:14278;height:230" coordorigin="737,9309" coordsize="14278,230">
              <v:shape style="position:absolute;left:737;top:9309;width:14278;height:230" coordorigin="737,9309" coordsize="14278,230" path="m737,9540l15014,9540,15014,9309,737,9309,737,9540e" filled="t" fillcolor="#D5E2BB" stroked="f">
                <v:path arrowok="t"/>
                <v:fill/>
              </v:shape>
            </v:group>
            <v:group style="position:absolute;left:737;top:9540;width:14278;height:230" coordorigin="737,9540" coordsize="14278,230">
              <v:shape style="position:absolute;left:737;top:9540;width:14278;height:230" coordorigin="737,9540" coordsize="14278,230" path="m737,9770l15014,9770,15014,9540,737,9540,737,9770e" filled="t" fillcolor="#D5E2BB" stroked="f">
                <v:path arrowok="t"/>
                <v:fill/>
              </v:shape>
            </v:group>
            <v:group style="position:absolute;left:737;top:9770;width:14278;height:230" coordorigin="737,9770" coordsize="14278,230">
              <v:shape style="position:absolute;left:737;top:9770;width:14278;height:230" coordorigin="737,9770" coordsize="14278,230" path="m737,10000l15014,10000,15014,9770,737,9770,737,10000e" filled="t" fillcolor="#D5E2BB" stroked="f">
                <v:path arrowok="t"/>
                <v:fill/>
              </v:shape>
            </v:group>
            <v:group style="position:absolute;left:737;top:10000;width:14278;height:230" coordorigin="737,10000" coordsize="14278,230">
              <v:shape style="position:absolute;left:737;top:10000;width:14278;height:230" coordorigin="737,10000" coordsize="14278,230" path="m737,10231l15014,10231,15014,10000,737,10000,737,10231e" filled="t" fillcolor="#D5E2BB" stroked="f">
                <v:path arrowok="t"/>
                <v:fill/>
              </v:shape>
            </v:group>
            <v:group style="position:absolute;left:737;top:10231;width:14278;height:230" coordorigin="737,10231" coordsize="14278,230">
              <v:shape style="position:absolute;left:737;top:10231;width:14278;height:230" coordorigin="737,10231" coordsize="14278,230" path="m737,10461l15014,10461,15014,10231,737,10231,737,10461e" filled="t" fillcolor="#D5E2BB" stroked="f">
                <v:path arrowok="t"/>
                <v:fill/>
              </v:shape>
            </v:group>
            <v:group style="position:absolute;left:737;top:10461;width:14278;height:228" coordorigin="737,10461" coordsize="14278,228">
              <v:shape style="position:absolute;left:737;top:10461;width:14278;height:228" coordorigin="737,10461" coordsize="14278,228" path="m737,10689l15014,10689,15014,10461,737,10461,737,10689e" filled="t" fillcolor="#D5E2BB" stroked="f">
                <v:path arrowok="t"/>
                <v:fill/>
              </v:shape>
            </v:group>
            <v:group style="position:absolute;left:624;top:7696;width:14503;height:2" coordorigin="624,7696" coordsize="14503,2">
              <v:shape style="position:absolute;left:624;top:7696;width:14503;height:2" coordorigin="624,7696" coordsize="14503,0" path="m624,7696l15127,7696e" filled="f" stroked="t" strokeweight=".58001pt" strokecolor="#000000">
                <v:path arrowok="t"/>
              </v:shape>
            </v:group>
            <v:group style="position:absolute;left:624;top:10696;width:14503;height:2" coordorigin="624,10696" coordsize="14503,2">
              <v:shape style="position:absolute;left:624;top:10696;width:14503;height:2" coordorigin="624,10696" coordsize="14503,0" path="m624,10696l15127,10696e" filled="f" stroked="t" strokeweight=".58004pt" strokecolor="#000000">
                <v:path arrowok="t"/>
              </v:shape>
            </v:group>
            <v:group style="position:absolute;left:617;top:989;width:103;height:1611" coordorigin="617,989" coordsize="103,1611">
              <v:shape style="position:absolute;left:617;top:989;width:103;height:1611" coordorigin="617,989" coordsize="103,1611" path="m617,2600l720,2600,720,989,617,989,617,2600e" filled="t" fillcolor="#FFDC6C" stroked="f">
                <v:path arrowok="t"/>
                <v:fill/>
              </v:shape>
            </v:group>
            <v:group style="position:absolute;left:15014;top:989;width:103;height:1611" coordorigin="15014,989" coordsize="103,1611">
              <v:shape style="position:absolute;left:15014;top:989;width:103;height:1611" coordorigin="15014,989" coordsize="103,1611" path="m15014,2600l15118,2600,15118,989,15014,989,15014,2600e" filled="t" fillcolor="#FFDC6C" stroked="f">
                <v:path arrowok="t"/>
                <v:fill/>
              </v:shape>
            </v:group>
            <v:group style="position:absolute;left:720;top:989;width:14294;height:230" coordorigin="720,989" coordsize="14294,230">
              <v:shape style="position:absolute;left:720;top:989;width:14294;height:230" coordorigin="720,989" coordsize="14294,230" path="m720,1219l15014,1219,15014,989,720,989,720,1219e" filled="t" fillcolor="#FFDC6C" stroked="f">
                <v:path arrowok="t"/>
                <v:fill/>
              </v:shape>
            </v:group>
            <v:group style="position:absolute;left:720;top:1219;width:14294;height:231" coordorigin="720,1219" coordsize="14294,231">
              <v:shape style="position:absolute;left:720;top:1219;width:14294;height:231" coordorigin="720,1219" coordsize="14294,231" path="m720,1450l15014,1450,15014,1219,720,1219,720,1450e" filled="t" fillcolor="#FFDC6C" stroked="f">
                <v:path arrowok="t"/>
                <v:fill/>
              </v:shape>
            </v:group>
            <v:group style="position:absolute;left:720;top:1450;width:14294;height:230" coordorigin="720,1450" coordsize="14294,230">
              <v:shape style="position:absolute;left:720;top:1450;width:14294;height:230" coordorigin="720,1450" coordsize="14294,230" path="m720,1680l15014,1680,15014,1450,720,1450,720,1680e" filled="t" fillcolor="#FFDC6C" stroked="f">
                <v:path arrowok="t"/>
                <v:fill/>
              </v:shape>
            </v:group>
            <v:group style="position:absolute;left:720;top:1680;width:14294;height:228" coordorigin="720,1680" coordsize="14294,228">
              <v:shape style="position:absolute;left:720;top:1680;width:14294;height:228" coordorigin="720,1680" coordsize="14294,228" path="m720,1908l15014,1908,15014,1680,720,1680,720,1908e" filled="t" fillcolor="#FFDC6C" stroked="f">
                <v:path arrowok="t"/>
                <v:fill/>
              </v:shape>
            </v:group>
            <v:group style="position:absolute;left:720;top:1908;width:14294;height:230" coordorigin="720,1908" coordsize="14294,230">
              <v:shape style="position:absolute;left:720;top:1908;width:14294;height:230" coordorigin="720,1908" coordsize="14294,230" path="m720,2139l15014,2139,15014,1908,720,1908,720,2139e" filled="t" fillcolor="#FFDC6C" stroked="f">
                <v:path arrowok="t"/>
                <v:fill/>
              </v:shape>
            </v:group>
            <v:group style="position:absolute;left:720;top:2139;width:14294;height:230" coordorigin="720,2139" coordsize="14294,230">
              <v:shape style="position:absolute;left:720;top:2139;width:14294;height:230" coordorigin="720,2139" coordsize="14294,230" path="m720,2369l15014,2369,15014,2139,720,2139,720,2369e" filled="t" fillcolor="#FFDC6C" stroked="f">
                <v:path arrowok="t"/>
                <v:fill/>
              </v:shape>
            </v:group>
            <v:group style="position:absolute;left:720;top:2369;width:14294;height:230" coordorigin="720,2369" coordsize="14294,230">
              <v:shape style="position:absolute;left:720;top:2369;width:14294;height:230" coordorigin="720,2369" coordsize="14294,230" path="m720,2600l15014,2600,15014,2369,720,2369,720,2600e" filled="t" fillcolor="#FFDC6C" stroked="f">
                <v:path arrowok="t"/>
                <v:fill/>
              </v:shape>
            </v:group>
            <v:group style="position:absolute;left:607;top:986;width:14520;height:2" coordorigin="607,986" coordsize="14520,2">
              <v:shape style="position:absolute;left:607;top:986;width:14520;height:2" coordorigin="607,986" coordsize="14520,0" path="m607,986l15127,986e" filled="f" stroked="t" strokeweight=".677pt" strokecolor="#000000">
                <v:path arrowok="t"/>
              </v:shape>
            </v:group>
            <v:group style="position:absolute;left:612;top:989;width:2;height:1611" coordorigin="612,989" coordsize="2,1611">
              <v:shape style="position:absolute;left:612;top:989;width:2;height:1611" coordorigin="612,989" coordsize="0,1611" path="m612,989l612,2600e" filled="f" stroked="t" strokeweight=".580pt" strokecolor="#000000">
                <v:path arrowok="t"/>
              </v:shape>
            </v:group>
            <v:group style="position:absolute;left:617;top:2602;width:14510;height:2" coordorigin="617,2602" coordsize="14510,2">
              <v:shape style="position:absolute;left:617;top:2602;width:14510;height:2" coordorigin="617,2602" coordsize="14510,0" path="m617,2602l15127,2602e" filled="f" stroked="t" strokeweight=".675012pt" strokecolor="#000000">
                <v:path arrowok="t"/>
              </v:shape>
              <v:shape style="position:absolute;left:923;top:1021;width:600;height:525" type="#_x0000_t75">
                <v:imagedata r:id="rId8" o:title="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35" w:lineRule="exact"/>
        <w:ind w:left="115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NIT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13"/>
          <w:szCs w:val="13"/>
          <w:spacing w:val="0"/>
          <w:w w:val="100"/>
          <w:b/>
          <w:bCs/>
          <w:position w:val="9"/>
        </w:rPr>
        <w:t>rd</w:t>
      </w:r>
      <w:r>
        <w:rPr>
          <w:rFonts w:ascii="Arial" w:hAnsi="Arial" w:cs="Arial" w:eastAsia="Arial"/>
          <w:sz w:val="13"/>
          <w:szCs w:val="13"/>
          <w:spacing w:val="19"/>
          <w:w w:val="100"/>
          <w:b/>
          <w:bCs/>
          <w:position w:val="9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9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KS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39" w:lineRule="auto"/>
        <w:ind w:left="100" w:right="54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his</w:t>
      </w:r>
      <w:r>
        <w:rPr>
          <w:rFonts w:ascii="Arial" w:hAnsi="Arial" w:cs="Arial" w:eastAsia="Arial"/>
          <w:sz w:val="20"/>
          <w:szCs w:val="20"/>
          <w:color w:val="FF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color w:val="FF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is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ided</w:t>
      </w:r>
      <w:r>
        <w:rPr>
          <w:rFonts w:ascii="Arial" w:hAnsi="Arial" w:cs="Arial" w:eastAsia="Arial"/>
          <w:sz w:val="20"/>
          <w:szCs w:val="20"/>
          <w:color w:val="FF00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as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color w:val="FF00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color w:val="FF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ai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able</w:t>
      </w:r>
      <w:r>
        <w:rPr>
          <w:rFonts w:ascii="Arial" w:hAnsi="Arial" w:cs="Arial" w:eastAsia="Arial"/>
          <w:sz w:val="20"/>
          <w:szCs w:val="20"/>
          <w:color w:val="FF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so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;</w:t>
      </w:r>
      <w:r>
        <w:rPr>
          <w:rFonts w:ascii="Arial" w:hAnsi="Arial" w:cs="Arial" w:eastAsia="Arial"/>
          <w:sz w:val="20"/>
          <w:szCs w:val="20"/>
          <w:color w:val="FF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color w:val="FF000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pu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color w:val="FF000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y.</w:t>
      </w:r>
      <w:r>
        <w:rPr>
          <w:rFonts w:ascii="Arial" w:hAnsi="Arial" w:cs="Arial" w:eastAsia="Arial"/>
          <w:sz w:val="20"/>
          <w:szCs w:val="20"/>
          <w:color w:val="FF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is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yo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ponsi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ili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FF000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iga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sou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color w:val="FF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heir</w:t>
      </w:r>
      <w:r>
        <w:rPr>
          <w:rFonts w:ascii="Arial" w:hAnsi="Arial" w:cs="Arial" w:eastAsia="Arial"/>
          <w:sz w:val="20"/>
          <w:szCs w:val="20"/>
          <w:color w:val="FF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alue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op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ia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eness</w:t>
      </w:r>
      <w:r>
        <w:rPr>
          <w:rFonts w:ascii="Arial" w:hAnsi="Arial" w:cs="Arial" w:eastAsia="Arial"/>
          <w:sz w:val="20"/>
          <w:szCs w:val="20"/>
          <w:color w:val="FF000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our</w:t>
      </w:r>
      <w:r>
        <w:rPr>
          <w:rFonts w:ascii="Arial" w:hAnsi="Arial" w:cs="Arial" w:eastAsia="Arial"/>
          <w:sz w:val="20"/>
          <w:szCs w:val="20"/>
          <w:color w:val="FF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istr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ct.</w:t>
      </w:r>
      <w:r>
        <w:rPr>
          <w:rFonts w:ascii="Arial" w:hAnsi="Arial" w:cs="Arial" w:eastAsia="Arial"/>
          <w:sz w:val="20"/>
          <w:szCs w:val="20"/>
          <w:color w:val="FF000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aD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not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000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se</w:t>
      </w:r>
      <w:r>
        <w:rPr>
          <w:rFonts w:ascii="Arial" w:hAnsi="Arial" w:cs="Arial" w:eastAsia="Arial"/>
          <w:sz w:val="20"/>
          <w:szCs w:val="20"/>
          <w:color w:val="FF000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se</w:t>
      </w:r>
      <w:r>
        <w:rPr>
          <w:rFonts w:ascii="Arial" w:hAnsi="Arial" w:cs="Arial" w:eastAsia="Arial"/>
          <w:sz w:val="20"/>
          <w:szCs w:val="20"/>
          <w:color w:val="FF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pa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cul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color w:val="FF00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00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RI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ING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Lite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4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Call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Mr.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er’s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gu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LLY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(mix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lit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al):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a,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ats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8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nd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!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3.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el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or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er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</w:rPr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bre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39" w:lineRule="auto"/>
        <w:ind w:left="117" w:right="11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</w:rPr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Hat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tt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erb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20"/>
          <w:szCs w:val="20"/>
          <w:spacing w:val="-1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F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ds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or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w w:val="99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om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CUS: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odule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19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Mr.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op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gu</w:t>
      </w:r>
      <w:r>
        <w:rPr>
          <w:rFonts w:ascii="Arial" w:hAnsi="Arial" w:cs="Arial" w:eastAsia="Arial"/>
          <w:sz w:val="20"/>
          <w:szCs w:val="20"/>
          <w:spacing w:val="-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ns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aragr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ph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udes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Mr.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op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gu</w:t>
      </w:r>
      <w:r>
        <w:rPr>
          <w:rFonts w:ascii="Arial" w:hAnsi="Arial" w:cs="Arial" w:eastAsia="Arial"/>
          <w:sz w:val="20"/>
          <w:szCs w:val="20"/>
          <w:spacing w:val="-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ns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18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bad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Cons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ted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odule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1"/>
          <w:pgMar w:footer="1138" w:top="900" w:bottom="1320" w:left="620" w:right="600"/>
          <w:footerReference w:type="default" r:id="rId7"/>
          <w:type w:val="continuous"/>
          <w:pgSz w:w="15840" w:h="12240" w:orient="landscape"/>
        </w:sectPr>
      </w:pPr>
      <w:rPr/>
    </w:p>
    <w:p>
      <w:pPr>
        <w:spacing w:before="67" w:after="0" w:line="240" w:lineRule="auto"/>
        <w:ind w:left="117" w:right="259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1pt;margin-top:35.950001pt;width:725.73998pt;height:495.676pt;mso-position-horizontal-relative:page;mso-position-vertical-relative:page;z-index:-1776" coordorigin="618,719" coordsize="14515,9914">
            <v:group style="position:absolute;left:636;top:730;width:101;height:9892" coordorigin="636,730" coordsize="101,9892">
              <v:shape style="position:absolute;left:636;top:730;width:101;height:9892" coordorigin="636,730" coordsize="101,9892" path="m636,10622l737,10622,737,730,636,730,636,10622e" filled="t" fillcolor="#D5E2BB" stroked="f">
                <v:path arrowok="t"/>
                <v:fill/>
              </v:shape>
            </v:group>
            <v:group style="position:absolute;left:15014;top:730;width:103;height:9892" coordorigin="15014,730" coordsize="103,9892">
              <v:shape style="position:absolute;left:15014;top:730;width:103;height:9892" coordorigin="15014,730" coordsize="103,9892" path="m15014,10622l15118,10622,15118,730,15014,730,15014,10622e" filled="t" fillcolor="#D5E2BB" stroked="f">
                <v:path arrowok="t"/>
                <v:fill/>
              </v:shape>
            </v:group>
            <v:group style="position:absolute;left:737;top:730;width:14278;height:230" coordorigin="737,730" coordsize="14278,230">
              <v:shape style="position:absolute;left:737;top:730;width:14278;height:230" coordorigin="737,730" coordsize="14278,230" path="m737,960l15014,960,15014,730,737,730,737,960e" filled="t" fillcolor="#D5E2BB" stroked="f">
                <v:path arrowok="t"/>
                <v:fill/>
              </v:shape>
            </v:group>
            <v:group style="position:absolute;left:737;top:960;width:14278;height:230" coordorigin="737,960" coordsize="14278,230">
              <v:shape style="position:absolute;left:737;top:960;width:14278;height:230" coordorigin="737,960" coordsize="14278,230" path="m737,1190l15014,1190,15014,960,737,960,737,1190e" filled="t" fillcolor="#D5E2BB" stroked="f">
                <v:path arrowok="t"/>
                <v:fill/>
              </v:shape>
            </v:group>
            <v:group style="position:absolute;left:737;top:1190;width:14278;height:231" coordorigin="737,1190" coordsize="14278,231">
              <v:shape style="position:absolute;left:737;top:1190;width:14278;height:231" coordorigin="737,1190" coordsize="14278,231" path="m737,1421l15014,1421,15014,1190,737,1190,737,1421e" filled="t" fillcolor="#D5E2BB" stroked="f">
                <v:path arrowok="t"/>
                <v:fill/>
              </v:shape>
            </v:group>
            <v:group style="position:absolute;left:737;top:1421;width:14278;height:228" coordorigin="737,1421" coordsize="14278,228">
              <v:shape style="position:absolute;left:737;top:1421;width:14278;height:228" coordorigin="737,1421" coordsize="14278,228" path="m737,1649l15014,1649,15014,1421,737,1421,737,1649e" filled="t" fillcolor="#D5E2BB" stroked="f">
                <v:path arrowok="t"/>
                <v:fill/>
              </v:shape>
            </v:group>
            <v:group style="position:absolute;left:737;top:1649;width:14278;height:230" coordorigin="737,1649" coordsize="14278,230">
              <v:shape style="position:absolute;left:737;top:1649;width:14278;height:230" coordorigin="737,1649" coordsize="14278,230" path="m737,1880l15014,1880,15014,1649,737,1649,737,1880e" filled="t" fillcolor="#D5E2BB" stroked="f">
                <v:path arrowok="t"/>
                <v:fill/>
              </v:shape>
            </v:group>
            <v:group style="position:absolute;left:737;top:1880;width:14278;height:230" coordorigin="737,1880" coordsize="14278,230">
              <v:shape style="position:absolute;left:737;top:1880;width:14278;height:230" coordorigin="737,1880" coordsize="14278,230" path="m737,2110l15014,2110,15014,1880,737,1880,737,2110e" filled="t" fillcolor="#D5E2BB" stroked="f">
                <v:path arrowok="t"/>
                <v:fill/>
              </v:shape>
            </v:group>
            <v:group style="position:absolute;left:737;top:2110;width:14278;height:230" coordorigin="737,2110" coordsize="14278,230">
              <v:shape style="position:absolute;left:737;top:2110;width:14278;height:230" coordorigin="737,2110" coordsize="14278,230" path="m737,2340l15014,2340,15014,2110,737,2110,737,2340e" filled="t" fillcolor="#D5E2BB" stroked="f">
                <v:path arrowok="t"/>
                <v:fill/>
              </v:shape>
            </v:group>
            <v:group style="position:absolute;left:737;top:2340;width:14278;height:230" coordorigin="737,2340" coordsize="14278,230">
              <v:shape style="position:absolute;left:737;top:2340;width:14278;height:230" coordorigin="737,2340" coordsize="14278,230" path="m737,2571l15014,2571,15014,2340,737,2340,737,2571e" filled="t" fillcolor="#D5E2BB" stroked="f">
                <v:path arrowok="t"/>
                <v:fill/>
              </v:shape>
            </v:group>
            <v:group style="position:absolute;left:737;top:2571;width:14278;height:230" coordorigin="737,2571" coordsize="14278,230">
              <v:shape style="position:absolute;left:737;top:2571;width:14278;height:230" coordorigin="737,2571" coordsize="14278,230" path="m737,2801l15014,2801,15014,2571,737,2571,737,2801e" filled="t" fillcolor="#D5E2BB" stroked="f">
                <v:path arrowok="t"/>
                <v:fill/>
              </v:shape>
            </v:group>
            <v:group style="position:absolute;left:737;top:2801;width:14278;height:228" coordorigin="737,2801" coordsize="14278,228">
              <v:shape style="position:absolute;left:737;top:2801;width:14278;height:228" coordorigin="737,2801" coordsize="14278,228" path="m737,3029l15014,3029,15014,2801,737,2801,737,3029e" filled="t" fillcolor="#D5E2BB" stroked="f">
                <v:path arrowok="t"/>
                <v:fill/>
              </v:shape>
            </v:group>
            <v:group style="position:absolute;left:737;top:3029;width:14278;height:230" coordorigin="737,3029" coordsize="14278,230">
              <v:shape style="position:absolute;left:737;top:3029;width:14278;height:230" coordorigin="737,3029" coordsize="14278,230" path="m737,3260l15014,3260,15014,3029,737,3029,737,3260e" filled="t" fillcolor="#D5E2BB" stroked="f">
                <v:path arrowok="t"/>
                <v:fill/>
              </v:shape>
            </v:group>
            <v:group style="position:absolute;left:737;top:3260;width:14278;height:230" coordorigin="737,3260" coordsize="14278,230">
              <v:shape style="position:absolute;left:737;top:3260;width:14278;height:230" coordorigin="737,3260" coordsize="14278,230" path="m737,3490l15014,3490,15014,3260,737,3260,737,3490e" filled="t" fillcolor="#D5E2BB" stroked="f">
                <v:path arrowok="t"/>
                <v:fill/>
              </v:shape>
            </v:group>
            <v:group style="position:absolute;left:737;top:3490;width:14278;height:230" coordorigin="737,3490" coordsize="14278,230">
              <v:shape style="position:absolute;left:737;top:3490;width:14278;height:230" coordorigin="737,3490" coordsize="14278,230" path="m737,3720l15014,3720,15014,3490,737,3490,737,3720e" filled="t" fillcolor="#D5E2BB" stroked="f">
                <v:path arrowok="t"/>
                <v:fill/>
              </v:shape>
            </v:group>
            <v:group style="position:absolute;left:737;top:3721;width:14278;height:231" coordorigin="737,3721" coordsize="14278,231">
              <v:shape style="position:absolute;left:737;top:3721;width:14278;height:231" coordorigin="737,3721" coordsize="14278,231" path="m737,3951l15014,3951,15014,3721,737,3721,737,3951e" filled="t" fillcolor="#D5E2BB" stroked="f">
                <v:path arrowok="t"/>
                <v:fill/>
              </v:shape>
            </v:group>
            <v:group style="position:absolute;left:737;top:3951;width:14278;height:230" coordorigin="737,3951" coordsize="14278,230">
              <v:shape style="position:absolute;left:737;top:3951;width:14278;height:230" coordorigin="737,3951" coordsize="14278,230" path="m737,4182l15014,4182,15014,3951,737,3951,737,4182e" filled="t" fillcolor="#D5E2BB" stroked="f">
                <v:path arrowok="t"/>
                <v:fill/>
              </v:shape>
            </v:group>
            <v:group style="position:absolute;left:737;top:4182;width:14278;height:228" coordorigin="737,4182" coordsize="14278,228">
              <v:shape style="position:absolute;left:737;top:4182;width:14278;height:228" coordorigin="737,4182" coordsize="14278,228" path="m737,4410l15014,4410,15014,4182,737,4182,737,4410e" filled="t" fillcolor="#D5E2BB" stroked="f">
                <v:path arrowok="t"/>
                <v:fill/>
              </v:shape>
            </v:group>
            <v:group style="position:absolute;left:737;top:4410;width:14278;height:230" coordorigin="737,4410" coordsize="14278,230">
              <v:shape style="position:absolute;left:737;top:4410;width:14278;height:230" coordorigin="737,4410" coordsize="14278,230" path="m737,4640l15014,4640,15014,4410,737,4410,737,4640e" filled="t" fillcolor="#D5E2BB" stroked="f">
                <v:path arrowok="t"/>
                <v:fill/>
              </v:shape>
            </v:group>
            <v:group style="position:absolute;left:737;top:4623;width:3058;height:2" coordorigin="737,4623" coordsize="3058,2">
              <v:shape style="position:absolute;left:737;top:4623;width:3058;height:2" coordorigin="737,4623" coordsize="3058,0" path="m737,4623l3795,4623e" filled="f" stroked="t" strokeweight=".82pt" strokecolor="#0000FF">
                <v:path arrowok="t"/>
              </v:shape>
            </v:group>
            <v:group style="position:absolute;left:737;top:4640;width:14278;height:230" coordorigin="737,4640" coordsize="14278,230">
              <v:shape style="position:absolute;left:737;top:4640;width:14278;height:230" coordorigin="737,4640" coordsize="14278,230" path="m737,4871l15014,4871,15014,4640,737,4640,737,4871e" filled="t" fillcolor="#D5E2BB" stroked="f">
                <v:path arrowok="t"/>
                <v:fill/>
              </v:shape>
            </v:group>
            <v:group style="position:absolute;left:737;top:4854;width:3248;height:2" coordorigin="737,4854" coordsize="3248,2">
              <v:shape style="position:absolute;left:737;top:4854;width:3248;height:2" coordorigin="737,4854" coordsize="3248,0" path="m737,4854l3984,4854e" filled="f" stroked="t" strokeweight=".82pt" strokecolor="#0000FF">
                <v:path arrowok="t"/>
              </v:shape>
            </v:group>
            <v:group style="position:absolute;left:737;top:4871;width:14278;height:230" coordorigin="737,4871" coordsize="14278,230">
              <v:shape style="position:absolute;left:737;top:4871;width:14278;height:230" coordorigin="737,4871" coordsize="14278,230" path="m737,5101l15014,5101,15014,4871,737,4871,737,5101e" filled="t" fillcolor="#D5E2BB" stroked="f">
                <v:path arrowok="t"/>
                <v:fill/>
              </v:shape>
            </v:group>
            <v:group style="position:absolute;left:737;top:5084;width:7105;height:2" coordorigin="737,5084" coordsize="7105,2">
              <v:shape style="position:absolute;left:737;top:5084;width:7105;height:2" coordorigin="737,5084" coordsize="7105,0" path="m737,5084l7842,5084e" filled="f" stroked="t" strokeweight=".82pt" strokecolor="#0000FF">
                <v:path arrowok="t"/>
              </v:shape>
            </v:group>
            <v:group style="position:absolute;left:737;top:5101;width:14278;height:230" coordorigin="737,5101" coordsize="14278,230">
              <v:shape style="position:absolute;left:737;top:5101;width:14278;height:230" coordorigin="737,5101" coordsize="14278,230" path="m737,5331l15014,5331,15014,5101,737,5101,737,5331e" filled="t" fillcolor="#D5E2BB" stroked="f">
                <v:path arrowok="t"/>
                <v:fill/>
              </v:shape>
            </v:group>
            <v:group style="position:absolute;left:737;top:5331;width:14278;height:228" coordorigin="737,5331" coordsize="14278,228">
              <v:shape style="position:absolute;left:737;top:5331;width:14278;height:228" coordorigin="737,5331" coordsize="14278,228" path="m737,5559l15014,5559,15014,5331,737,5331,737,5559e" filled="t" fillcolor="#D5E2BB" stroked="f">
                <v:path arrowok="t"/>
                <v:fill/>
              </v:shape>
            </v:group>
            <v:group style="position:absolute;left:737;top:5545;width:4979;height:2" coordorigin="737,5545" coordsize="4979,2">
              <v:shape style="position:absolute;left:737;top:5545;width:4979;height:2" coordorigin="737,5545" coordsize="4979,0" path="m737,5545l5715,5545e" filled="f" stroked="t" strokeweight=".82pt" strokecolor="#0000FF">
                <v:path arrowok="t"/>
              </v:shape>
            </v:group>
            <v:group style="position:absolute;left:737;top:5559;width:14278;height:230" coordorigin="737,5559" coordsize="14278,230">
              <v:shape style="position:absolute;left:737;top:5559;width:14278;height:230" coordorigin="737,5559" coordsize="14278,230" path="m737,5790l15014,5790,15014,5559,737,5559,737,5790e" filled="t" fillcolor="#D5E2BB" stroked="f">
                <v:path arrowok="t"/>
                <v:fill/>
              </v:shape>
            </v:group>
            <v:group style="position:absolute;left:737;top:5773;width:7451;height:2" coordorigin="737,5773" coordsize="7451,2">
              <v:shape style="position:absolute;left:737;top:5773;width:7451;height:2" coordorigin="737,5773" coordsize="7451,0" path="m737,5773l8187,5773e" filled="f" stroked="t" strokeweight=".82pt" strokecolor="#0000FF">
                <v:path arrowok="t"/>
              </v:shape>
            </v:group>
            <v:group style="position:absolute;left:737;top:5790;width:14278;height:230" coordorigin="737,5790" coordsize="14278,230">
              <v:shape style="position:absolute;left:737;top:5790;width:14278;height:230" coordorigin="737,5790" coordsize="14278,230" path="m737,6020l15014,6020,15014,5790,737,5790,737,6020e" filled="t" fillcolor="#D5E2BB" stroked="f">
                <v:path arrowok="t"/>
                <v:fill/>
              </v:shape>
            </v:group>
            <v:group style="position:absolute;left:737;top:6003;width:4902;height:2" coordorigin="737,6003" coordsize="4902,2">
              <v:shape style="position:absolute;left:737;top:6003;width:4902;height:2" coordorigin="737,6003" coordsize="4902,0" path="m737,6003l5639,6003e" filled="f" stroked="t" strokeweight=".82pt" strokecolor="#0000FF">
                <v:path arrowok="t"/>
              </v:shape>
            </v:group>
            <v:group style="position:absolute;left:737;top:6020;width:14278;height:231" coordorigin="737,6020" coordsize="14278,231">
              <v:shape style="position:absolute;left:737;top:6020;width:14278;height:231" coordorigin="737,6020" coordsize="14278,231" path="m737,6251l15014,6251,15014,6020,737,6020,737,6251e" filled="t" fillcolor="#D5E2BB" stroked="f">
                <v:path arrowok="t"/>
                <v:fill/>
              </v:shape>
            </v:group>
            <v:group style="position:absolute;left:737;top:6234;width:3536;height:2" coordorigin="737,6234" coordsize="3536,2">
              <v:shape style="position:absolute;left:737;top:6234;width:3536;height:2" coordorigin="737,6234" coordsize="3536,0" path="m737,6234l4272,6234e" filled="f" stroked="t" strokeweight=".82pt" strokecolor="#0000FF">
                <v:path arrowok="t"/>
              </v:shape>
            </v:group>
            <v:group style="position:absolute;left:737;top:6251;width:14278;height:230" coordorigin="737,6251" coordsize="14278,230">
              <v:shape style="position:absolute;left:737;top:6251;width:14278;height:230" coordorigin="737,6251" coordsize="14278,230" path="m737,6481l15014,6481,15014,6251,737,6251,737,6481e" filled="t" fillcolor="#D5E2BB" stroked="f">
                <v:path arrowok="t"/>
                <v:fill/>
              </v:shape>
            </v:group>
            <v:group style="position:absolute;left:737;top:6481;width:14278;height:230" coordorigin="737,6481" coordsize="14278,230">
              <v:shape style="position:absolute;left:737;top:6481;width:14278;height:230" coordorigin="737,6481" coordsize="14278,230" path="m737,6712l15014,6712,15014,6481,737,6481,737,6712e" filled="t" fillcolor="#D5E2BB" stroked="f">
                <v:path arrowok="t"/>
                <v:fill/>
              </v:shape>
            </v:group>
            <v:group style="position:absolute;left:737;top:6695;width:5082;height:2" coordorigin="737,6695" coordsize="5082,2">
              <v:shape style="position:absolute;left:737;top:6695;width:5082;height:2" coordorigin="737,6695" coordsize="5082,0" path="m737,6695l5819,6695e" filled="f" stroked="t" strokeweight=".82pt" strokecolor="#0000FF">
                <v:path arrowok="t"/>
              </v:shape>
            </v:group>
            <v:group style="position:absolute;left:737;top:6712;width:14278;height:228" coordorigin="737,6712" coordsize="14278,228">
              <v:shape style="position:absolute;left:737;top:6712;width:14278;height:228" coordorigin="737,6712" coordsize="14278,228" path="m737,6940l15014,6940,15014,6712,737,6712,737,6940e" filled="t" fillcolor="#D5E2BB" stroked="f">
                <v:path arrowok="t"/>
                <v:fill/>
              </v:shape>
            </v:group>
            <v:group style="position:absolute;left:737;top:6925;width:7451;height:2" coordorigin="737,6925" coordsize="7451,2">
              <v:shape style="position:absolute;left:737;top:6925;width:7451;height:2" coordorigin="737,6925" coordsize="7451,0" path="m737,6925l8187,6925e" filled="f" stroked="t" strokeweight=".81997pt" strokecolor="#0000FF">
                <v:path arrowok="t"/>
              </v:shape>
            </v:group>
            <v:group style="position:absolute;left:737;top:6940;width:14278;height:230" coordorigin="737,6940" coordsize="14278,230">
              <v:shape style="position:absolute;left:737;top:6940;width:14278;height:230" coordorigin="737,6940" coordsize="14278,230" path="m737,7170l15014,7170,15014,6940,737,6940,737,7170e" filled="t" fillcolor="#D5E2BB" stroked="f">
                <v:path arrowok="t"/>
                <v:fill/>
              </v:shape>
            </v:group>
            <v:group style="position:absolute;left:737;top:7153;width:4902;height:2" coordorigin="737,7153" coordsize="4902,2">
              <v:shape style="position:absolute;left:737;top:7153;width:4902;height:2" coordorigin="737,7153" coordsize="4902,0" path="m737,7153l5639,7153e" filled="f" stroked="t" strokeweight=".82pt" strokecolor="#0000FF">
                <v:path arrowok="t"/>
              </v:shape>
            </v:group>
            <v:group style="position:absolute;left:737;top:7170;width:14278;height:230" coordorigin="737,7170" coordsize="14278,230">
              <v:shape style="position:absolute;left:737;top:7170;width:14278;height:230" coordorigin="737,7170" coordsize="14278,230" path="m737,7401l15014,7401,15014,7170,737,7170,737,7401e" filled="t" fillcolor="#D5E2BB" stroked="f">
                <v:path arrowok="t"/>
                <v:fill/>
              </v:shape>
            </v:group>
            <v:group style="position:absolute;left:737;top:7384;width:3536;height:2" coordorigin="737,7384" coordsize="3536,2">
              <v:shape style="position:absolute;left:737;top:7384;width:3536;height:2" coordorigin="737,7384" coordsize="3536,0" path="m737,7384l4272,7384e" filled="f" stroked="t" strokeweight=".82pt" strokecolor="#0000FF">
                <v:path arrowok="t"/>
              </v:shape>
            </v:group>
            <v:group style="position:absolute;left:737;top:7401;width:14278;height:230" coordorigin="737,7401" coordsize="14278,230">
              <v:shape style="position:absolute;left:737;top:7401;width:14278;height:230" coordorigin="737,7401" coordsize="14278,230" path="m737,7631l15014,7631,15014,7401,737,7401,737,7631e" filled="t" fillcolor="#D5E2BB" stroked="f">
                <v:path arrowok="t"/>
                <v:fill/>
              </v:shape>
            </v:group>
            <v:group style="position:absolute;left:737;top:7631;width:14278;height:230" coordorigin="737,7631" coordsize="14278,230">
              <v:shape style="position:absolute;left:737;top:7631;width:14278;height:230" coordorigin="737,7631" coordsize="14278,230" path="m737,7861l15014,7861,15014,7631,737,7631,737,7861e" filled="t" fillcolor="#D5E2BB" stroked="f">
                <v:path arrowok="t"/>
                <v:fill/>
              </v:shape>
            </v:group>
            <v:group style="position:absolute;left:737;top:7845;width:5192;height:2" coordorigin="737,7845" coordsize="5192,2">
              <v:shape style="position:absolute;left:737;top:7845;width:5192;height:2" coordorigin="737,7845" coordsize="5192,0" path="m737,7845l5929,7845e" filled="f" stroked="t" strokeweight=".82pt" strokecolor="#0000FF">
                <v:path arrowok="t"/>
              </v:shape>
            </v:group>
            <v:group style="position:absolute;left:737;top:7861;width:14278;height:230" coordorigin="737,7861" coordsize="14278,230">
              <v:shape style="position:absolute;left:737;top:7861;width:14278;height:230" coordorigin="737,7861" coordsize="14278,230" path="m737,8092l15014,8092,15014,7861,737,7861,737,8092e" filled="t" fillcolor="#D5E2BB" stroked="f">
                <v:path arrowok="t"/>
                <v:fill/>
              </v:shape>
            </v:group>
            <v:group style="position:absolute;left:737;top:8075;width:8382;height:2" coordorigin="737,8075" coordsize="8382,2">
              <v:shape style="position:absolute;left:737;top:8075;width:8382;height:2" coordorigin="737,8075" coordsize="8382,0" path="m737,8075l9119,8075e" filled="f" stroked="t" strokeweight=".82pt" strokecolor="#0000FF">
                <v:path arrowok="t"/>
              </v:shape>
            </v:group>
            <v:group style="position:absolute;left:737;top:8092;width:14278;height:228" coordorigin="737,8092" coordsize="14278,228">
              <v:shape style="position:absolute;left:737;top:8092;width:14278;height:228" coordorigin="737,8092" coordsize="14278,228" path="m737,8320l15014,8320,15014,8092,737,8092,737,8320e" filled="t" fillcolor="#D5E2BB" stroked="f">
                <v:path arrowok="t"/>
                <v:fill/>
              </v:shape>
            </v:group>
            <v:group style="position:absolute;left:737;top:8305;width:4727;height:2" coordorigin="737,8305" coordsize="4727,2">
              <v:shape style="position:absolute;left:737;top:8305;width:4727;height:2" coordorigin="737,8305" coordsize="4727,0" path="m737,8305l5463,8305e" filled="f" stroked="t" strokeweight=".81997pt" strokecolor="#0000FF">
                <v:path arrowok="t"/>
              </v:shape>
            </v:group>
            <v:group style="position:absolute;left:737;top:8320;width:14278;height:230" coordorigin="737,8320" coordsize="14278,230">
              <v:shape style="position:absolute;left:737;top:8320;width:14278;height:230" coordorigin="737,8320" coordsize="14278,230" path="m737,8550l15014,8550,15014,8320,737,8320,737,8550e" filled="t" fillcolor="#D5E2BB" stroked="f">
                <v:path arrowok="t"/>
                <v:fill/>
              </v:shape>
            </v:group>
            <v:group style="position:absolute;left:737;top:8533;width:5269;height:2" coordorigin="737,8533" coordsize="5269,2">
              <v:shape style="position:absolute;left:737;top:8533;width:5269;height:2" coordorigin="737,8533" coordsize="5269,0" path="m737,8533l6006,8533e" filled="f" stroked="t" strokeweight=".82pt" strokecolor="#0000FF">
                <v:path arrowok="t"/>
              </v:shape>
            </v:group>
            <v:group style="position:absolute;left:737;top:8550;width:14278;height:231" coordorigin="737,8550" coordsize="14278,231">
              <v:shape style="position:absolute;left:737;top:8550;width:14278;height:231" coordorigin="737,8550" coordsize="14278,231" path="m737,8781l15014,8781,15014,8550,737,8550,737,8781e" filled="t" fillcolor="#D5E2BB" stroked="f">
                <v:path arrowok="t"/>
                <v:fill/>
              </v:shape>
            </v:group>
            <v:group style="position:absolute;left:737;top:8781;width:14278;height:230" coordorigin="737,8781" coordsize="14278,230">
              <v:shape style="position:absolute;left:737;top:8781;width:14278;height:230" coordorigin="737,8781" coordsize="14278,230" path="m737,9012l15014,9012,15014,8781,737,8781,737,9012e" filled="t" fillcolor="#D5E2BB" stroked="f">
                <v:path arrowok="t"/>
                <v:fill/>
              </v:shape>
            </v:group>
            <v:group style="position:absolute;left:737;top:8995;width:4635;height:2" coordorigin="737,8995" coordsize="4635,2">
              <v:shape style="position:absolute;left:737;top:8995;width:4635;height:2" coordorigin="737,8995" coordsize="4635,0" path="m737,8995l5372,8995e" filled="f" stroked="t" strokeweight=".82pt" strokecolor="#0000FF">
                <v:path arrowok="t"/>
              </v:shape>
            </v:group>
            <v:group style="position:absolute;left:737;top:9012;width:14278;height:230" coordorigin="737,9012" coordsize="14278,230">
              <v:shape style="position:absolute;left:737;top:9012;width:14278;height:230" coordorigin="737,9012" coordsize="14278,230" path="m737,9242l15014,9242,15014,9012,737,9012,737,9242e" filled="t" fillcolor="#D5E2BB" stroked="f">
                <v:path arrowok="t"/>
                <v:fill/>
              </v:shape>
            </v:group>
            <v:group style="position:absolute;left:737;top:9225;width:7225;height:2" coordorigin="737,9225" coordsize="7225,2">
              <v:shape style="position:absolute;left:737;top:9225;width:7225;height:2" coordorigin="737,9225" coordsize="7225,0" path="m737,9225l7962,9225e" filled="f" stroked="t" strokeweight=".82pt" strokecolor="#0000FF">
                <v:path arrowok="t"/>
              </v:shape>
            </v:group>
            <v:group style="position:absolute;left:737;top:9242;width:14278;height:230" coordorigin="737,9242" coordsize="14278,230">
              <v:shape style="position:absolute;left:737;top:9242;width:14278;height:230" coordorigin="737,9242" coordsize="14278,230" path="m737,9472l15014,9472,15014,9242,737,9242,737,9472e" filled="t" fillcolor="#D5E2BB" stroked="f">
                <v:path arrowok="t"/>
                <v:fill/>
              </v:shape>
            </v:group>
            <v:group style="position:absolute;left:737;top:9456;width:4559;height:2" coordorigin="737,9456" coordsize="4559,2">
              <v:shape style="position:absolute;left:737;top:9456;width:4559;height:2" coordorigin="737,9456" coordsize="4559,0" path="m737,9456l5295,9456e" filled="f" stroked="t" strokeweight=".82pt" strokecolor="#0000FF">
                <v:path arrowok="t"/>
              </v:shape>
            </v:group>
            <v:group style="position:absolute;left:737;top:9472;width:14278;height:228" coordorigin="737,9472" coordsize="14278,228">
              <v:shape style="position:absolute;left:737;top:9472;width:14278;height:228" coordorigin="737,9472" coordsize="14278,228" path="m737,9700l15014,9700,15014,9472,737,9472,737,9700e" filled="t" fillcolor="#D5E2BB" stroked="f">
                <v:path arrowok="t"/>
                <v:fill/>
              </v:shape>
            </v:group>
            <v:group style="position:absolute;left:737;top:9686;width:3536;height:2" coordorigin="737,9686" coordsize="3536,2">
              <v:shape style="position:absolute;left:737;top:9686;width:3536;height:2" coordorigin="737,9686" coordsize="3536,0" path="m737,9686l4272,9686e" filled="f" stroked="t" strokeweight=".82pt" strokecolor="#0000FF">
                <v:path arrowok="t"/>
              </v:shape>
            </v:group>
            <v:group style="position:absolute;left:737;top:9700;width:14278;height:230" coordorigin="737,9700" coordsize="14278,230">
              <v:shape style="position:absolute;left:737;top:9700;width:14278;height:230" coordorigin="737,9700" coordsize="14278,230" path="m737,9931l15014,9931,15014,9700,737,9700,737,9931e" filled="t" fillcolor="#D5E2BB" stroked="f">
                <v:path arrowok="t"/>
                <v:fill/>
              </v:shape>
            </v:group>
            <v:group style="position:absolute;left:737;top:9931;width:14278;height:230" coordorigin="737,9931" coordsize="14278,230">
              <v:shape style="position:absolute;left:737;top:9931;width:14278;height:230" coordorigin="737,9931" coordsize="14278,230" path="m737,10161l15014,10161,15014,9931,737,9931,737,10161e" filled="t" fillcolor="#D5E2BB" stroked="f">
                <v:path arrowok="t"/>
                <v:fill/>
              </v:shape>
            </v:group>
            <v:group style="position:absolute;left:737;top:10144;width:4703;height:2" coordorigin="737,10144" coordsize="4703,2">
              <v:shape style="position:absolute;left:737;top:10144;width:4703;height:2" coordorigin="737,10144" coordsize="4703,0" path="m737,10144l5439,10144e" filled="f" stroked="t" strokeweight=".82pt" strokecolor="#0000FF">
                <v:path arrowok="t"/>
              </v:shape>
            </v:group>
            <v:group style="position:absolute;left:737;top:10161;width:14278;height:230" coordorigin="737,10161" coordsize="14278,230">
              <v:shape style="position:absolute;left:737;top:10161;width:14278;height:230" coordorigin="737,10161" coordsize="14278,230" path="m737,10392l15014,10392,15014,10161,737,10161,737,10392e" filled="t" fillcolor="#D5E2BB" stroked="f">
                <v:path arrowok="t"/>
                <v:fill/>
              </v:shape>
            </v:group>
            <v:group style="position:absolute;left:737;top:10375;width:6548;height:2" coordorigin="737,10375" coordsize="6548,2">
              <v:shape style="position:absolute;left:737;top:10375;width:6548;height:2" coordorigin="737,10375" coordsize="6548,0" path="m737,10375l7285,10375e" filled="f" stroked="t" strokeweight=".82003pt" strokecolor="#0000FF">
                <v:path arrowok="t"/>
              </v:shape>
            </v:group>
            <v:group style="position:absolute;left:737;top:10392;width:14278;height:230" coordorigin="737,10392" coordsize="14278,230">
              <v:shape style="position:absolute;left:737;top:10392;width:14278;height:230" coordorigin="737,10392" coordsize="14278,230" path="m737,10622l15014,10622,15014,10392,737,10392,737,10622e" filled="t" fillcolor="#D5E2BB" stroked="f">
                <v:path arrowok="t"/>
                <v:fill/>
              </v:shape>
            </v:group>
            <v:group style="position:absolute;left:737;top:10605;width:5127;height:2" coordorigin="737,10605" coordsize="5127,2">
              <v:shape style="position:absolute;left:737;top:10605;width:5127;height:2" coordorigin="737,10605" coordsize="5127,0" path="m737,10605l5864,10605e" filled="f" stroked="t" strokeweight=".82003pt" strokecolor="#0000FF">
                <v:path arrowok="t"/>
              </v:shape>
            </v:group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892" coordorigin="629,730" coordsize="2,9892">
              <v:shape style="position:absolute;left:629;top:730;width:2;height:9892" coordorigin="629,730" coordsize="0,9892" path="m629,730l629,10622e" filled="f" stroked="t" strokeweight=".580pt" strokecolor="#000000">
                <v:path arrowok="t"/>
              </v:shape>
            </v:group>
            <v:group style="position:absolute;left:624;top:10627;width:14503;height:2" coordorigin="624,10627" coordsize="14503,2">
              <v:shape style="position:absolute;left:624;top:10627;width:14503;height:2" coordorigin="624,10627" coordsize="14503,0" path="m624,10627l15127,10627e" filled="f" stroked="t" strokeweight=".579980pt" strokecolor="#000000">
                <v:path arrowok="t"/>
              </v:shape>
            </v:group>
            <v:group style="position:absolute;left:15122;top:730;width:2;height:9892" coordorigin="15122,730" coordsize="2,9892">
              <v:shape style="position:absolute;left:15122;top:730;width:2;height:9892" coordorigin="15122,730" coordsize="0,9892" path="m15122,730l15122,10622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eve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0" w:lineRule="auto"/>
        <w:ind w:left="117" w:right="17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a,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Res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nne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4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ernet,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3" w:lineRule="auto"/>
        <w:ind w:left="117" w:right="45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ernet,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tc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0" w:lineRule="auto"/>
        <w:ind w:left="117" w:right="1104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ebsites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hyperlink r:id="rId9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j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brett.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x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l</w:t>
        </w:r>
      </w:hyperlink>
      <w:hyperlink r:id="rId10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J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_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tt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hyperlink r:id="rId11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ertu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e.co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v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V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?t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=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org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_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ats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&amp;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v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_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=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1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5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2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7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5</w:t>
        </w:r>
        <w:r>
          <w:rPr>
            <w:rFonts w:ascii="Arial" w:hAnsi="Arial" w:cs="Arial" w:eastAsia="Arial"/>
            <w:sz w:val="20"/>
            <w:szCs w:val="20"/>
            <w:color w:val="0000FF"/>
            <w:spacing w:val="9"/>
            <w:w w:val="100"/>
          </w:rPr>
          <w:t>5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iedmont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117" w:right="6841"/>
        <w:jc w:val="left"/>
        <w:rPr>
          <w:rFonts w:ascii="Arial" w:hAnsi="Arial" w:cs="Arial" w:eastAsia="Arial"/>
          <w:sz w:val="20"/>
          <w:szCs w:val="20"/>
        </w:rPr>
      </w:pPr>
      <w:rPr/>
      <w:hyperlink r:id="rId12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nts/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m</w:t>
        </w:r>
      </w:hyperlink>
      <w:hyperlink r:id="rId13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e.co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nri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</w:hyperlink>
      <w:hyperlink r:id="rId14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m</w:t>
        </w:r>
      </w:hyperlink>
      <w:hyperlink r:id="rId15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bra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</w:rPr>
          <w:t>y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q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CR02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1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3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9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0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0/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117" w:right="6841"/>
        <w:jc w:val="left"/>
        <w:rPr>
          <w:rFonts w:ascii="Arial" w:hAnsi="Arial" w:cs="Arial" w:eastAsia="Arial"/>
          <w:sz w:val="20"/>
          <w:szCs w:val="20"/>
        </w:rPr>
      </w:pPr>
      <w:rPr/>
      <w:hyperlink r:id="rId16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nts/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tm</w:t>
        </w:r>
      </w:hyperlink>
      <w:hyperlink r:id="rId17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e.co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</w:hyperlink>
      <w:hyperlink r:id="rId18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m</w:t>
        </w:r>
      </w:hyperlink>
      <w:hyperlink r:id="rId19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bra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</w:rPr>
          <w:t>y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q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0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2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1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3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9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0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0/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amp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117" w:right="5911"/>
        <w:jc w:val="left"/>
        <w:rPr>
          <w:rFonts w:ascii="Arial" w:hAnsi="Arial" w:cs="Arial" w:eastAsia="Arial"/>
          <w:sz w:val="20"/>
          <w:szCs w:val="20"/>
        </w:rPr>
      </w:pPr>
      <w:rPr/>
      <w:hyperlink r:id="rId20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nts/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m</w:t>
        </w:r>
      </w:hyperlink>
      <w:hyperlink r:id="rId21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://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e.co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and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s</w:t>
        </w:r>
      </w:hyperlink>
      <w:hyperlink r:id="rId22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l</w:t>
        </w:r>
      </w:hyperlink>
      <w:hyperlink r:id="rId23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wa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ar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tm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9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7065"/>
        <w:jc w:val="left"/>
        <w:rPr>
          <w:rFonts w:ascii="Arial" w:hAnsi="Arial" w:cs="Arial" w:eastAsia="Arial"/>
          <w:sz w:val="20"/>
          <w:szCs w:val="20"/>
        </w:rPr>
      </w:pPr>
      <w:rPr/>
      <w:hyperlink r:id="rId24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nts/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htm</w:t>
        </w:r>
      </w:hyperlink>
      <w:hyperlink r:id="rId25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e.co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ns</w:t>
        </w:r>
      </w:hyperlink>
      <w:hyperlink r:id="rId26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tm</w:t>
        </w:r>
      </w:hyperlink>
      <w:hyperlink r:id="rId27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bra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</w:rPr>
          <w:t>y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q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CR02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1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3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9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0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0/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7744"/>
        <w:jc w:val="left"/>
        <w:rPr>
          <w:rFonts w:ascii="Arial" w:hAnsi="Arial" w:cs="Arial" w:eastAsia="Arial"/>
          <w:sz w:val="20"/>
          <w:szCs w:val="20"/>
        </w:rPr>
      </w:pPr>
      <w:rPr/>
      <w:hyperlink r:id="rId28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nts/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/oc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tm</w:t>
        </w:r>
      </w:hyperlink>
      <w:hyperlink r:id="rId29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e.co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/oc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an</w:t>
        </w:r>
      </w:hyperlink>
      <w:hyperlink r:id="rId30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e.co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te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org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ats/a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n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1138" w:top="660" w:bottom="1320" w:left="620" w:right="760"/>
          <w:pgSz w:w="15840" w:h="12240" w:orient="landscape"/>
        </w:sectPr>
      </w:pPr>
      <w:rPr/>
    </w:p>
    <w:p>
      <w:pPr>
        <w:spacing w:before="67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hyperlink r:id="rId31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position w:val="-1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position w:val="-1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position w:val="-1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position w:val="-1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position w:val="-1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position w:val="-1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position w:val="-1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position w:val="-1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position w:val="-1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position w:val="-1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position w:val="-1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n.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position w:val="-1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position w:val="-1"/>
          </w:rPr>
          <w:t>tm</w:t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unitie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70001pt;margin-top:46.059875pt;width:726.94pt;height:386.926pt;mso-position-horizontal-relative:page;mso-position-vertical-relative:paragraph;z-index:-1774" coordorigin="607,921" coordsize="14539,7739">
            <v:group style="position:absolute;left:636;top:945;width:14482;height:48" coordorigin="636,945" coordsize="14482,48">
              <v:shape style="position:absolute;left:636;top:945;width:14482;height:48" coordorigin="636,945" coordsize="14482,48" path="m636,993l15118,993,15118,945,636,945,636,993xe" filled="t" fillcolor="#D5E2BB" stroked="f">
                <v:path arrowok="t"/>
                <v:fill/>
              </v:shape>
            </v:group>
            <v:group style="position:absolute;left:636;top:992;width:101;height:230" coordorigin="636,992" coordsize="101,230">
              <v:shape style="position:absolute;left:636;top:992;width:101;height:230" coordorigin="636,992" coordsize="101,230" path="m636,1222l737,1222,737,992,636,992,636,1222e" filled="t" fillcolor="#D5E2BB" stroked="f">
                <v:path arrowok="t"/>
                <v:fill/>
              </v:shape>
            </v:group>
            <v:group style="position:absolute;left:15014;top:992;width:103;height:230" coordorigin="15014,992" coordsize="103,230">
              <v:shape style="position:absolute;left:15014;top:992;width:103;height:230" coordorigin="15014,992" coordsize="103,230" path="m15014,1222l15118,1222,15118,992,15014,992,15014,1222e" filled="t" fillcolor="#D5E2BB" stroked="f">
                <v:path arrowok="t"/>
                <v:fill/>
              </v:shape>
            </v:group>
            <v:group style="position:absolute;left:636;top:1221;width:14482;height:50" coordorigin="636,1221" coordsize="14482,50">
              <v:shape style="position:absolute;left:636;top:1221;width:14482;height:50" coordorigin="636,1221" coordsize="14482,50" path="m636,1271l15118,1271,15118,1221,636,1221,636,1271xe" filled="t" fillcolor="#D5E2BB" stroked="f">
                <v:path arrowok="t"/>
                <v:fill/>
              </v:shape>
            </v:group>
            <v:group style="position:absolute;left:737;top:992;width:14278;height:230" coordorigin="737,992" coordsize="14278,230">
              <v:shape style="position:absolute;left:737;top:992;width:14278;height:230" coordorigin="737,992" coordsize="14278,230" path="m737,1222l15014,1222,15014,992,737,992,737,1222e" filled="t" fillcolor="#D5E2BB" stroked="f">
                <v:path arrowok="t"/>
                <v:fill/>
              </v:shape>
            </v:group>
            <v:group style="position:absolute;left:624;top:935;width:14503;height:12" coordorigin="624,935" coordsize="14503,12">
              <v:shape style="position:absolute;left:624;top:935;width:14503;height:12" coordorigin="624,935" coordsize="14503,12" path="m624,947l15127,947,15127,935,624,935,624,947xe" filled="t" fillcolor="#000000" stroked="f">
                <v:path arrowok="t"/>
                <v:fill/>
              </v:shape>
            </v:group>
            <v:group style="position:absolute;left:629;top:946;width:2;height:7703" coordorigin="629,946" coordsize="2,7703">
              <v:shape style="position:absolute;left:629;top:946;width:2;height:7703" coordorigin="629,946" coordsize="0,7703" path="m629,946l629,8649e" filled="f" stroked="t" strokeweight=".580pt" strokecolor="#000000">
                <v:path arrowok="t"/>
              </v:shape>
            </v:group>
            <v:group style="position:absolute;left:15122;top:946;width:2;height:7703" coordorigin="15122,946" coordsize="2,7703">
              <v:shape style="position:absolute;left:15122;top:946;width:2;height:7703" coordorigin="15122,946" coordsize="0,7703" path="m15122,946l15122,8649e" filled="f" stroked="t" strokeweight=".579980pt" strokecolor="#000000">
                <v:path arrowok="t"/>
              </v:shape>
            </v:group>
            <v:group style="position:absolute;left:624;top:1269;width:14503;height:12" coordorigin="624,1269" coordsize="14503,12">
              <v:shape style="position:absolute;left:624;top:1269;width:14503;height:12" coordorigin="624,1269" coordsize="14503,12" path="m624,1281l15127,1281,15127,1269,624,1269,624,1281xe" filled="t" fillcolor="#000000" stroked="f">
                <v:path arrowok="t"/>
                <v:fill/>
              </v:shape>
            </v:group>
            <v:group style="position:absolute;left:636;top:2438;width:14482;height:48" coordorigin="636,2438" coordsize="14482,48">
              <v:shape style="position:absolute;left:636;top:2438;width:14482;height:48" coordorigin="636,2438" coordsize="14482,48" path="m636,2486l15118,2486,15118,2438,636,2438,636,2486xe" filled="t" fillcolor="#FFDC6C" stroked="f">
                <v:path arrowok="t"/>
                <v:fill/>
              </v:shape>
            </v:group>
            <v:group style="position:absolute;left:636;top:2485;width:101;height:230" coordorigin="636,2485" coordsize="101,230">
              <v:shape style="position:absolute;left:636;top:2485;width:101;height:230" coordorigin="636,2485" coordsize="101,230" path="m636,2715l737,2715,737,2485,636,2485,636,2715e" filled="t" fillcolor="#FFDC6C" stroked="f">
                <v:path arrowok="t"/>
                <v:fill/>
              </v:shape>
            </v:group>
            <v:group style="position:absolute;left:15014;top:2485;width:103;height:230" coordorigin="15014,2485" coordsize="103,230">
              <v:shape style="position:absolute;left:15014;top:2485;width:103;height:230" coordorigin="15014,2485" coordsize="103,230" path="m15014,2715l15118,2715,15118,2485,15014,2485,15014,2715e" filled="t" fillcolor="#FFDC6C" stroked="f">
                <v:path arrowok="t"/>
                <v:fill/>
              </v:shape>
            </v:group>
            <v:group style="position:absolute;left:636;top:2714;width:14482;height:50" coordorigin="636,2714" coordsize="14482,50">
              <v:shape style="position:absolute;left:636;top:2714;width:14482;height:50" coordorigin="636,2714" coordsize="14482,50" path="m636,2764l15118,2764,15118,2714,636,2714,636,2764xe" filled="t" fillcolor="#FFDC6C" stroked="f">
                <v:path arrowok="t"/>
                <v:fill/>
              </v:shape>
            </v:group>
            <v:group style="position:absolute;left:737;top:2485;width:14278;height:230" coordorigin="737,2485" coordsize="14278,230">
              <v:shape style="position:absolute;left:737;top:2485;width:14278;height:230" coordorigin="737,2485" coordsize="14278,230" path="m737,2715l15014,2715,15014,2485,737,2485,737,2715e" filled="t" fillcolor="#FFDC6C" stroked="f">
                <v:path arrowok="t"/>
                <v:fill/>
              </v:shape>
            </v:group>
            <v:group style="position:absolute;left:624;top:2429;width:14503;height:12" coordorigin="624,2429" coordsize="14503,12">
              <v:shape style="position:absolute;left:624;top:2429;width:14503;height:12" coordorigin="624,2429" coordsize="14503,12" path="m624,2440l15127,2440,15127,2429,624,2429,624,2440xe" filled="t" fillcolor="#000000" stroked="f">
                <v:path arrowok="t"/>
                <v:fill/>
              </v:shape>
            </v:group>
            <v:group style="position:absolute;left:636;top:2772;width:14482;height:24" coordorigin="636,2772" coordsize="14482,24">
              <v:shape style="position:absolute;left:636;top:2772;width:14482;height:24" coordorigin="636,2772" coordsize="14482,24" path="m636,2796l15118,2796,15118,2772,636,2772,636,2796xe" filled="t" fillcolor="#D5E2BB" stroked="f">
                <v:path arrowok="t"/>
                <v:fill/>
              </v:shape>
            </v:group>
            <v:group style="position:absolute;left:636;top:2795;width:101;height:230" coordorigin="636,2795" coordsize="101,230">
              <v:shape style="position:absolute;left:636;top:2795;width:101;height:230" coordorigin="636,2795" coordsize="101,230" path="m636,3025l737,3025,737,2795,636,2795,636,3025e" filled="t" fillcolor="#D5E2BB" stroked="f">
                <v:path arrowok="t"/>
                <v:fill/>
              </v:shape>
            </v:group>
            <v:group style="position:absolute;left:15014;top:2795;width:103;height:230" coordorigin="15014,2795" coordsize="103,230">
              <v:shape style="position:absolute;left:15014;top:2795;width:103;height:230" coordorigin="15014,2795" coordsize="103,230" path="m15014,3025l15118,3025,15118,2795,15014,2795,15014,3025e" filled="t" fillcolor="#D5E2BB" stroked="f">
                <v:path arrowok="t"/>
                <v:fill/>
              </v:shape>
            </v:group>
            <v:group style="position:absolute;left:636;top:3024;width:14482;height:57" coordorigin="636,3024" coordsize="14482,57">
              <v:shape style="position:absolute;left:636;top:3024;width:14482;height:57" coordorigin="636,3024" coordsize="14482,57" path="m636,3081l15118,3081,15118,3024,636,3024,636,3081xe" filled="t" fillcolor="#D5E2BB" stroked="f">
                <v:path arrowok="t"/>
                <v:fill/>
              </v:shape>
            </v:group>
            <v:group style="position:absolute;left:737;top:2795;width:14278;height:230" coordorigin="737,2795" coordsize="14278,230">
              <v:shape style="position:absolute;left:737;top:2795;width:14278;height:230" coordorigin="737,2795" coordsize="14278,230" path="m737,3025l15014,3025,15014,2795,737,2795,737,3025e" filled="t" fillcolor="#D5E2BB" stroked="f">
                <v:path arrowok="t"/>
                <v:fill/>
              </v:shape>
            </v:group>
            <v:group style="position:absolute;left:624;top:2762;width:14503;height:12" coordorigin="624,2762" coordsize="14503,12">
              <v:shape style="position:absolute;left:624;top:2762;width:14503;height:12" coordorigin="624,2762" coordsize="14503,12" path="m624,2774l15127,2774,15127,2762,624,2762,624,2774xe" filled="t" fillcolor="#000000" stroked="f">
                <v:path arrowok="t"/>
                <v:fill/>
              </v:shape>
            </v:group>
            <v:group style="position:absolute;left:636;top:3080;width:101;height:230" coordorigin="636,3080" coordsize="101,230">
              <v:shape style="position:absolute;left:636;top:3080;width:101;height:230" coordorigin="636,3080" coordsize="101,230" path="m636,3311l737,3311,737,3080,636,3080,636,3311e" filled="t" fillcolor="#D5E2BB" stroked="f">
                <v:path arrowok="t"/>
                <v:fill/>
              </v:shape>
            </v:group>
            <v:group style="position:absolute;left:15014;top:3080;width:103;height:230" coordorigin="15014,3080" coordsize="103,230">
              <v:shape style="position:absolute;left:15014;top:3080;width:103;height:230" coordorigin="15014,3080" coordsize="103,230" path="m15014,3311l15118,3311,15118,3080,15014,3080,15014,3311e" filled="t" fillcolor="#D5E2BB" stroked="f">
                <v:path arrowok="t"/>
                <v:fill/>
              </v:shape>
            </v:group>
            <v:group style="position:absolute;left:636;top:3310;width:14482;height:26" coordorigin="636,3310" coordsize="14482,26">
              <v:shape style="position:absolute;left:636;top:3310;width:14482;height:26" coordorigin="636,3310" coordsize="14482,26" path="m636,3336l15118,3336,15118,3310,636,3310,636,3336xe" filled="t" fillcolor="#D5E2BB" stroked="f">
                <v:path arrowok="t"/>
                <v:fill/>
              </v:shape>
            </v:group>
            <v:group style="position:absolute;left:737;top:3080;width:14278;height:230" coordorigin="737,3080" coordsize="14278,230">
              <v:shape style="position:absolute;left:737;top:3080;width:14278;height:230" coordorigin="737,3080" coordsize="14278,230" path="m737,3311l15014,3311,15014,3080,737,3080,737,3311e" filled="t" fillcolor="#D5E2BB" stroked="f">
                <v:path arrowok="t"/>
                <v:fill/>
              </v:shape>
            </v:group>
            <v:group style="position:absolute;left:624;top:3048;width:14503;height:12" coordorigin="624,3048" coordsize="14503,12">
              <v:shape style="position:absolute;left:624;top:3048;width:14503;height:12" coordorigin="624,3048" coordsize="14503,12" path="m624,3060l15127,3060,15127,3048,624,3048,624,3060xe" filled="t" fillcolor="#000000" stroked="f">
                <v:path arrowok="t"/>
                <v:fill/>
              </v:shape>
            </v:group>
            <v:group style="position:absolute;left:624;top:3334;width:14503;height:12" coordorigin="624,3334" coordsize="14503,12">
              <v:shape style="position:absolute;left:624;top:3334;width:14503;height:12" coordorigin="624,3334" coordsize="14503,12" path="m624,3345l15127,3345,15127,3334,624,3334,624,3345xe" filled="t" fillcolor="#000000" stroked="f">
                <v:path arrowok="t"/>
                <v:fill/>
              </v:shape>
            </v:group>
            <v:group style="position:absolute;left:624;top:8654;width:14503;height:2" coordorigin="624,8654" coordsize="14503,2">
              <v:shape style="position:absolute;left:624;top:8654;width:14503;height:2" coordorigin="624,8654" coordsize="14503,0" path="m624,8654l15127,8654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1.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5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each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op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gu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ns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ary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ters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1pt;margin-top:-105.390129pt;width:725.73998pt;height:93.12pt;mso-position-horizontal-relative:page;mso-position-vertical-relative:paragraph;z-index:-1775" coordorigin="618,-2108" coordsize="14515,1862">
            <v:group style="position:absolute;left:636;top:-2097;width:101;height:1841" coordorigin="636,-2097" coordsize="101,1841">
              <v:shape style="position:absolute;left:636;top:-2097;width:101;height:1841" coordorigin="636,-2097" coordsize="101,1841" path="m636,-256l737,-256,737,-2097,636,-2097,636,-256e" filled="t" fillcolor="#D5E2BB" stroked="f">
                <v:path arrowok="t"/>
                <v:fill/>
              </v:shape>
            </v:group>
            <v:group style="position:absolute;left:15014;top:-2097;width:103;height:1841" coordorigin="15014,-2097" coordsize="103,1841">
              <v:shape style="position:absolute;left:15014;top:-2097;width:103;height:1841" coordorigin="15014,-2097" coordsize="103,1841" path="m15014,-256l15118,-256,15118,-2097,15014,-2097,15014,-256e" filled="t" fillcolor="#D5E2BB" stroked="f">
                <v:path arrowok="t"/>
                <v:fill/>
              </v:shape>
            </v:group>
            <v:group style="position:absolute;left:737;top:-2097;width:14278;height:230" coordorigin="737,-2097" coordsize="14278,230">
              <v:shape style="position:absolute;left:737;top:-2097;width:14278;height:230" coordorigin="737,-2097" coordsize="14278,230" path="m737,-1867l15014,-1867,15014,-2097,737,-2097,737,-1867e" filled="t" fillcolor="#D5E2BB" stroked="f">
                <v:path arrowok="t"/>
                <v:fill/>
              </v:shape>
            </v:group>
            <v:group style="position:absolute;left:737;top:-1884;width:5257;height:2" coordorigin="737,-1884" coordsize="5257,2">
              <v:shape style="position:absolute;left:737;top:-1884;width:5257;height:2" coordorigin="737,-1884" coordsize="5257,0" path="m737,-1884l5994,-1884e" filled="f" stroked="t" strokeweight=".82pt" strokecolor="#0000FF">
                <v:path arrowok="t"/>
              </v:shape>
            </v:group>
            <v:group style="position:absolute;left:737;top:-1867;width:14278;height:230" coordorigin="737,-1867" coordsize="14278,230">
              <v:shape style="position:absolute;left:737;top:-1867;width:14278;height:230" coordorigin="737,-1867" coordsize="14278,230" path="m737,-1636l15014,-1636,15014,-1867,737,-1867,737,-1636e" filled="t" fillcolor="#D5E2BB" stroked="f">
                <v:path arrowok="t"/>
                <v:fill/>
              </v:shape>
            </v:group>
            <v:group style="position:absolute;left:737;top:-1636;width:14278;height:231" coordorigin="737,-1636" coordsize="14278,231">
              <v:shape style="position:absolute;left:737;top:-1636;width:14278;height:231" coordorigin="737,-1636" coordsize="14278,231" path="m737,-1406l15014,-1406,15014,-1636,737,-1636,737,-1406e" filled="t" fillcolor="#D5E2BB" stroked="f">
                <v:path arrowok="t"/>
                <v:fill/>
              </v:shape>
            </v:group>
            <v:group style="position:absolute;left:737;top:-1406;width:14278;height:228" coordorigin="737,-1406" coordsize="14278,228">
              <v:shape style="position:absolute;left:737;top:-1406;width:14278;height:228" coordorigin="737,-1406" coordsize="14278,228" path="m737,-1178l15014,-1178,15014,-1406,737,-1406,737,-1178e" filled="t" fillcolor="#D5E2BB" stroked="f">
                <v:path arrowok="t"/>
                <v:fill/>
              </v:shape>
            </v:group>
            <v:group style="position:absolute;left:737;top:-1178;width:14278;height:230" coordorigin="737,-1178" coordsize="14278,230">
              <v:shape style="position:absolute;left:737;top:-1178;width:14278;height:230" coordorigin="737,-1178" coordsize="14278,230" path="m737,-947l15014,-947,15014,-1178,737,-1178,737,-947e" filled="t" fillcolor="#D5E2BB" stroked="f">
                <v:path arrowok="t"/>
                <v:fill/>
              </v:shape>
            </v:group>
            <v:group style="position:absolute;left:737;top:-947;width:14278;height:230" coordorigin="737,-947" coordsize="14278,230">
              <v:shape style="position:absolute;left:737;top:-947;width:14278;height:230" coordorigin="737,-947" coordsize="14278,230" path="m737,-717l15014,-717,15014,-947,737,-947,737,-717e" filled="t" fillcolor="#D5E2BB" stroked="f">
                <v:path arrowok="t"/>
                <v:fill/>
              </v:shape>
            </v:group>
            <v:group style="position:absolute;left:737;top:-717;width:14278;height:230" coordorigin="737,-717" coordsize="14278,230">
              <v:shape style="position:absolute;left:737;top:-717;width:14278;height:230" coordorigin="737,-717" coordsize="14278,230" path="m737,-486l15014,-486,15014,-717,737,-717,737,-486e" filled="t" fillcolor="#D5E2BB" stroked="f">
                <v:path arrowok="t"/>
                <v:fill/>
              </v:shape>
            </v:group>
            <v:group style="position:absolute;left:737;top:-486;width:14278;height:230" coordorigin="737,-486" coordsize="14278,230">
              <v:shape style="position:absolute;left:737;top:-486;width:14278;height:230" coordorigin="737,-486" coordsize="14278,230" path="m737,-256l15014,-256,15014,-486,737,-486,737,-256e" filled="t" fillcolor="#D5E2BB" stroked="f">
                <v:path arrowok="t"/>
                <v:fill/>
              </v:shape>
            </v:group>
            <v:group style="position:absolute;left:624;top:-2102;width:14503;height:2" coordorigin="624,-2102" coordsize="14503,2">
              <v:shape style="position:absolute;left:624;top:-2102;width:14503;height:2" coordorigin="624,-2102" coordsize="14503,0" path="m624,-2102l15127,-2102e" filled="f" stroked="t" strokeweight=".580pt" strokecolor="#000000">
                <v:path arrowok="t"/>
              </v:shape>
            </v:group>
            <v:group style="position:absolute;left:629;top:-2097;width:2;height:1841" coordorigin="629,-2097" coordsize="2,1841">
              <v:shape style="position:absolute;left:629;top:-2097;width:2;height:1841" coordorigin="629,-2097" coordsize="0,1841" path="m629,-2097l629,-256e" filled="f" stroked="t" strokeweight=".580pt" strokecolor="#000000">
                <v:path arrowok="t"/>
              </v:shape>
            </v:group>
            <v:group style="position:absolute;left:624;top:-251;width:14503;height:2" coordorigin="624,-251" coordsize="14503,2">
              <v:shape style="position:absolute;left:624;top:-251;width:14503;height:2" coordorigin="624,-251" coordsize="14503,0" path="m624,-251l15127,-251e" filled="f" stroked="t" strokeweight=".580pt" strokecolor="#000000">
                <v:path arrowok="t"/>
              </v:shape>
            </v:group>
            <v:group style="position:absolute;left:15122;top:-2097;width:2;height:1841" coordorigin="15122,-2097" coordsize="2,1841">
              <v:shape style="position:absolute;left:15122;top:-2097;width:2;height:1841" coordorigin="15122,-2097" coordsize="0,1841" path="m15122,-2097l15122,-256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1: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NNEC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99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8" w:after="0" w:line="239" w:lineRule="auto"/>
        <w:ind w:left="117" w:right="6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T:</w:t>
      </w:r>
      <w:r>
        <w:rPr>
          <w:rFonts w:ascii="Arial" w:hAnsi="Arial" w:cs="Arial" w:eastAsia="Arial"/>
          <w:sz w:val="20"/>
          <w:szCs w:val="20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ok,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’s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eng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ins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5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opper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ied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his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best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habi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pen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uins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hing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sur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e.</w:t>
      </w:r>
      <w:r>
        <w:rPr>
          <w:rFonts w:ascii="Arial" w:hAnsi="Arial" w:cs="Arial" w:eastAsia="Arial"/>
          <w:sz w:val="20"/>
          <w:szCs w:val="20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ok,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opper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cide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best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him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uins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dm</w:t>
      </w:r>
      <w:r>
        <w:rPr>
          <w:rFonts w:ascii="Arial" w:hAnsi="Arial" w:cs="Arial" w:eastAsia="Arial"/>
          <w:sz w:val="20"/>
          <w:szCs w:val="20"/>
          <w:spacing w:val="-4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ood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think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oppe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’s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uins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good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bad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sion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him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uins.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KILL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BUI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9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now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help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que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5" w:after="0" w:line="275" w:lineRule="auto"/>
        <w:ind w:left="117" w:right="537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iate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pri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que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9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99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99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e/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99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448" w:right="353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are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2" w:lineRule="auto"/>
        <w:ind w:left="117" w:right="9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artners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text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837" w:right="189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837" w:right="174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gree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care,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477" w:right="2302"/>
        <w:jc w:val="left"/>
        <w:tabs>
          <w:tab w:pos="8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ete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propr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Instruc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8" w:after="0" w:line="230" w:lineRule="exact"/>
        <w:ind w:left="837" w:right="203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3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ou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1138" w:top="660" w:bottom="1320" w:left="620" w:right="760"/>
          <w:pgSz w:w="15840" w:h="12240" w:orient="landscape"/>
        </w:sectPr>
      </w:pPr>
      <w:rPr/>
    </w:p>
    <w:p>
      <w:pPr>
        <w:spacing w:before="81" w:after="0" w:line="255" w:lineRule="auto"/>
        <w:ind w:left="837" w:right="555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70001pt;margin-top:35.950001pt;width:726.94pt;height:497.596pt;mso-position-horizontal-relative:page;mso-position-vertical-relative:page;z-index:-1773" coordorigin="607,719" coordsize="14539,9952">
            <v:shape style="position:absolute;left:1097;top:730;width:182;height:1220" type="#_x0000_t75">
              <v:imagedata r:id="rId33" o:title=""/>
            </v:shape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931" coordorigin="629,730" coordsize="2,9931">
              <v:shape style="position:absolute;left:629;top:730;width:2;height:9931" coordorigin="629,730" coordsize="0,9931" path="m629,730l629,10660e" filled="f" stroked="t" strokeweight=".580pt" strokecolor="#000000">
                <v:path arrowok="t"/>
              </v:shape>
            </v:group>
            <v:group style="position:absolute;left:15122;top:730;width:2;height:9931" coordorigin="15122,730" coordsize="2,9931">
              <v:shape style="position:absolute;left:15122;top:730;width:2;height:9931" coordorigin="15122,730" coordsize="0,9931" path="m15122,730l15122,10660e" filled="f" stroked="t" strokeweight=".579980pt" strokecolor="#000000">
                <v:path arrowok="t"/>
              </v:shape>
            </v:group>
            <v:group style="position:absolute;left:636;top:5244;width:14482;height:26" coordorigin="636,5244" coordsize="14482,26">
              <v:shape style="position:absolute;left:636;top:5244;width:14482;height:26" coordorigin="636,5244" coordsize="14482,26" path="m636,5270l15118,5270,15118,5244,636,5244,636,5270xe" filled="t" fillcolor="#D5E2BB" stroked="f">
                <v:path arrowok="t"/>
                <v:fill/>
              </v:shape>
            </v:group>
            <v:group style="position:absolute;left:636;top:5269;width:101;height:230" coordorigin="636,5269" coordsize="101,230">
              <v:shape style="position:absolute;left:636;top:5269;width:101;height:230" coordorigin="636,5269" coordsize="101,230" path="m636,5499l737,5499,737,5269,636,5269,636,5499e" filled="t" fillcolor="#D5E2BB" stroked="f">
                <v:path arrowok="t"/>
                <v:fill/>
              </v:shape>
            </v:group>
            <v:group style="position:absolute;left:15014;top:5269;width:103;height:230" coordorigin="15014,5269" coordsize="103,230">
              <v:shape style="position:absolute;left:15014;top:5269;width:103;height:230" coordorigin="15014,5269" coordsize="103,230" path="m15014,5499l15118,5499,15118,5269,15014,5269,15014,5499e" filled="t" fillcolor="#D5E2BB" stroked="f">
                <v:path arrowok="t"/>
                <v:fill/>
              </v:shape>
            </v:group>
            <v:group style="position:absolute;left:636;top:5498;width:14482;height:57" coordorigin="636,5498" coordsize="14482,57">
              <v:shape style="position:absolute;left:636;top:5498;width:14482;height:57" coordorigin="636,5498" coordsize="14482,57" path="m636,5556l15118,5556,15118,5498,636,5498,636,5556xe" filled="t" fillcolor="#D5E2BB" stroked="f">
                <v:path arrowok="t"/>
                <v:fill/>
              </v:shape>
            </v:group>
            <v:group style="position:absolute;left:737;top:5269;width:14278;height:230" coordorigin="737,5269" coordsize="14278,230">
              <v:shape style="position:absolute;left:737;top:5269;width:14278;height:230" coordorigin="737,5269" coordsize="14278,230" path="m737,5499l15014,5499,15014,5269,737,5269,737,5499e" filled="t" fillcolor="#D5E2BB" stroked="f">
                <v:path arrowok="t"/>
                <v:fill/>
              </v:shape>
            </v:group>
            <v:group style="position:absolute;left:624;top:5234;width:14503;height:12" coordorigin="624,5234" coordsize="14503,12">
              <v:shape style="position:absolute;left:624;top:5234;width:14503;height:12" coordorigin="624,5234" coordsize="14503,12" path="m624,5246l15127,5246,15127,5234,624,5234,624,5246xe" filled="t" fillcolor="#000000" stroked="f">
                <v:path arrowok="t"/>
                <v:fill/>
              </v:shape>
            </v:group>
            <v:group style="position:absolute;left:636;top:5555;width:101;height:230" coordorigin="636,5555" coordsize="101,230">
              <v:shape style="position:absolute;left:636;top:5555;width:101;height:230" coordorigin="636,5555" coordsize="101,230" path="m636,5785l737,5785,737,5555,636,5555,636,5785e" filled="t" fillcolor="#D5E2BB" stroked="f">
                <v:path arrowok="t"/>
                <v:fill/>
              </v:shape>
            </v:group>
            <v:group style="position:absolute;left:15014;top:5555;width:103;height:230" coordorigin="15014,5555" coordsize="103,230">
              <v:shape style="position:absolute;left:15014;top:5555;width:103;height:230" coordorigin="15014,5555" coordsize="103,230" path="m15014,5785l15118,5785,15118,5555,15014,5555,15014,5785e" filled="t" fillcolor="#D5E2BB" stroked="f">
                <v:path arrowok="t"/>
                <v:fill/>
              </v:shape>
            </v:group>
            <v:group style="position:absolute;left:636;top:5784;width:14482;height:24" coordorigin="636,5784" coordsize="14482,24">
              <v:shape style="position:absolute;left:636;top:5784;width:14482;height:24" coordorigin="636,5784" coordsize="14482,24" path="m636,5808l15118,5808,15118,5784,636,5784,636,5808xe" filled="t" fillcolor="#D5E2BB" stroked="f">
                <v:path arrowok="t"/>
                <v:fill/>
              </v:shape>
            </v:group>
            <v:group style="position:absolute;left:737;top:5555;width:14278;height:230" coordorigin="737,5555" coordsize="14278,230">
              <v:shape style="position:absolute;left:737;top:5555;width:14278;height:230" coordorigin="737,5555" coordsize="14278,230" path="m737,5785l15014,5785,15014,5555,737,5555,737,5785e" filled="t" fillcolor="#D5E2BB" stroked="f">
                <v:path arrowok="t"/>
                <v:fill/>
              </v:shape>
            </v:group>
            <v:group style="position:absolute;left:624;top:5520;width:14503;height:12" coordorigin="624,5520" coordsize="14503,12">
              <v:shape style="position:absolute;left:624;top:5520;width:14503;height:12" coordorigin="624,5520" coordsize="14503,12" path="m624,5532l15127,5532,15127,5520,624,5520,624,5532xe" filled="t" fillcolor="#000000" stroked="f">
                <v:path arrowok="t"/>
                <v:fill/>
              </v:shape>
            </v:group>
            <v:group style="position:absolute;left:624;top:5806;width:14503;height:12" coordorigin="624,5806" coordsize="14503,12">
              <v:shape style="position:absolute;left:624;top:5806;width:14503;height:12" coordorigin="624,5806" coordsize="14503,12" path="m624,5817l15127,5817,15127,5806,624,5806,624,5817xe" filled="t" fillcolor="#000000" stroked="f">
                <v:path arrowok="t"/>
                <v:fill/>
              </v:shape>
            </v:group>
            <v:group style="position:absolute;left:624;top:10665;width:14503;height:2" coordorigin="624,10665" coordsize="14503,2">
              <v:shape style="position:absolute;left:624;top:10665;width:14503;height:2" coordorigin="624,10665" coordsize="14503,0" path="m624,10665l15127,10665e" filled="f" stroked="t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9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n!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546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800007pt;width:9.120pt;height:24.48pt;mso-position-horizontal-relative:page;mso-position-vertical-relative:paragraph;z-index:-1772" type="#_x0000_t75">
            <v:imagedata r:id="rId34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!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32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!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" w:after="0" w:line="237" w:lineRule="auto"/>
        <w:ind w:left="837" w:right="275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3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nre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e’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or’s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6" w:after="0" w:line="237" w:lineRule="auto"/>
        <w:ind w:left="837" w:right="371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3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groups.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roo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ob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237" w:lineRule="auto"/>
        <w:ind w:left="837" w:right="344" w:firstLine="-360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3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act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groups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5" w:after="0" w:line="272" w:lineRule="auto"/>
        <w:ind w:left="117" w:right="655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defi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ences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uns.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448" w:right="265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Form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Form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;</w:t>
      </w:r>
      <w:r>
        <w:rPr>
          <w:rFonts w:ascii="Arial" w:hAnsi="Arial" w:cs="Arial" w:eastAsia="Arial"/>
          <w:sz w:val="20"/>
          <w:szCs w:val="20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;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5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8" w:lineRule="exact"/>
        <w:ind w:left="117" w:right="45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(o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6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6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artners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gr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de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text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2" w:lineRule="exact"/>
        <w:ind w:left="837" w:right="172" w:firstLine="-36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ared,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gree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W8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3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!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.”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02" w:right="889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so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center"/>
        <w:spacing w:after="0"/>
        <w:sectPr>
          <w:pgMar w:header="0" w:footer="1138" w:top="660" w:bottom="1320" w:left="620" w:right="720"/>
          <w:pgSz w:w="15840" w:h="12240" w:orient="landscape"/>
        </w:sectPr>
      </w:pPr>
      <w:rPr/>
    </w:p>
    <w:p>
      <w:pPr>
        <w:spacing w:before="6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09999pt;margin-top:35.950001pt;width:727.06pt;height:486.796pt;mso-position-horizontal-relative:page;mso-position-vertical-relative:page;z-index:-1770" coordorigin="606,719" coordsize="14541,9736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715" coordorigin="629,730" coordsize="2,9715">
              <v:shape style="position:absolute;left:629;top:730;width:2;height:9715" coordorigin="629,730" coordsize="0,9715" path="m629,730l629,10444e" filled="f" stroked="t" strokeweight=".580pt" strokecolor="#000000">
                <v:path arrowok="t"/>
              </v:shape>
            </v:group>
            <v:group style="position:absolute;left:15122;top:730;width:2;height:9715" coordorigin="15122,730" coordsize="2,9715">
              <v:shape style="position:absolute;left:15122;top:730;width:2;height:9715" coordorigin="15122,730" coordsize="0,9715" path="m15122,730l15122,10444e" filled="f" stroked="t" strokeweight=".579980pt" strokecolor="#000000">
                <v:path arrowok="t"/>
              </v:shape>
            </v:group>
            <v:group style="position:absolute;left:636;top:4961;width:14482;height:24" coordorigin="636,4961" coordsize="14482,24">
              <v:shape style="position:absolute;left:636;top:4961;width:14482;height:24" coordorigin="636,4961" coordsize="14482,24" path="m636,4984l15118,4984,15118,4961,636,4961,636,4984xe" filled="t" fillcolor="#D5E2BB" stroked="f">
                <v:path arrowok="t"/>
                <v:fill/>
              </v:shape>
            </v:group>
            <v:group style="position:absolute;left:636;top:4983;width:101;height:230" coordorigin="636,4983" coordsize="101,230">
              <v:shape style="position:absolute;left:636;top:4983;width:101;height:230" coordorigin="636,4983" coordsize="101,230" path="m636,5214l737,5214,737,4983,636,4983,636,5214e" filled="t" fillcolor="#D5E2BB" stroked="f">
                <v:path arrowok="t"/>
                <v:fill/>
              </v:shape>
            </v:group>
            <v:group style="position:absolute;left:15014;top:4983;width:103;height:230" coordorigin="15014,4983" coordsize="103,230">
              <v:shape style="position:absolute;left:15014;top:4983;width:103;height:230" coordorigin="15014,4983" coordsize="103,230" path="m15014,5214l15118,5214,15118,4983,15014,4983,15014,5214e" filled="t" fillcolor="#D5E2BB" stroked="f">
                <v:path arrowok="t"/>
                <v:fill/>
              </v:shape>
            </v:group>
            <v:group style="position:absolute;left:636;top:5213;width:14482;height:60" coordorigin="636,5213" coordsize="14482,60">
              <v:shape style="position:absolute;left:636;top:5213;width:14482;height:60" coordorigin="636,5213" coordsize="14482,60" path="m636,5272l15118,5272,15118,5213,636,5213,636,5272xe" filled="t" fillcolor="#D5E2BB" stroked="f">
                <v:path arrowok="t"/>
                <v:fill/>
              </v:shape>
            </v:group>
            <v:group style="position:absolute;left:737;top:4983;width:14278;height:230" coordorigin="737,4983" coordsize="14278,230">
              <v:shape style="position:absolute;left:737;top:4983;width:14278;height:230" coordorigin="737,4983" coordsize="14278,230" path="m737,5214l15014,5214,15014,4983,737,4983,737,5214e" filled="t" fillcolor="#D5E2BB" stroked="f">
                <v:path arrowok="t"/>
                <v:fill/>
              </v:shape>
            </v:group>
            <v:group style="position:absolute;left:624;top:4951;width:14503;height:12" coordorigin="624,4951" coordsize="14503,12">
              <v:shape style="position:absolute;left:624;top:4951;width:14503;height:12" coordorigin="624,4951" coordsize="14503,12" path="m624,4963l15127,4963,15127,4951,624,4951,624,4963xe" filled="t" fillcolor="#000000" stroked="f">
                <v:path arrowok="t"/>
                <v:fill/>
              </v:shape>
            </v:group>
            <v:group style="position:absolute;left:636;top:5271;width:101;height:228" coordorigin="636,5271" coordsize="101,228">
              <v:shape style="position:absolute;left:636;top:5271;width:101;height:228" coordorigin="636,5271" coordsize="101,228" path="m636,5499l737,5499,737,5271,636,5271,636,5499e" filled="t" fillcolor="#D5E2BB" stroked="f">
                <v:path arrowok="t"/>
                <v:fill/>
              </v:shape>
            </v:group>
            <v:group style="position:absolute;left:15014;top:5271;width:103;height:228" coordorigin="15014,5271" coordsize="103,228">
              <v:shape style="position:absolute;left:15014;top:5271;width:103;height:228" coordorigin="15014,5271" coordsize="103,228" path="m15014,5499l15118,5499,15118,5271,15014,5271,15014,5499e" filled="t" fillcolor="#D5E2BB" stroked="f">
                <v:path arrowok="t"/>
                <v:fill/>
              </v:shape>
            </v:group>
            <v:group style="position:absolute;left:636;top:5498;width:14482;height:26" coordorigin="636,5498" coordsize="14482,26">
              <v:shape style="position:absolute;left:636;top:5498;width:14482;height:26" coordorigin="636,5498" coordsize="14482,26" path="m636,5524l15118,5524,15118,5498,636,5498,636,5524xe" filled="t" fillcolor="#D5E2BB" stroked="f">
                <v:path arrowok="t"/>
                <v:fill/>
              </v:shape>
            </v:group>
            <v:group style="position:absolute;left:737;top:5271;width:14278;height:228" coordorigin="737,5271" coordsize="14278,228">
              <v:shape style="position:absolute;left:737;top:5271;width:14278;height:228" coordorigin="737,5271" coordsize="14278,228" path="m737,5499l15014,5499,15014,5271,737,5271,737,5499e" filled="t" fillcolor="#D5E2BB" stroked="f">
                <v:path arrowok="t"/>
                <v:fill/>
              </v:shape>
            </v:group>
            <v:group style="position:absolute;left:624;top:5237;width:14503;height:12" coordorigin="624,5237" coordsize="14503,12">
              <v:shape style="position:absolute;left:624;top:5237;width:14503;height:12" coordorigin="624,5237" coordsize="14503,12" path="m624,5248l15127,5248,15127,5237,624,5237,624,5248xe" filled="t" fillcolor="#000000" stroked="f">
                <v:path arrowok="t"/>
                <v:fill/>
              </v:shape>
            </v:group>
            <v:group style="position:absolute;left:624;top:5522;width:14503;height:12" coordorigin="624,5522" coordsize="14503,12">
              <v:shape style="position:absolute;left:624;top:5522;width:14503;height:12" coordorigin="624,5522" coordsize="14503,12" path="m624,5534l15127,5534,15127,5522,624,5522,624,5534xe" filled="t" fillcolor="#000000" stroked="f">
                <v:path arrowok="t"/>
                <v:fill/>
              </v:shape>
            </v:group>
            <v:group style="position:absolute;left:624;top:10449;width:14503;height:2" coordorigin="624,10449" coordsize="14503,2">
              <v:shape style="position:absolute;left:624;top:10449;width:14503;height:2" coordorigin="624,10449" coordsize="14503,0" path="m624,10449l15127,10449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37" w:lineRule="auto"/>
        <w:ind w:left="837" w:right="89" w:firstLine="-360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3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‘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4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7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11.4pt;width:9.120pt;height:24.48pt;mso-position-horizontal-relative:page;mso-position-vertical-relative:paragraph;z-index:-1771" type="#_x0000_t75">
            <v:imagedata r:id="rId41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40" w:lineRule="auto"/>
        <w:ind w:left="837" w:right="1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‘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ural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30" w:lineRule="exact"/>
        <w:ind w:left="837" w:right="49" w:firstLine="-360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4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exa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ween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‘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28" w:lineRule="exact"/>
        <w:ind w:left="837" w:right="236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4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Chart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ural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arou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ween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ural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86" w:lineRule="auto"/>
        <w:ind w:left="117" w:right="696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loca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facts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pini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8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(o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6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d)</w:t>
      </w:r>
      <w:r>
        <w:rPr>
          <w:rFonts w:ascii="Arial" w:hAnsi="Arial" w:cs="Arial" w:eastAsia="Arial"/>
          <w:sz w:val="20"/>
          <w:szCs w:val="20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grade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text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837" w:right="132" w:firstLine="-36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ared,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180" w:firstLine="44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usa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61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RI6.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11.680853pt;width:9.120pt;height:36.630pt;mso-position-horizontal-relative:page;mso-position-vertical-relative:paragraph;z-index:-1769" type="#_x0000_t75">
            <v:imagedata r:id="rId44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!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46" w:lineRule="auto"/>
        <w:ind w:left="837" w:right="13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torm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9" w:after="0" w:line="230" w:lineRule="exact"/>
        <w:ind w:left="837" w:right="216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4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28" w:lineRule="exact"/>
        <w:ind w:left="837" w:right="184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599998pt;width:9.120pt;height:12.24pt;mso-position-horizontal-relative:page;mso-position-vertical-relative:paragraph;z-index:-1768" type="#_x0000_t75">
            <v:imagedata r:id="rId46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4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/F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38" w:top="660" w:bottom="1360" w:left="620" w:right="760"/>
          <w:pgSz w:w="15840" w:h="12240" w:orient="landscape"/>
        </w:sectPr>
      </w:pPr>
      <w:rPr/>
    </w:p>
    <w:p>
      <w:pPr>
        <w:spacing w:before="68" w:after="0" w:line="298" w:lineRule="auto"/>
        <w:ind w:left="117" w:right="7044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70001pt;margin-top:35.660pt;width:726.94pt;height:488.046pt;mso-position-horizontal-relative:page;mso-position-vertical-relative:page;z-index:-1767" coordorigin="607,713" coordsize="14539,9761">
            <v:group style="position:absolute;left:636;top:729;width:14482;height:26" coordorigin="636,729" coordsize="14482,26">
              <v:shape style="position:absolute;left:636;top:729;width:14482;height:26" coordorigin="636,729" coordsize="14482,26" path="m636,755l15118,755,15118,729,636,729,636,755xe" filled="t" fillcolor="#D5E2BB" stroked="f">
                <v:path arrowok="t"/>
                <v:fill/>
              </v:shape>
            </v:group>
            <v:group style="position:absolute;left:636;top:754;width:101;height:230" coordorigin="636,754" coordsize="101,230">
              <v:shape style="position:absolute;left:636;top:754;width:101;height:230" coordorigin="636,754" coordsize="101,230" path="m636,984l737,984,737,754,636,754,636,984e" filled="t" fillcolor="#D5E2BB" stroked="f">
                <v:path arrowok="t"/>
                <v:fill/>
              </v:shape>
            </v:group>
            <v:group style="position:absolute;left:15014;top:754;width:103;height:230" coordorigin="15014,754" coordsize="103,230">
              <v:shape style="position:absolute;left:15014;top:754;width:103;height:230" coordorigin="15014,754" coordsize="103,230" path="m15014,984l15118,984,15118,754,15014,754,15014,984e" filled="t" fillcolor="#D5E2BB" stroked="f">
                <v:path arrowok="t"/>
                <v:fill/>
              </v:shape>
            </v:group>
            <v:group style="position:absolute;left:636;top:983;width:14482;height:57" coordorigin="636,983" coordsize="14482,57">
              <v:shape style="position:absolute;left:636;top:983;width:14482;height:57" coordorigin="636,983" coordsize="14482,57" path="m636,1040l15118,1040,15118,983,636,983,636,1040xe" filled="t" fillcolor="#D5E2BB" stroked="f">
                <v:path arrowok="t"/>
                <v:fill/>
              </v:shape>
            </v:group>
            <v:group style="position:absolute;left:737;top:754;width:14278;height:230" coordorigin="737,754" coordsize="14278,230">
              <v:shape style="position:absolute;left:737;top:754;width:14278;height:230" coordorigin="737,754" coordsize="14278,230" path="m737,984l15014,984,15014,754,737,754,737,984e" filled="t" fillcolor="#D5E2BB" stroked="f">
                <v:path arrowok="t"/>
                <v:fill/>
              </v:shape>
            </v:group>
            <v:group style="position:absolute;left:624;top:719;width:14503;height:12" coordorigin="624,719" coordsize="14503,12">
              <v:shape style="position:absolute;left:624;top:719;width:14503;height:12" coordorigin="624,719" coordsize="14503,12" path="m624,731l15127,731,15127,719,624,719,624,731xe" filled="t" fillcolor="#000000" stroked="f">
                <v:path arrowok="t"/>
                <v:fill/>
              </v:shape>
            </v:group>
            <v:group style="position:absolute;left:629;top:730;width:2;height:9734" coordorigin="629,730" coordsize="2,9734">
              <v:shape style="position:absolute;left:629;top:730;width:2;height:9734" coordorigin="629,730" coordsize="0,9734" path="m629,730l629,10464e" filled="f" stroked="t" strokeweight=".580pt" strokecolor="#000000">
                <v:path arrowok="t"/>
              </v:shape>
            </v:group>
            <v:group style="position:absolute;left:15122;top:730;width:2;height:9734" coordorigin="15122,730" coordsize="2,9734">
              <v:shape style="position:absolute;left:15122;top:730;width:2;height:9734" coordorigin="15122,730" coordsize="0,9734" path="m15122,730l15122,10464e" filled="f" stroked="t" strokeweight=".579980pt" strokecolor="#000000">
                <v:path arrowok="t"/>
              </v:shape>
            </v:group>
            <v:group style="position:absolute;left:636;top:1039;width:101;height:231" coordorigin="636,1039" coordsize="101,231">
              <v:shape style="position:absolute;left:636;top:1039;width:101;height:231" coordorigin="636,1039" coordsize="101,231" path="m636,1270l737,1270,737,1039,636,1039,636,1270e" filled="t" fillcolor="#D5E2BB" stroked="f">
                <v:path arrowok="t"/>
                <v:fill/>
              </v:shape>
            </v:group>
            <v:group style="position:absolute;left:15014;top:1039;width:103;height:231" coordorigin="15014,1039" coordsize="103,231">
              <v:shape style="position:absolute;left:15014;top:1039;width:103;height:231" coordorigin="15014,1039" coordsize="103,231" path="m15014,1270l15118,1270,15118,1039,15014,1039,15014,1270e" filled="t" fillcolor="#D5E2BB" stroked="f">
                <v:path arrowok="t"/>
                <v:fill/>
              </v:shape>
            </v:group>
            <v:group style="position:absolute;left:636;top:1269;width:14482;height:24" coordorigin="636,1269" coordsize="14482,24">
              <v:shape style="position:absolute;left:636;top:1269;width:14482;height:24" coordorigin="636,1269" coordsize="14482,24" path="m636,1293l15118,1293,15118,1269,636,1269,636,1293xe" filled="t" fillcolor="#D5E2BB" stroked="f">
                <v:path arrowok="t"/>
                <v:fill/>
              </v:shape>
            </v:group>
            <v:group style="position:absolute;left:737;top:1039;width:14278;height:231" coordorigin="737,1039" coordsize="14278,231">
              <v:shape style="position:absolute;left:737;top:1039;width:14278;height:231" coordorigin="737,1039" coordsize="14278,231" path="m737,1270l15014,1270,15014,1039,737,1039,737,1270e" filled="t" fillcolor="#D5E2BB" stroked="f">
                <v:path arrowok="t"/>
                <v:fill/>
              </v:shape>
            </v:group>
            <v:group style="position:absolute;left:624;top:1005;width:14503;height:12" coordorigin="624,1005" coordsize="14503,12">
              <v:shape style="position:absolute;left:624;top:1005;width:14503;height:12" coordorigin="624,1005" coordsize="14503,12" path="m624,1016l15127,1016,15127,1005,624,1005,624,1016xe" filled="t" fillcolor="#000000" stroked="f">
                <v:path arrowok="t"/>
                <v:fill/>
              </v:shape>
            </v:group>
            <v:group style="position:absolute;left:624;top:1291;width:14503;height:12" coordorigin="624,1291" coordsize="14503,12">
              <v:shape style="position:absolute;left:624;top:1291;width:14503;height:12" coordorigin="624,1291" coordsize="14503,12" path="m624,1302l15127,1302,15127,1291,624,1291,624,1302xe" filled="t" fillcolor="#000000" stroked="f">
                <v:path arrowok="t"/>
                <v:fill/>
              </v:shape>
            </v:group>
            <v:group style="position:absolute;left:636;top:6413;width:14482;height:24" coordorigin="636,6413" coordsize="14482,24">
              <v:shape style="position:absolute;left:636;top:6413;width:14482;height:24" coordorigin="636,6413" coordsize="14482,24" path="m636,6437l15118,6437,15118,6413,636,6413,636,6437xe" filled="t" fillcolor="#D5E2BB" stroked="f">
                <v:path arrowok="t"/>
                <v:fill/>
              </v:shape>
            </v:group>
            <v:group style="position:absolute;left:636;top:6436;width:101;height:230" coordorigin="636,6436" coordsize="101,230">
              <v:shape style="position:absolute;left:636;top:6436;width:101;height:230" coordorigin="636,6436" coordsize="101,230" path="m636,6666l737,6666,737,6436,636,6436,636,6666e" filled="t" fillcolor="#D5E2BB" stroked="f">
                <v:path arrowok="t"/>
                <v:fill/>
              </v:shape>
            </v:group>
            <v:group style="position:absolute;left:15014;top:6436;width:103;height:230" coordorigin="15014,6436" coordsize="103,230">
              <v:shape style="position:absolute;left:15014;top:6436;width:103;height:230" coordorigin="15014,6436" coordsize="103,230" path="m15014,6666l15118,6666,15118,6436,15014,6436,15014,6666e" filled="t" fillcolor="#D5E2BB" stroked="f">
                <v:path arrowok="t"/>
                <v:fill/>
              </v:shape>
            </v:group>
            <v:group style="position:absolute;left:636;top:6665;width:14482;height:57" coordorigin="636,6665" coordsize="14482,57">
              <v:shape style="position:absolute;left:636;top:6665;width:14482;height:57" coordorigin="636,6665" coordsize="14482,57" path="m636,6722l15118,6722,15118,6665,636,6665,636,6722xe" filled="t" fillcolor="#D5E2BB" stroked="f">
                <v:path arrowok="t"/>
                <v:fill/>
              </v:shape>
            </v:group>
            <v:group style="position:absolute;left:737;top:6436;width:14278;height:230" coordorigin="737,6436" coordsize="14278,230">
              <v:shape style="position:absolute;left:737;top:6436;width:14278;height:230" coordorigin="737,6436" coordsize="14278,230" path="m737,6666l15014,6666,15014,6436,737,6436,737,6666e" filled="t" fillcolor="#D5E2BB" stroked="f">
                <v:path arrowok="t"/>
                <v:fill/>
              </v:shape>
            </v:group>
            <v:group style="position:absolute;left:624;top:6404;width:14503;height:12" coordorigin="624,6404" coordsize="14503,12">
              <v:shape style="position:absolute;left:624;top:6404;width:14503;height:12" coordorigin="624,6404" coordsize="14503,12" path="m624,6415l15127,6415,15127,6404,624,6404,624,6415xe" filled="t" fillcolor="#000000" stroked="f">
                <v:path arrowok="t"/>
                <v:fill/>
              </v:shape>
            </v:group>
            <v:group style="position:absolute;left:636;top:6721;width:101;height:230" coordorigin="636,6721" coordsize="101,230">
              <v:shape style="position:absolute;left:636;top:6721;width:101;height:230" coordorigin="636,6721" coordsize="101,230" path="m636,6952l737,6952,737,6721,636,6721,636,6952e" filled="t" fillcolor="#D5E2BB" stroked="f">
                <v:path arrowok="t"/>
                <v:fill/>
              </v:shape>
            </v:group>
            <v:group style="position:absolute;left:15014;top:6721;width:103;height:230" coordorigin="15014,6721" coordsize="103,230">
              <v:shape style="position:absolute;left:15014;top:6721;width:103;height:230" coordorigin="15014,6721" coordsize="103,230" path="m15014,6952l15118,6952,15118,6721,15014,6721,15014,6952e" filled="t" fillcolor="#D5E2BB" stroked="f">
                <v:path arrowok="t"/>
                <v:fill/>
              </v:shape>
            </v:group>
            <v:group style="position:absolute;left:636;top:6951;width:14482;height:26" coordorigin="636,6951" coordsize="14482,26">
              <v:shape style="position:absolute;left:636;top:6951;width:14482;height:26" coordorigin="636,6951" coordsize="14482,26" path="m636,6977l15118,6977,15118,6951,636,6951,636,6977xe" filled="t" fillcolor="#D5E2BB" stroked="f">
                <v:path arrowok="t"/>
                <v:fill/>
              </v:shape>
            </v:group>
            <v:group style="position:absolute;left:737;top:6721;width:14278;height:230" coordorigin="737,6721" coordsize="14278,230">
              <v:shape style="position:absolute;left:737;top:6721;width:14278;height:230" coordorigin="737,6721" coordsize="14278,230" path="m737,6952l15014,6952,15014,6721,737,6721,737,6952e" filled="t" fillcolor="#D5E2BB" stroked="f">
                <v:path arrowok="t"/>
                <v:fill/>
              </v:shape>
            </v:group>
            <v:group style="position:absolute;left:624;top:6689;width:14503;height:12" coordorigin="624,6689" coordsize="14503,12">
              <v:shape style="position:absolute;left:624;top:6689;width:14503;height:12" coordorigin="624,6689" coordsize="14503,12" path="m624,6701l15127,6701,15127,6689,624,6689,624,6701xe" filled="t" fillcolor="#000000" stroked="f">
                <v:path arrowok="t"/>
                <v:fill/>
              </v:shape>
            </v:group>
            <v:group style="position:absolute;left:624;top:6975;width:14503;height:12" coordorigin="624,6975" coordsize="14503,12">
              <v:shape style="position:absolute;left:624;top:6975;width:14503;height:12" coordorigin="624,6975" coordsize="14503,12" path="m624,6986l15127,6986,15127,6975,624,6975,624,6986xe" filled="t" fillcolor="#000000" stroked="f">
                <v:path arrowok="t"/>
                <v:fill/>
              </v:shape>
              <v:shape style="position:absolute;left:1097;top:10219;width:182;height:245" type="#_x0000_t75">
                <v:imagedata r:id="rId49" o:title=""/>
              </v:shape>
            </v:group>
            <v:group style="position:absolute;left:624;top:10468;width:14503;height:2" coordorigin="624,10468" coordsize="14503,2">
              <v:shape style="position:absolute;left:624;top:10468;width:14503;height:2" coordorigin="624,10468" coordsize="14503,0" path="m624,10468l15127,10468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uins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book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uin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abi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10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43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artners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30" w:lineRule="exact"/>
        <w:ind w:left="837" w:right="152" w:firstLine="-36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ared,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req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2" w:after="0" w:line="228" w:lineRule="exact"/>
        <w:ind w:left="837" w:right="140" w:firstLine="-36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care,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2" w:lineRule="auto"/>
        <w:ind w:left="117" w:right="20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usa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erbs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b/>
          <w:bCs/>
        </w:rPr>
        <w:t>RI7.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where,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438" w:right="1003"/>
        <w:jc w:val="center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5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!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ap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8" w:after="0" w:line="230" w:lineRule="exact"/>
        <w:ind w:left="837" w:right="67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5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2" w:after="0" w:line="230" w:lineRule="exact"/>
        <w:ind w:left="837" w:right="381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5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ter,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ox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9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late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5" w:after="0" w:line="275" w:lineRule="auto"/>
        <w:ind w:left="117" w:right="582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test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demonstrate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9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503" w:right="3489" w:firstLine="-3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usa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Form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ural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Form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Form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(e.g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d;</w:t>
      </w:r>
      <w:r>
        <w:rPr>
          <w:rFonts w:ascii="Arial" w:hAnsi="Arial" w:cs="Arial" w:eastAsia="Arial"/>
          <w:sz w:val="20"/>
          <w:szCs w:val="20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;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wa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56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32" w:lineRule="exact"/>
        <w:ind w:left="503" w:right="2888" w:firstLine="-3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2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2" w:after="0" w:line="228" w:lineRule="exact"/>
        <w:ind w:left="837" w:right="57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5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!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!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footer="1296" w:header="0" w:top="680" w:bottom="1480" w:left="620" w:right="740"/>
          <w:footerReference w:type="default" r:id="rId48"/>
          <w:pgSz w:w="15840" w:h="12240" w:orient="landscape"/>
        </w:sectPr>
      </w:pPr>
      <w:rPr/>
    </w:p>
    <w:p>
      <w:pPr>
        <w:spacing w:before="81" w:after="0" w:line="240" w:lineRule="auto"/>
        <w:ind w:left="837" w:right="133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98.676pt;mso-position-horizontal-relative:page;mso-position-vertical-relative:page;z-index:-1766" coordorigin="611,719" coordsize="14532,9974">
            <v:shape style="position:absolute;left:1097;top:730;width:182;height:245" type="#_x0000_t75">
              <v:imagedata r:id="rId55" o:title=""/>
            </v:shape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952" coordorigin="629,730" coordsize="2,9952">
              <v:shape style="position:absolute;left:629;top:730;width:2;height:9952" coordorigin="629,730" coordsize="0,9952" path="m629,730l629,10682e" filled="f" stroked="t" strokeweight=".580pt" strokecolor="#000000">
                <v:path arrowok="t"/>
              </v:shape>
            </v:group>
            <v:group style="position:absolute;left:15122;top:730;width:2;height:9952" coordorigin="15122,730" coordsize="2,9952">
              <v:shape style="position:absolute;left:15122;top:730;width:2;height:9952" coordorigin="15122,730" coordsize="0,9952" path="m15122,730l15122,10682e" filled="f" stroked="t" strokeweight=".579980pt" strokecolor="#000000">
                <v:path arrowok="t"/>
              </v:shape>
            </v:group>
            <v:group style="position:absolute;left:636;top:1672;width:14482;height:26" coordorigin="636,1672" coordsize="14482,26">
              <v:shape style="position:absolute;left:636;top:1672;width:14482;height:26" coordorigin="636,1672" coordsize="14482,26" path="m636,1698l15118,1698,15118,1672,636,1672,636,1698xe" filled="t" fillcolor="#D5E2BB" stroked="f">
                <v:path arrowok="t"/>
                <v:fill/>
              </v:shape>
            </v:group>
            <v:group style="position:absolute;left:636;top:1697;width:101;height:230" coordorigin="636,1697" coordsize="101,230">
              <v:shape style="position:absolute;left:636;top:1697;width:101;height:230" coordorigin="636,1697" coordsize="101,230" path="m636,1928l737,1928,737,1697,636,1697,636,1928e" filled="t" fillcolor="#D5E2BB" stroked="f">
                <v:path arrowok="t"/>
                <v:fill/>
              </v:shape>
            </v:group>
            <v:group style="position:absolute;left:15014;top:1697;width:103;height:230" coordorigin="15014,1697" coordsize="103,230">
              <v:shape style="position:absolute;left:15014;top:1697;width:103;height:230" coordorigin="15014,1697" coordsize="103,230" path="m15014,1928l15118,1928,15118,1697,15014,1697,15014,1928e" filled="t" fillcolor="#D5E2BB" stroked="f">
                <v:path arrowok="t"/>
                <v:fill/>
              </v:shape>
            </v:group>
            <v:group style="position:absolute;left:636;top:1927;width:14482;height:24" coordorigin="636,1927" coordsize="14482,24">
              <v:shape style="position:absolute;left:636;top:1927;width:14482;height:24" coordorigin="636,1927" coordsize="14482,24" path="m636,1950l15118,1950,15118,1927,636,1927,636,1950xe" filled="t" fillcolor="#D5E2BB" stroked="f">
                <v:path arrowok="t"/>
                <v:fill/>
              </v:shape>
            </v:group>
            <v:group style="position:absolute;left:737;top:1697;width:14278;height:230" coordorigin="737,1697" coordsize="14278,230">
              <v:shape style="position:absolute;left:737;top:1697;width:14278;height:230" coordorigin="737,1697" coordsize="14278,230" path="m737,1928l15014,1928,15014,1697,737,1697,737,1928e" filled="t" fillcolor="#D5E2BB" stroked="f">
                <v:path arrowok="t"/>
                <v:fill/>
              </v:shape>
            </v:group>
            <v:group style="position:absolute;left:624;top:1663;width:14503;height:12" coordorigin="624,1663" coordsize="14503,12">
              <v:shape style="position:absolute;left:624;top:1663;width:14503;height:12" coordorigin="624,1663" coordsize="14503,12" path="m624,1674l15127,1674,15127,1663,624,1663,624,1674xe" filled="t" fillcolor="#000000" stroked="f">
                <v:path arrowok="t"/>
                <v:fill/>
              </v:shape>
            </v:group>
            <v:group style="position:absolute;left:636;top:1958;width:14482;height:50" coordorigin="636,1958" coordsize="14482,50">
              <v:shape style="position:absolute;left:636;top:1958;width:14482;height:50" coordorigin="636,1958" coordsize="14482,50" path="m636,2008l15118,2008,15118,1958,636,1958,636,2008xe" filled="t" fillcolor="#D5E2BB" stroked="f">
                <v:path arrowok="t"/>
                <v:fill/>
              </v:shape>
            </v:group>
            <v:group style="position:absolute;left:636;top:2007;width:101;height:230" coordorigin="636,2007" coordsize="101,230">
              <v:shape style="position:absolute;left:636;top:2007;width:101;height:230" coordorigin="636,2007" coordsize="101,230" path="m636,2237l737,2237,737,2007,636,2007,636,2237e" filled="t" fillcolor="#D5E2BB" stroked="f">
                <v:path arrowok="t"/>
                <v:fill/>
              </v:shape>
            </v:group>
            <v:group style="position:absolute;left:15014;top:2007;width:103;height:230" coordorigin="15014,2007" coordsize="103,230">
              <v:shape style="position:absolute;left:15014;top:2007;width:103;height:230" coordorigin="15014,2007" coordsize="103,230" path="m15014,2237l15118,2237,15118,2007,15014,2007,15014,2237e" filled="t" fillcolor="#D5E2BB" stroked="f">
                <v:path arrowok="t"/>
                <v:fill/>
              </v:shape>
            </v:group>
            <v:group style="position:absolute;left:636;top:2236;width:14482;height:48" coordorigin="636,2236" coordsize="14482,48">
              <v:shape style="position:absolute;left:636;top:2236;width:14482;height:48" coordorigin="636,2236" coordsize="14482,48" path="m636,2284l15118,2284,15118,2236,636,2236,636,2284xe" filled="t" fillcolor="#D5E2BB" stroked="f">
                <v:path arrowok="t"/>
                <v:fill/>
              </v:shape>
            </v:group>
            <v:group style="position:absolute;left:737;top:2007;width:14278;height:230" coordorigin="737,2007" coordsize="14278,230">
              <v:shape style="position:absolute;left:737;top:2007;width:14278;height:230" coordorigin="737,2007" coordsize="14278,230" path="m737,2237l15014,2237,15014,2007,737,2007,737,2237e" filled="t" fillcolor="#D5E2BB" stroked="f">
                <v:path arrowok="t"/>
                <v:fill/>
              </v:shape>
            </v:group>
            <v:group style="position:absolute;left:624;top:1948;width:14503;height:12" coordorigin="624,1948" coordsize="14503,12">
              <v:shape style="position:absolute;left:624;top:1948;width:14503;height:12" coordorigin="624,1948" coordsize="14503,12" path="m624,1960l15127,1960,15127,1948,624,1948,624,1960xe" filled="t" fillcolor="#000000" stroked="f">
                <v:path arrowok="t"/>
                <v:fill/>
              </v:shape>
            </v:group>
            <v:group style="position:absolute;left:624;top:2282;width:14503;height:12" coordorigin="624,2282" coordsize="14503,12">
              <v:shape style="position:absolute;left:624;top:2282;width:14503;height:12" coordorigin="624,2282" coordsize="14503,12" path="m624,2293l15127,2293,15127,2282,624,2282,624,2293xe" filled="t" fillcolor="#000000" stroked="f">
                <v:path arrowok="t"/>
                <v:fill/>
              </v:shape>
            </v:group>
            <v:group style="position:absolute;left:624;top:10687;width:14503;height:2" coordorigin="624,10687" coordsize="14503,2">
              <v:shape style="position:absolute;left:624;top:10687;width:14503;height:2" coordorigin="624,10687" coordsize="14503,0" path="m624,10687l15127,10687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310" w:lineRule="auto"/>
        <w:ind w:left="117" w:right="879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je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dje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ibe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65" w:lineRule="exact"/>
        <w:ind w:left="17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3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1.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usa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erbs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28" w:lineRule="exact"/>
        <w:ind w:left="117" w:right="45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artners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2" w:lineRule="exact"/>
        <w:ind w:left="837" w:right="172" w:firstLine="-36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ared,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req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gree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care,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8" w:lineRule="exact"/>
        <w:ind w:left="477" w:right="2342"/>
        <w:jc w:val="left"/>
        <w:tabs>
          <w:tab w:pos="8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1" w:lineRule="auto"/>
        <w:ind w:left="117" w:right="9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eve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0"/>
          <w:szCs w:val="20"/>
          <w:color w:val="00000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a;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8" w:after="0" w:line="230" w:lineRule="exact"/>
        <w:ind w:left="837" w:right="510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5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op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!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28" w:lineRule="exact"/>
        <w:ind w:left="837" w:right="609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599998pt;width:9.120pt;height:24.36pt;mso-position-horizontal-relative:page;mso-position-vertical-relative:paragraph;z-index:-1765" type="#_x0000_t75">
            <v:imagedata r:id="rId57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5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pred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e’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or’s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68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237" w:lineRule="auto"/>
        <w:ind w:left="837" w:right="144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35.260399pt;width:9.120pt;height:36.6pt;mso-position-horizontal-relative:page;mso-position-vertical-relative:paragraph;z-index:-1764" type="#_x0000_t75">
            <v:imagedata r:id="rId59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6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part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7.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5" w:after="0" w:line="252" w:lineRule="auto"/>
        <w:ind w:left="837" w:right="382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837" w:right="5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arge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draw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arou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each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7"/>
          <w:pgMar w:footer="1147" w:header="0" w:top="660" w:bottom="1340" w:left="620" w:right="720"/>
          <w:footerReference w:type="default" r:id="rId54"/>
          <w:pgSz w:w="15840" w:h="12240" w:orient="landscape"/>
        </w:sectPr>
      </w:pPr>
      <w:rPr/>
    </w:p>
    <w:p>
      <w:pPr>
        <w:spacing w:before="6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95.316pt;mso-position-horizontal-relative:page;mso-position-vertical-relative:page;z-index:-1763" coordorigin="611,719" coordsize="14532,9906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885" coordorigin="629,730" coordsize="2,9885">
              <v:shape style="position:absolute;left:629;top:730;width:2;height:9885" coordorigin="629,730" coordsize="0,9885" path="m629,730l629,10615e" filled="f" stroked="t" strokeweight=".580pt" strokecolor="#000000">
                <v:path arrowok="t"/>
              </v:shape>
            </v:group>
            <v:group style="position:absolute;left:15122;top:730;width:2;height:9885" coordorigin="15122,730" coordsize="2,9885">
              <v:shape style="position:absolute;left:15122;top:730;width:2;height:9885" coordorigin="15122,730" coordsize="0,9885" path="m15122,730l15122,10615e" filled="f" stroked="t" strokeweight=".579980pt" strokecolor="#000000">
                <v:path arrowok="t"/>
              </v:shape>
            </v:group>
            <v:group style="position:absolute;left:636;top:1903;width:14482;height:26" coordorigin="636,1903" coordsize="14482,26">
              <v:shape style="position:absolute;left:636;top:1903;width:14482;height:26" coordorigin="636,1903" coordsize="14482,26" path="m636,1929l15118,1929,15118,1903,636,1903,636,1929xe" filled="t" fillcolor="#D5E2BB" stroked="f">
                <v:path arrowok="t"/>
                <v:fill/>
              </v:shape>
            </v:group>
            <v:group style="position:absolute;left:636;top:1928;width:101;height:228" coordorigin="636,1928" coordsize="101,228">
              <v:shape style="position:absolute;left:636;top:1928;width:101;height:228" coordorigin="636,1928" coordsize="101,228" path="m636,2156l737,2156,737,1928,636,1928,636,2156e" filled="t" fillcolor="#D5E2BB" stroked="f">
                <v:path arrowok="t"/>
                <v:fill/>
              </v:shape>
            </v:group>
            <v:group style="position:absolute;left:15014;top:1928;width:103;height:228" coordorigin="15014,1928" coordsize="103,228">
              <v:shape style="position:absolute;left:15014;top:1928;width:103;height:228" coordorigin="15014,1928" coordsize="103,228" path="m15014,2156l15118,2156,15118,1928,15014,1928,15014,2156e" filled="t" fillcolor="#D5E2BB" stroked="f">
                <v:path arrowok="t"/>
                <v:fill/>
              </v:shape>
            </v:group>
            <v:group style="position:absolute;left:636;top:2155;width:14482;height:26" coordorigin="636,2155" coordsize="14482,26">
              <v:shape style="position:absolute;left:636;top:2155;width:14482;height:26" coordorigin="636,2155" coordsize="14482,26" path="m636,2181l15118,2181,15118,2155,636,2155,636,2181xe" filled="t" fillcolor="#D5E2BB" stroked="f">
                <v:path arrowok="t"/>
                <v:fill/>
              </v:shape>
            </v:group>
            <v:group style="position:absolute;left:737;top:1928;width:14278;height:228" coordorigin="737,1928" coordsize="14278,228">
              <v:shape style="position:absolute;left:737;top:1928;width:14278;height:228" coordorigin="737,1928" coordsize="14278,228" path="m737,2156l15014,2156,15014,1928,737,1928,737,2156e" filled="t" fillcolor="#D5E2BB" stroked="f">
                <v:path arrowok="t"/>
                <v:fill/>
              </v:shape>
            </v:group>
            <v:group style="position:absolute;left:624;top:1893;width:14503;height:12" coordorigin="624,1893" coordsize="14503,12">
              <v:shape style="position:absolute;left:624;top:1893;width:14503;height:12" coordorigin="624,1893" coordsize="14503,12" path="m624,1905l15127,1905,15127,1893,624,1893,624,1905xe" filled="t" fillcolor="#000000" stroked="f">
                <v:path arrowok="t"/>
                <v:fill/>
              </v:shape>
            </v:group>
            <v:group style="position:absolute;left:636;top:2188;width:14482;height:50" coordorigin="636,2188" coordsize="14482,50">
              <v:shape style="position:absolute;left:636;top:2188;width:14482;height:50" coordorigin="636,2188" coordsize="14482,50" path="m636,2238l15118,2238,15118,2188,636,2188,636,2238xe" filled="t" fillcolor="#D5E2BB" stroked="f">
                <v:path arrowok="t"/>
                <v:fill/>
              </v:shape>
            </v:group>
            <v:group style="position:absolute;left:636;top:2237;width:101;height:228" coordorigin="636,2237" coordsize="101,228">
              <v:shape style="position:absolute;left:636;top:2237;width:101;height:228" coordorigin="636,2237" coordsize="101,228" path="m636,2465l737,2465,737,2237,636,2237,636,2465e" filled="t" fillcolor="#D5E2BB" stroked="f">
                <v:path arrowok="t"/>
                <v:fill/>
              </v:shape>
            </v:group>
            <v:group style="position:absolute;left:15014;top:2237;width:103;height:228" coordorigin="15014,2237" coordsize="103,228">
              <v:shape style="position:absolute;left:15014;top:2237;width:103;height:228" coordorigin="15014,2237" coordsize="103,228" path="m15014,2465l15118,2465,15118,2237,15014,2237,15014,2465e" filled="t" fillcolor="#D5E2BB" stroked="f">
                <v:path arrowok="t"/>
                <v:fill/>
              </v:shape>
            </v:group>
            <v:group style="position:absolute;left:636;top:2464;width:14482;height:50" coordorigin="636,2464" coordsize="14482,50">
              <v:shape style="position:absolute;left:636;top:2464;width:14482;height:50" coordorigin="636,2464" coordsize="14482,50" path="m636,2514l15118,2514,15118,2464,636,2464,636,2514xe" filled="t" fillcolor="#D5E2BB" stroked="f">
                <v:path arrowok="t"/>
                <v:fill/>
              </v:shape>
            </v:group>
            <v:group style="position:absolute;left:737;top:2237;width:14278;height:228" coordorigin="737,2237" coordsize="14278,228">
              <v:shape style="position:absolute;left:737;top:2237;width:14278;height:228" coordorigin="737,2237" coordsize="14278,228" path="m737,2465l15014,2465,15014,2237,737,2237,737,2465e" filled="t" fillcolor="#D5E2BB" stroked="f">
                <v:path arrowok="t"/>
                <v:fill/>
              </v:shape>
            </v:group>
            <v:group style="position:absolute;left:624;top:2179;width:14503;height:12" coordorigin="624,2179" coordsize="14503,12">
              <v:shape style="position:absolute;left:624;top:2179;width:14503;height:12" coordorigin="624,2179" coordsize="14503,12" path="m624,2190l15127,2190,15127,2179,624,2179,624,2190xe" filled="t" fillcolor="#000000" stroked="f">
                <v:path arrowok="t"/>
                <v:fill/>
              </v:shape>
            </v:group>
            <v:group style="position:absolute;left:624;top:2512;width:14503;height:12" coordorigin="624,2512" coordsize="14503,12">
              <v:shape style="position:absolute;left:624;top:2512;width:14503;height:12" coordorigin="624,2512" coordsize="14503,12" path="m624,2524l15127,2524,15127,2512,624,2512,624,2524xe" filled="t" fillcolor="#000000" stroked="f">
                <v:path arrowok="t"/>
                <v:fill/>
              </v:shape>
            </v:group>
            <v:group style="position:absolute;left:624;top:10620;width:14503;height:2" coordorigin="624,10620" coordsize="14503,2">
              <v:shape style="position:absolute;left:624;top:10620;width:14503;height:2" coordorigin="624,10620" coordsize="14503,0" path="m624,10620l15127,10620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49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arou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310" w:lineRule="auto"/>
        <w:ind w:left="117" w:right="625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xt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clues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meani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etermi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ning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6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1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5.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tor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a;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42" w:lineRule="auto"/>
        <w:ind w:left="117" w:right="256" w:firstLine="3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art</w:t>
      </w:r>
      <w:r>
        <w:rPr>
          <w:rFonts w:ascii="Arial" w:hAnsi="Arial" w:cs="Arial" w:eastAsia="Arial"/>
          <w:sz w:val="20"/>
          <w:szCs w:val="20"/>
          <w:color w:val="3A3A39"/>
          <w:spacing w:val="8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117" w:right="11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7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117" w:right="147" w:firstLine="3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e/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2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/u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are/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/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preh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7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root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eral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take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872" w:firstLine="3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grees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ew,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ard,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won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ered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117" w:right="60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6.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urate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went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e”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38" w:lineRule="auto"/>
        <w:ind w:left="837" w:right="243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vo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read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0" w:after="0" w:line="228" w:lineRule="exact"/>
        <w:ind w:left="117" w:right="7228" w:firstLine="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1: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d,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3: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tered,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40"/>
          <w:pgSz w:w="15840" w:h="12240" w:orient="landscape"/>
        </w:sectPr>
      </w:pPr>
      <w:rPr/>
    </w:p>
    <w:p>
      <w:pPr>
        <w:spacing w:before="67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610001pt;margin-top:35.950001pt;width:726.46pt;height:493.276pt;mso-position-horizontal-relative:page;mso-position-vertical-relative:page;z-index:-1762" coordorigin="612,719" coordsize="14529,9866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844" coordorigin="629,730" coordsize="2,9844">
              <v:shape style="position:absolute;left:629;top:730;width:2;height:9844" coordorigin="629,730" coordsize="0,9844" path="m629,730l629,10574e" filled="f" stroked="t" strokeweight=".580pt" strokecolor="#000000">
                <v:path arrowok="t"/>
              </v:shape>
            </v:group>
            <v:group style="position:absolute;left:15122;top:730;width:2;height:9844" coordorigin="15122,730" coordsize="2,9844">
              <v:shape style="position:absolute;left:15122;top:730;width:2;height:9844" coordorigin="15122,730" coordsize="0,9844" path="m15122,730l15122,10574e" filled="f" stroked="t" strokeweight=".579980pt" strokecolor="#000000">
                <v:path arrowok="t"/>
              </v:shape>
            </v:group>
            <v:group style="position:absolute;left:636;top:4649;width:14482;height:26" coordorigin="636,4649" coordsize="14482,26">
              <v:shape style="position:absolute;left:636;top:4649;width:14482;height:26" coordorigin="636,4649" coordsize="14482,26" path="m636,4675l15118,4675,15118,4649,636,4649,636,4675xe" filled="t" fillcolor="#D5E2BB" stroked="f">
                <v:path arrowok="t"/>
                <v:fill/>
              </v:shape>
            </v:group>
            <v:group style="position:absolute;left:636;top:4674;width:101;height:230" coordorigin="636,4674" coordsize="101,230">
              <v:shape style="position:absolute;left:636;top:4674;width:101;height:230" coordorigin="636,4674" coordsize="101,230" path="m636,4904l737,4904,737,4674,636,4674,636,4904e" filled="t" fillcolor="#D5E2BB" stroked="f">
                <v:path arrowok="t"/>
                <v:fill/>
              </v:shape>
            </v:group>
            <v:group style="position:absolute;left:15014;top:4674;width:103;height:230" coordorigin="15014,4674" coordsize="103,230">
              <v:shape style="position:absolute;left:15014;top:4674;width:103;height:230" coordorigin="15014,4674" coordsize="103,230" path="m15014,4904l15118,4904,15118,4674,15014,4674,15014,4904e" filled="t" fillcolor="#D5E2BB" stroked="f">
                <v:path arrowok="t"/>
                <v:fill/>
              </v:shape>
            </v:group>
            <v:group style="position:absolute;left:636;top:4903;width:14482;height:24" coordorigin="636,4903" coordsize="14482,24">
              <v:shape style="position:absolute;left:636;top:4903;width:14482;height:24" coordorigin="636,4903" coordsize="14482,24" path="m636,4927l15118,4927,15118,4903,636,4903,636,4927xe" filled="t" fillcolor="#D5E2BB" stroked="f">
                <v:path arrowok="t"/>
                <v:fill/>
              </v:shape>
            </v:group>
            <v:group style="position:absolute;left:737;top:4674;width:14278;height:230" coordorigin="737,4674" coordsize="14278,230">
              <v:shape style="position:absolute;left:737;top:4674;width:14278;height:230" coordorigin="737,4674" coordsize="14278,230" path="m737,4904l15014,4904,15014,4674,737,4674,737,4904e" filled="t" fillcolor="#D5E2BB" stroked="f">
                <v:path arrowok="t"/>
                <v:fill/>
              </v:shape>
            </v:group>
            <v:group style="position:absolute;left:624;top:4639;width:14503;height:12" coordorigin="624,4639" coordsize="14503,12">
              <v:shape style="position:absolute;left:624;top:4639;width:14503;height:12" coordorigin="624,4639" coordsize="14503,12" path="m624,4651l15127,4651,15127,4639,624,4639,624,4651xe" filled="t" fillcolor="#000000" stroked="f">
                <v:path arrowok="t"/>
                <v:fill/>
              </v:shape>
            </v:group>
            <v:group style="position:absolute;left:636;top:4937;width:14482;height:48" coordorigin="636,4937" coordsize="14482,48">
              <v:shape style="position:absolute;left:636;top:4937;width:14482;height:48" coordorigin="636,4937" coordsize="14482,48" path="m636,4984l15118,4984,15118,4937,636,4937,636,4984xe" filled="t" fillcolor="#D5E2BB" stroked="f">
                <v:path arrowok="t"/>
                <v:fill/>
              </v:shape>
            </v:group>
            <v:group style="position:absolute;left:636;top:4983;width:101;height:230" coordorigin="636,4983" coordsize="101,230">
              <v:shape style="position:absolute;left:636;top:4983;width:101;height:230" coordorigin="636,4983" coordsize="101,230" path="m636,5214l737,5214,737,4983,636,4983,636,5214e" filled="t" fillcolor="#D5E2BB" stroked="f">
                <v:path arrowok="t"/>
                <v:fill/>
              </v:shape>
            </v:group>
            <v:group style="position:absolute;left:15014;top:4983;width:103;height:230" coordorigin="15014,4983" coordsize="103,230">
              <v:shape style="position:absolute;left:15014;top:4983;width:103;height:230" coordorigin="15014,4983" coordsize="103,230" path="m15014,5214l15118,5214,15118,4983,15014,4983,15014,5214e" filled="t" fillcolor="#D5E2BB" stroked="f">
                <v:path arrowok="t"/>
                <v:fill/>
              </v:shape>
            </v:group>
            <v:group style="position:absolute;left:636;top:5213;width:14482;height:48" coordorigin="636,5213" coordsize="14482,48">
              <v:shape style="position:absolute;left:636;top:5213;width:14482;height:48" coordorigin="636,5213" coordsize="14482,48" path="m636,5260l15118,5260,15118,5213,636,5213,636,5260xe" filled="t" fillcolor="#D5E2BB" stroked="f">
                <v:path arrowok="t"/>
                <v:fill/>
              </v:shape>
            </v:group>
            <v:group style="position:absolute;left:737;top:4983;width:14278;height:230" coordorigin="737,4983" coordsize="14278,230">
              <v:shape style="position:absolute;left:737;top:4983;width:14278;height:230" coordorigin="737,4983" coordsize="14278,230" path="m737,5214l15014,5214,15014,4983,737,4983,737,5214e" filled="t" fillcolor="#D5E2BB" stroked="f">
                <v:path arrowok="t"/>
                <v:fill/>
              </v:shape>
            </v:group>
            <v:group style="position:absolute;left:624;top:4925;width:14503;height:12" coordorigin="624,4925" coordsize="14503,12">
              <v:shape style="position:absolute;left:624;top:4925;width:14503;height:12" coordorigin="624,4925" coordsize="14503,12" path="m624,4936l15127,4936,15127,4925,624,4925,624,4936xe" filled="t" fillcolor="#000000" stroked="f">
                <v:path arrowok="t"/>
                <v:fill/>
              </v:shape>
            </v:group>
            <v:group style="position:absolute;left:624;top:5258;width:14503;height:12" coordorigin="624,5258" coordsize="14503,12">
              <v:shape style="position:absolute;left:624;top:5258;width:14503;height:12" coordorigin="624,5258" coordsize="14503,12" path="m624,5270l15127,5270,15127,5258,624,5258,624,5270xe" filled="t" fillcolor="#000000" stroked="f">
                <v:path arrowok="t"/>
                <v:fill/>
              </v:shape>
            </v:group>
            <v:group style="position:absolute;left:624;top:10579;width:14503;height:2" coordorigin="624,10579" coordsize="14503,2">
              <v:shape style="position:absolute;left:624;top:10579;width:14503;height:2" coordorigin="624,10579" coordsize="14503,0" path="m624,10579l15127,10579e" filled="f" stroked="t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orn,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6: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ure,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11: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wdr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12: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urna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14: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15: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16: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17: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18: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19: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20: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compound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9" w:after="0" w:line="298" w:lineRule="auto"/>
        <w:ind w:left="117" w:right="163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unde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ound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med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oined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new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meani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7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2.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n,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242" w:lineRule="auto"/>
        <w:ind w:left="117" w:right="366" w:firstLine="3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art</w:t>
      </w:r>
      <w:r>
        <w:rPr>
          <w:rFonts w:ascii="Arial" w:hAnsi="Arial" w:cs="Arial" w:eastAsia="Arial"/>
          <w:sz w:val="20"/>
          <w:szCs w:val="20"/>
          <w:color w:val="3A3A39"/>
          <w:spacing w:val="8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Cons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ran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448" w:right="4127" w:firstLine="-33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8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take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7" w:lineRule="exact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who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117" w:right="927" w:firstLine="33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ard,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won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ered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282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orga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40"/>
          <w:pgSz w:w="15840" w:h="12240" w:orient="landscape"/>
        </w:sectPr>
      </w:pPr>
      <w:rPr/>
    </w:p>
    <w:p>
      <w:pPr>
        <w:spacing w:before="6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73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where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when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5" w:after="0" w:line="230" w:lineRule="exact"/>
        <w:ind w:left="837" w:right="195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exa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arat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28" w:lineRule="exact"/>
        <w:ind w:left="837" w:right="50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bat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28" w:lineRule="exact"/>
        <w:ind w:left="837" w:right="141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6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where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1" w:lineRule="auto"/>
        <w:ind w:left="117" w:right="694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885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117" w:right="323" w:firstLine="55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40.719906pt;width:726.58pt;height:239.35597pt;mso-position-horizontal-relative:page;mso-position-vertical-relative:paragraph;z-index:-1760" coordorigin="611,814" coordsize="14532,4787">
            <v:group style="position:absolute;left:636;top:830;width:14482;height:26" coordorigin="636,830" coordsize="14482,26">
              <v:shape style="position:absolute;left:636;top:830;width:14482;height:26" coordorigin="636,830" coordsize="14482,26" path="m636,856l15118,856,15118,830,636,830,636,856xe" filled="t" fillcolor="#D5E2BB" stroked="f">
                <v:path arrowok="t"/>
                <v:fill/>
              </v:shape>
            </v:group>
            <v:group style="position:absolute;left:636;top:855;width:101;height:230" coordorigin="636,855" coordsize="101,230">
              <v:shape style="position:absolute;left:636;top:855;width:101;height:230" coordorigin="636,855" coordsize="101,230" path="m636,1085l737,1085,737,855,636,855,636,1085e" filled="t" fillcolor="#D5E2BB" stroked="f">
                <v:path arrowok="t"/>
                <v:fill/>
              </v:shape>
            </v:group>
            <v:group style="position:absolute;left:15014;top:855;width:103;height:230" coordorigin="15014,855" coordsize="103,230">
              <v:shape style="position:absolute;left:15014;top:855;width:103;height:230" coordorigin="15014,855" coordsize="103,230" path="m15014,1085l15118,1085,15118,855,15014,855,15014,1085e" filled="t" fillcolor="#D5E2BB" stroked="f">
                <v:path arrowok="t"/>
                <v:fill/>
              </v:shape>
            </v:group>
            <v:group style="position:absolute;left:636;top:1084;width:14482;height:24" coordorigin="636,1084" coordsize="14482,24">
              <v:shape style="position:absolute;left:636;top:1084;width:14482;height:24" coordorigin="636,1084" coordsize="14482,24" path="m636,1108l15118,1108,15118,1084,636,1084,636,1108xe" filled="t" fillcolor="#D5E2BB" stroked="f">
                <v:path arrowok="t"/>
                <v:fill/>
              </v:shape>
            </v:group>
            <v:group style="position:absolute;left:737;top:855;width:14278;height:230" coordorigin="737,855" coordsize="14278,230">
              <v:shape style="position:absolute;left:737;top:855;width:14278;height:230" coordorigin="737,855" coordsize="14278,230" path="m737,1085l15014,1085,15014,855,737,855,737,1085e" filled="t" fillcolor="#D5E2BB" stroked="f">
                <v:path arrowok="t"/>
                <v:fill/>
              </v:shape>
            </v:group>
            <v:group style="position:absolute;left:624;top:820;width:14503;height:12" coordorigin="624,820" coordsize="14503,12">
              <v:shape style="position:absolute;left:624;top:820;width:14503;height:12" coordorigin="624,820" coordsize="14503,12" path="m624,832l15127,832,15127,820,624,820,624,832xe" filled="t" fillcolor="#000000" stroked="f">
                <v:path arrowok="t"/>
                <v:fill/>
              </v:shape>
            </v:group>
            <v:group style="position:absolute;left:629;top:831;width:2;height:4760" coordorigin="629,831" coordsize="2,4760">
              <v:shape style="position:absolute;left:629;top:831;width:2;height:4760" coordorigin="629,831" coordsize="0,4760" path="m629,831l629,5591e" filled="f" stroked="t" strokeweight=".580pt" strokecolor="#000000">
                <v:path arrowok="t"/>
              </v:shape>
            </v:group>
            <v:group style="position:absolute;left:15122;top:831;width:2;height:4760" coordorigin="15122,831" coordsize="2,4760">
              <v:shape style="position:absolute;left:15122;top:831;width:2;height:4760" coordorigin="15122,831" coordsize="0,4760" path="m15122,831l15122,5591e" filled="f" stroked="t" strokeweight=".579980pt" strokecolor="#000000">
                <v:path arrowok="t"/>
              </v:shape>
            </v:group>
            <v:group style="position:absolute;left:636;top:1115;width:14482;height:50" coordorigin="636,1115" coordsize="14482,50">
              <v:shape style="position:absolute;left:636;top:1115;width:14482;height:50" coordorigin="636,1115" coordsize="14482,50" path="m636,1165l15118,1165,15118,1115,636,1115,636,1165xe" filled="t" fillcolor="#D5E2BB" stroked="f">
                <v:path arrowok="t"/>
                <v:fill/>
              </v:shape>
            </v:group>
            <v:group style="position:absolute;left:636;top:1164;width:101;height:231" coordorigin="636,1164" coordsize="101,231">
              <v:shape style="position:absolute;left:636;top:1164;width:101;height:231" coordorigin="636,1164" coordsize="101,231" path="m636,1395l737,1395,737,1164,636,1164,636,1395e" filled="t" fillcolor="#D5E2BB" stroked="f">
                <v:path arrowok="t"/>
                <v:fill/>
              </v:shape>
            </v:group>
            <v:group style="position:absolute;left:15014;top:1164;width:103;height:231" coordorigin="15014,1164" coordsize="103,231">
              <v:shape style="position:absolute;left:15014;top:1164;width:103;height:231" coordorigin="15014,1164" coordsize="103,231" path="m15014,1395l15118,1395,15118,1164,15014,1164,15014,1395e" filled="t" fillcolor="#D5E2BB" stroked="f">
                <v:path arrowok="t"/>
                <v:fill/>
              </v:shape>
            </v:group>
            <v:group style="position:absolute;left:636;top:1394;width:14482;height:48" coordorigin="636,1394" coordsize="14482,48">
              <v:shape style="position:absolute;left:636;top:1394;width:14482;height:48" coordorigin="636,1394" coordsize="14482,48" path="m636,1442l15118,1442,15118,1394,636,1394,636,1442xe" filled="t" fillcolor="#D5E2BB" stroked="f">
                <v:path arrowok="t"/>
                <v:fill/>
              </v:shape>
            </v:group>
            <v:group style="position:absolute;left:737;top:1164;width:14278;height:231" coordorigin="737,1164" coordsize="14278,231">
              <v:shape style="position:absolute;left:737;top:1164;width:14278;height:231" coordorigin="737,1164" coordsize="14278,231" path="m737,1395l15014,1395,15014,1164,737,1164,737,1395e" filled="t" fillcolor="#D5E2BB" stroked="f">
                <v:path arrowok="t"/>
                <v:fill/>
              </v:shape>
            </v:group>
            <v:group style="position:absolute;left:624;top:1106;width:14503;height:12" coordorigin="624,1106" coordsize="14503,12">
              <v:shape style="position:absolute;left:624;top:1106;width:14503;height:12" coordorigin="624,1106" coordsize="14503,12" path="m624,1117l15127,1117,15127,1106,624,1106,624,1117xe" filled="t" fillcolor="#000000" stroked="f">
                <v:path arrowok="t"/>
                <v:fill/>
              </v:shape>
            </v:group>
            <v:group style="position:absolute;left:624;top:1440;width:14503;height:12" coordorigin="624,1440" coordsize="14503,12">
              <v:shape style="position:absolute;left:624;top:1440;width:14503;height:12" coordorigin="624,1440" coordsize="14503,12" path="m624,1451l15127,1451,15127,1440,624,1440,624,1451xe" filled="t" fillcolor="#000000" stroked="f">
                <v:path arrowok="t"/>
                <v:fill/>
              </v:shape>
            </v:group>
            <v:group style="position:absolute;left:624;top:5596;width:14503;height:2" coordorigin="624,5596" coordsize="14503,2">
              <v:shape style="position:absolute;left:624;top:5596;width:14503;height:2" coordorigin="624,5596" coordsize="14503,0" path="m624,5596l15127,5596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323" w:lineRule="auto"/>
        <w:ind w:left="117" w:right="7148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09994pt;margin-top:-250.740112pt;width:725.73999pt;height:245.31pt;mso-position-horizontal-relative:page;mso-position-vertical-relative:paragraph;z-index:-1761" coordorigin="618,-5015" coordsize="14515,4906">
            <v:group style="position:absolute;left:624;top:-5009;width:14503;height:2" coordorigin="624,-5009" coordsize="14503,2">
              <v:shape style="position:absolute;left:624;top:-5009;width:14503;height:2" coordorigin="624,-5009" coordsize="14503,0" path="m624,-5009l15127,-5009e" filled="f" stroked="t" strokeweight=".580pt" strokecolor="#000000">
                <v:path arrowok="t"/>
              </v:shape>
            </v:group>
            <v:group style="position:absolute;left:629;top:-5004;width:2;height:4885" coordorigin="629,-5004" coordsize="2,4885">
              <v:shape style="position:absolute;left:629;top:-5004;width:2;height:4885" coordorigin="629,-5004" coordsize="0,4885" path="m629,-5004l629,-119e" filled="f" stroked="t" strokeweight=".580pt" strokecolor="#000000">
                <v:path arrowok="t"/>
              </v:shape>
            </v:group>
            <v:group style="position:absolute;left:624;top:-114;width:14503;height:2" coordorigin="624,-114" coordsize="14503,2">
              <v:shape style="position:absolute;left:624;top:-114;width:14503;height:2" coordorigin="624,-114" coordsize="14503,0" path="m624,-114l15127,-114e" filled="f" stroked="t" strokeweight=".58001pt" strokecolor="#000000">
                <v:path arrowok="t"/>
              </v:shape>
            </v:group>
            <v:group style="position:absolute;left:15122;top:-5004;width:2;height:4885" coordorigin="15122,-5004" coordsize="2,4885">
              <v:shape style="position:absolute;left:15122;top:-5004;width:2;height:4885" coordorigin="15122,-5004" coordsize="0,4885" path="m15122,-5004l15122,-119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inclu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2" w:lineRule="auto"/>
        <w:ind w:left="117" w:right="287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Cap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ween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W4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propr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ards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e.)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2" w:lineRule="auto"/>
        <w:ind w:left="117" w:right="92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W6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863" w:right="6913" w:firstLine="-74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837" w:right="-20"/>
        <w:jc w:val="left"/>
        <w:tabs>
          <w:tab w:pos="11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artners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60"/>
          <w:pgSz w:w="15840" w:h="12240" w:orient="landscape"/>
        </w:sectPr>
      </w:pPr>
      <w:rPr/>
    </w:p>
    <w:p>
      <w:pPr>
        <w:spacing w:before="6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837" w:right="205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28" w:lineRule="exact"/>
        <w:ind w:left="837" w:right="195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gree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care,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30" w:lineRule="exact"/>
        <w:ind w:left="477" w:right="2334"/>
        <w:jc w:val="left"/>
        <w:tabs>
          <w:tab w:pos="8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artner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2.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er’s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38" w:lineRule="auto"/>
        <w:ind w:left="837" w:right="332" w:firstLine="-360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ote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ure.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0" w:after="0" w:line="228" w:lineRule="exact"/>
        <w:ind w:left="837" w:right="360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bout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5" w:after="0" w:line="230" w:lineRule="exact"/>
        <w:ind w:left="837" w:right="741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er’s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progra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42" w:lineRule="exact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117" w:right="696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868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117" w:right="62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610001pt;margin-top:39.519909pt;width:726.46pt;height:124.37597pt;mso-position-horizontal-relative:page;mso-position-vertical-relative:paragraph;z-index:-1758" coordorigin="612,790" coordsize="14529,2488">
            <v:group style="position:absolute;left:636;top:806;width:14482;height:26" coordorigin="636,806" coordsize="14482,26">
              <v:shape style="position:absolute;left:636;top:806;width:14482;height:26" coordorigin="636,806" coordsize="14482,26" path="m636,832l15118,832,15118,806,636,806,636,832xe" filled="t" fillcolor="#D5E2BB" stroked="f">
                <v:path arrowok="t"/>
                <v:fill/>
              </v:shape>
            </v:group>
            <v:group style="position:absolute;left:636;top:831;width:101;height:230" coordorigin="636,831" coordsize="101,230">
              <v:shape style="position:absolute;left:636;top:831;width:101;height:230" coordorigin="636,831" coordsize="101,230" path="m636,1061l737,1061,737,831,636,831,636,1061e" filled="t" fillcolor="#D5E2BB" stroked="f">
                <v:path arrowok="t"/>
                <v:fill/>
              </v:shape>
            </v:group>
            <v:group style="position:absolute;left:15014;top:831;width:103;height:230" coordorigin="15014,831" coordsize="103,230">
              <v:shape style="position:absolute;left:15014;top:831;width:103;height:230" coordorigin="15014,831" coordsize="103,230" path="m15014,1061l15118,1061,15118,831,15014,831,15014,1061e" filled="t" fillcolor="#D5E2BB" stroked="f">
                <v:path arrowok="t"/>
                <v:fill/>
              </v:shape>
            </v:group>
            <v:group style="position:absolute;left:636;top:1060;width:14482;height:24" coordorigin="636,1060" coordsize="14482,24">
              <v:shape style="position:absolute;left:636;top:1060;width:14482;height:24" coordorigin="636,1060" coordsize="14482,24" path="m636,1084l15118,1084,15118,1060,636,1060,636,1084xe" filled="t" fillcolor="#D5E2BB" stroked="f">
                <v:path arrowok="t"/>
                <v:fill/>
              </v:shape>
            </v:group>
            <v:group style="position:absolute;left:737;top:831;width:14278;height:230" coordorigin="737,831" coordsize="14278,230">
              <v:shape style="position:absolute;left:737;top:831;width:14278;height:230" coordorigin="737,831" coordsize="14278,230" path="m737,1061l15014,1061,15014,831,737,831,737,1061e" filled="t" fillcolor="#D5E2BB" stroked="f">
                <v:path arrowok="t"/>
                <v:fill/>
              </v:shape>
            </v:group>
            <v:group style="position:absolute;left:624;top:796;width:14503;height:12" coordorigin="624,796" coordsize="14503,12">
              <v:shape style="position:absolute;left:624;top:796;width:14503;height:12" coordorigin="624,796" coordsize="14503,12" path="m624,808l15127,808,15127,796,624,796,624,808xe" filled="t" fillcolor="#000000" stroked="f">
                <v:path arrowok="t"/>
                <v:fill/>
              </v:shape>
            </v:group>
            <v:group style="position:absolute;left:629;top:807;width:2;height:2461" coordorigin="629,807" coordsize="2,2461">
              <v:shape style="position:absolute;left:629;top:807;width:2;height:2461" coordorigin="629,807" coordsize="0,2461" path="m629,807l629,3267e" filled="f" stroked="t" strokeweight=".580pt" strokecolor="#000000">
                <v:path arrowok="t"/>
              </v:shape>
            </v:group>
            <v:group style="position:absolute;left:15122;top:807;width:2;height:2461" coordorigin="15122,807" coordsize="2,2461">
              <v:shape style="position:absolute;left:15122;top:807;width:2;height:2461" coordorigin="15122,807" coordsize="0,2461" path="m15122,807l15122,3267e" filled="f" stroked="t" strokeweight=".579980pt" strokecolor="#000000">
                <v:path arrowok="t"/>
              </v:shape>
            </v:group>
            <v:group style="position:absolute;left:636;top:1094;width:14482;height:48" coordorigin="636,1094" coordsize="14482,48">
              <v:shape style="position:absolute;left:636;top:1094;width:14482;height:48" coordorigin="636,1094" coordsize="14482,48" path="m636,1141l15118,1141,15118,1094,636,1094,636,1141xe" filled="t" fillcolor="#D5E2BB" stroked="f">
                <v:path arrowok="t"/>
                <v:fill/>
              </v:shape>
            </v:group>
            <v:group style="position:absolute;left:636;top:1140;width:101;height:230" coordorigin="636,1140" coordsize="101,230">
              <v:shape style="position:absolute;left:636;top:1140;width:101;height:230" coordorigin="636,1140" coordsize="101,230" path="m636,1371l737,1371,737,1140,636,1140,636,1371e" filled="t" fillcolor="#D5E2BB" stroked="f">
                <v:path arrowok="t"/>
                <v:fill/>
              </v:shape>
            </v:group>
            <v:group style="position:absolute;left:15014;top:1140;width:103;height:230" coordorigin="15014,1140" coordsize="103,230">
              <v:shape style="position:absolute;left:15014;top:1140;width:103;height:230" coordorigin="15014,1140" coordsize="103,230" path="m15014,1371l15118,1371,15118,1140,15014,1140,15014,1371e" filled="t" fillcolor="#D5E2BB" stroked="f">
                <v:path arrowok="t"/>
                <v:fill/>
              </v:shape>
            </v:group>
            <v:group style="position:absolute;left:636;top:1370;width:14482;height:48" coordorigin="636,1370" coordsize="14482,48">
              <v:shape style="position:absolute;left:636;top:1370;width:14482;height:48" coordorigin="636,1370" coordsize="14482,48" path="m636,1417l15118,1417,15118,1370,636,1370,636,1417xe" filled="t" fillcolor="#D5E2BB" stroked="f">
                <v:path arrowok="t"/>
                <v:fill/>
              </v:shape>
            </v:group>
            <v:group style="position:absolute;left:737;top:1140;width:14278;height:230" coordorigin="737,1140" coordsize="14278,230">
              <v:shape style="position:absolute;left:737;top:1140;width:14278;height:230" coordorigin="737,1140" coordsize="14278,230" path="m737,1371l15014,1371,15014,1140,737,1140,737,1371e" filled="t" fillcolor="#D5E2BB" stroked="f">
                <v:path arrowok="t"/>
                <v:fill/>
              </v:shape>
            </v:group>
            <v:group style="position:absolute;left:624;top:1082;width:14503;height:12" coordorigin="624,1082" coordsize="14503,12">
              <v:shape style="position:absolute;left:624;top:1082;width:14503;height:12" coordorigin="624,1082" coordsize="14503,12" path="m624,1093l15127,1093,15127,1082,624,1082,624,1093xe" filled="t" fillcolor="#000000" stroked="f">
                <v:path arrowok="t"/>
                <v:fill/>
              </v:shape>
            </v:group>
            <v:group style="position:absolute;left:624;top:1415;width:14503;height:12" coordorigin="624,1415" coordsize="14503,12">
              <v:shape style="position:absolute;left:624;top:1415;width:14503;height:12" coordorigin="624,1415" coordsize="14503,12" path="m624,1427l15127,1427,15127,1415,624,1415,624,1427xe" filled="t" fillcolor="#000000" stroked="f">
                <v:path arrowok="t"/>
                <v:fill/>
              </v:shape>
            </v:group>
            <v:group style="position:absolute;left:624;top:3272;width:14503;height:2" coordorigin="624,3272" coordsize="14503,2">
              <v:shape style="position:absolute;left:624;top:3272;width:14503;height:2" coordorigin="624,3272" coordsize="14503,0" path="m624,3272l15127,3272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323" w:lineRule="auto"/>
        <w:ind w:left="117" w:right="5035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09994pt;margin-top:-365.240112pt;width:725.73999pt;height:361.01pt;mso-position-horizontal-relative:page;mso-position-vertical-relative:paragraph;z-index:-1759" coordorigin="618,-7305" coordsize="14515,7220">
            <v:group style="position:absolute;left:624;top:-7299;width:14503;height:2" coordorigin="624,-7299" coordsize="14503,2">
              <v:shape style="position:absolute;left:624;top:-7299;width:14503;height:2" coordorigin="624,-7299" coordsize="14503,0" path="m624,-7299l15127,-7299e" filled="f" stroked="t" strokeweight=".580pt" strokecolor="#000000">
                <v:path arrowok="t"/>
              </v:shape>
            </v:group>
            <v:group style="position:absolute;left:629;top:-7294;width:2;height:7199" coordorigin="629,-7294" coordsize="2,7199">
              <v:shape style="position:absolute;left:629;top:-7294;width:2;height:7199" coordorigin="629,-7294" coordsize="0,7199" path="m629,-7294l629,-95e" filled="f" stroked="t" strokeweight=".580pt" strokecolor="#000000">
                <v:path arrowok="t"/>
              </v:shape>
            </v:group>
            <v:group style="position:absolute;left:624;top:-90;width:14503;height:2" coordorigin="624,-90" coordsize="14503,2">
              <v:shape style="position:absolute;left:624;top:-90;width:14503;height:2" coordorigin="624,-90" coordsize="14503,0" path="m624,-90l15127,-90e" filled="f" stroked="t" strokeweight=".58001pt" strokecolor="#000000">
                <v:path arrowok="t"/>
              </v:shape>
            </v:group>
            <v:group style="position:absolute;left:15122;top:-7294;width:2;height:7199" coordorigin="15122,-7294" coordsize="2,7199">
              <v:shape style="position:absolute;left:15122;top:-7294;width:2;height:7199" coordorigin="15122,-7294" coordsize="0,7199" path="m15122,-7294l15122,-95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making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pred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help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dict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comp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ehend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9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2" w:lineRule="auto"/>
        <w:ind w:left="616" w:right="703" w:firstLine="-49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614" w:right="422" w:firstLine="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poral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order.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61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40"/>
          <w:pgSz w:w="15840" w:h="12240" w:orient="landscape"/>
        </w:sectPr>
      </w:pPr>
      <w:rPr/>
    </w:p>
    <w:p>
      <w:pPr>
        <w:spacing w:before="64" w:after="0" w:line="242" w:lineRule="auto"/>
        <w:ind w:left="616" w:right="6933" w:firstLine="-49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61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61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1" w:after="0" w:line="230" w:lineRule="exact"/>
        <w:ind w:left="837" w:right="111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930008pt;width:9.120pt;height:24.48pt;mso-position-horizontal-relative:page;mso-position-vertical-relative:paragraph;z-index:-1757" type="#_x0000_t75">
            <v:imagedata r:id="rId75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7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Read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top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17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ox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er’s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erna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groups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46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orga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hension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943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!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117" w:right="929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99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99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hy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1029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Cook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0" w:lineRule="exact"/>
        <w:ind w:left="117" w:right="955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“Cap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117" w:right="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9.519905pt;width:726.58pt;height:101.33597pt;mso-position-horizontal-relative:page;mso-position-vertical-relative:paragraph;z-index:-1755" coordorigin="611,790" coordsize="14532,2027">
            <v:group style="position:absolute;left:636;top:806;width:14482;height:24" coordorigin="636,806" coordsize="14482,24">
              <v:shape style="position:absolute;left:636;top:806;width:14482;height:24" coordorigin="636,806" coordsize="14482,24" path="m636,829l15118,829,15118,806,636,806,636,829xe" filled="t" fillcolor="#D5E2BB" stroked="f">
                <v:path arrowok="t"/>
                <v:fill/>
              </v:shape>
            </v:group>
            <v:group style="position:absolute;left:636;top:829;width:101;height:231" coordorigin="636,829" coordsize="101,231">
              <v:shape style="position:absolute;left:636;top:829;width:101;height:231" coordorigin="636,829" coordsize="101,231" path="m636,1059l737,1059,737,829,636,829,636,1059e" filled="t" fillcolor="#D5E2BB" stroked="f">
                <v:path arrowok="t"/>
                <v:fill/>
              </v:shape>
            </v:group>
            <v:group style="position:absolute;left:15014;top:829;width:103;height:231" coordorigin="15014,829" coordsize="103,231">
              <v:shape style="position:absolute;left:15014;top:829;width:103;height:231" coordorigin="15014,829" coordsize="103,231" path="m15014,1059l15118,1059,15118,829,15014,829,15014,1059e" filled="t" fillcolor="#D5E2BB" stroked="f">
                <v:path arrowok="t"/>
                <v:fill/>
              </v:shape>
            </v:group>
            <v:group style="position:absolute;left:636;top:1058;width:14482;height:26" coordorigin="636,1058" coordsize="14482,26">
              <v:shape style="position:absolute;left:636;top:1058;width:14482;height:26" coordorigin="636,1058" coordsize="14482,26" path="m636,1084l15118,1084,15118,1058,636,1058,636,1084xe" filled="t" fillcolor="#D5E2BB" stroked="f">
                <v:path arrowok="t"/>
                <v:fill/>
              </v:shape>
            </v:group>
            <v:group style="position:absolute;left:737;top:829;width:14278;height:231" coordorigin="737,829" coordsize="14278,231">
              <v:shape style="position:absolute;left:737;top:829;width:14278;height:231" coordorigin="737,829" coordsize="14278,231" path="m737,1059l15014,1059,15014,829,737,829,737,1059e" filled="t" fillcolor="#D5E2BB" stroked="f">
                <v:path arrowok="t"/>
                <v:fill/>
              </v:shape>
            </v:group>
            <v:group style="position:absolute;left:624;top:796;width:14503;height:12" coordorigin="624,796" coordsize="14503,12">
              <v:shape style="position:absolute;left:624;top:796;width:14503;height:12" coordorigin="624,796" coordsize="14503,12" path="m624,808l15127,808,15127,796,624,796,624,808xe" filled="t" fillcolor="#000000" stroked="f">
                <v:path arrowok="t"/>
                <v:fill/>
              </v:shape>
            </v:group>
            <v:group style="position:absolute;left:629;top:807;width:2;height:2000" coordorigin="629,807" coordsize="2,2000">
              <v:shape style="position:absolute;left:629;top:807;width:2;height:2000" coordorigin="629,807" coordsize="0,2000" path="m629,807l629,2807e" filled="f" stroked="t" strokeweight=".580pt" strokecolor="#000000">
                <v:path arrowok="t"/>
              </v:shape>
            </v:group>
            <v:group style="position:absolute;left:15122;top:807;width:2;height:2000" coordorigin="15122,807" coordsize="2,2000">
              <v:shape style="position:absolute;left:15122;top:807;width:2;height:2000" coordorigin="15122,807" coordsize="0,2000" path="m15122,807l15122,2807e" filled="f" stroked="t" strokeweight=".579980pt" strokecolor="#000000">
                <v:path arrowok="t"/>
              </v:shape>
            </v:group>
            <v:group style="position:absolute;left:636;top:1092;width:14482;height:48" coordorigin="636,1092" coordsize="14482,48">
              <v:shape style="position:absolute;left:636;top:1092;width:14482;height:48" coordorigin="636,1092" coordsize="14482,48" path="m636,1140l15118,1140,15118,1092,636,1092,636,1140xe" filled="t" fillcolor="#D5E2BB" stroked="f">
                <v:path arrowok="t"/>
                <v:fill/>
              </v:shape>
            </v:group>
            <v:group style="position:absolute;left:636;top:1139;width:101;height:230" coordorigin="636,1139" coordsize="101,230">
              <v:shape style="position:absolute;left:636;top:1139;width:101;height:230" coordorigin="636,1139" coordsize="101,230" path="m636,1369l737,1369,737,1139,636,1139,636,1369e" filled="t" fillcolor="#D5E2BB" stroked="f">
                <v:path arrowok="t"/>
                <v:fill/>
              </v:shape>
            </v:group>
            <v:group style="position:absolute;left:15014;top:1139;width:103;height:230" coordorigin="15014,1139" coordsize="103,230">
              <v:shape style="position:absolute;left:15014;top:1139;width:103;height:230" coordorigin="15014,1139" coordsize="103,230" path="m15014,1369l15118,1369,15118,1139,15014,1139,15014,1369e" filled="t" fillcolor="#D5E2BB" stroked="f">
                <v:path arrowok="t"/>
                <v:fill/>
              </v:shape>
            </v:group>
            <v:group style="position:absolute;left:636;top:1368;width:14482;height:50" coordorigin="636,1368" coordsize="14482,50">
              <v:shape style="position:absolute;left:636;top:1368;width:14482;height:50" coordorigin="636,1368" coordsize="14482,50" path="m636,1418l15118,1418,15118,1368,636,1368,636,1418xe" filled="t" fillcolor="#D5E2BB" stroked="f">
                <v:path arrowok="t"/>
                <v:fill/>
              </v:shape>
            </v:group>
            <v:group style="position:absolute;left:737;top:1139;width:14278;height:230" coordorigin="737,1139" coordsize="14278,230">
              <v:shape style="position:absolute;left:737;top:1139;width:14278;height:230" coordorigin="737,1139" coordsize="14278,230" path="m737,1369l15014,1369,15014,1139,737,1139,737,1369e" filled="t" fillcolor="#D5E2BB" stroked="f">
                <v:path arrowok="t"/>
                <v:fill/>
              </v:shape>
            </v:group>
            <v:group style="position:absolute;left:624;top:1082;width:14503;height:12" coordorigin="624,1082" coordsize="14503,12">
              <v:shape style="position:absolute;left:624;top:1082;width:14503;height:12" coordorigin="624,1082" coordsize="14503,12" path="m624,1094l15127,1094,15127,1082,624,1082,624,1094xe" filled="t" fillcolor="#000000" stroked="f">
                <v:path arrowok="t"/>
                <v:fill/>
              </v:shape>
            </v:group>
            <v:group style="position:absolute;left:624;top:1416;width:14503;height:12" coordorigin="624,1416" coordsize="14503,12">
              <v:shape style="position:absolute;left:624;top:1416;width:14503;height:12" coordorigin="624,1416" coordsize="14503,12" path="m624,1428l15127,1428,15127,1416,624,1416,624,1428xe" filled="t" fillcolor="#000000" stroked="f">
                <v:path arrowok="t"/>
                <v:fill/>
              </v:shape>
            </v:group>
            <v:group style="position:absolute;left:624;top:2811;width:14503;height:2" coordorigin="624,2811" coordsize="14503,2">
              <v:shape style="position:absolute;left:624;top:2811;width:14503;height:2" coordorigin="624,2811" coordsize="14503,0" path="m624,2811l15127,2811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323" w:lineRule="auto"/>
        <w:ind w:left="117" w:right="1478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1pt;margin-top:-386.840118pt;width:725.73998pt;height:382.61pt;mso-position-horizontal-relative:page;mso-position-vertical-relative:paragraph;z-index:-1756" coordorigin="618,-7737" coordsize="14515,7652">
            <v:group style="position:absolute;left:624;top:-7731;width:14503;height:2" coordorigin="624,-7731" coordsize="14503,2">
              <v:shape style="position:absolute;left:624;top:-7731;width:14503;height:2" coordorigin="624,-7731" coordsize="14503,0" path="m624,-7731l15127,-7731e" filled="f" stroked="t" strokeweight=".580pt" strokecolor="#000000">
                <v:path arrowok="t"/>
              </v:shape>
            </v:group>
            <v:group style="position:absolute;left:629;top:-7726;width:2;height:7631" coordorigin="629,-7726" coordsize="2,7631">
              <v:shape style="position:absolute;left:629;top:-7726;width:2;height:7631" coordorigin="629,-7726" coordsize="0,7631" path="m629,-7726l629,-95e" filled="f" stroked="t" strokeweight=".580pt" strokecolor="#000000">
                <v:path arrowok="t"/>
              </v:shape>
            </v:group>
            <v:group style="position:absolute;left:624;top:-90;width:14503;height:2" coordorigin="624,-90" coordsize="14503,2">
              <v:shape style="position:absolute;left:624;top:-90;width:14503;height:2" coordorigin="624,-90" coordsize="14503,0" path="m624,-90l15127,-90e" filled="f" stroked="t" strokeweight=".579980pt" strokecolor="#000000">
                <v:path arrowok="t"/>
              </v:shape>
            </v:group>
            <v:group style="position:absolute;left:15122;top:-7726;width:2;height:7631" coordorigin="15122,-7726" coordsize="2,7631">
              <v:shape style="position:absolute;left:15122;top:-7726;width:2;height:7631" coordorigin="15122,-7726" coordsize="0,7631" path="m15122,-7726l15122,-95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ant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8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help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make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opper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oub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bli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10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477" w:right="6933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rat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40"/>
          <w:pgSz w:w="15840" w:h="12240" w:orient="landscape"/>
        </w:sectPr>
      </w:pPr>
      <w:rPr/>
    </w:p>
    <w:p>
      <w:pPr>
        <w:spacing w:before="64" w:after="0" w:line="242" w:lineRule="auto"/>
        <w:ind w:left="117" w:right="7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09981pt;margin-top:35.950001pt;width:725.74002pt;height:487.516pt;mso-position-horizontal-relative:page;mso-position-vertical-relative:page;z-index:-1754" coordorigin="618,719" coordsize="14515,9750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729" coordorigin="629,730" coordsize="2,9729">
              <v:shape style="position:absolute;left:629;top:730;width:2;height:9729" coordorigin="629,730" coordsize="0,9729" path="m629,730l629,10459e" filled="f" stroked="t" strokeweight=".580pt" strokecolor="#000000">
                <v:path arrowok="t"/>
              </v:shape>
            </v:group>
            <v:group style="position:absolute;left:624;top:10464;width:14503;height:2" coordorigin="624,10464" coordsize="14503,2">
              <v:shape style="position:absolute;left:624;top:10464;width:14503;height:2" coordorigin="624,10464" coordsize="14503,0" path="m624,10464l15127,10464e" filled="f" stroked="t" strokeweight=".58004pt" strokecolor="#000000">
                <v:path arrowok="t"/>
              </v:shape>
            </v:group>
            <v:group style="position:absolute;left:15122;top:730;width:2;height:9729" coordorigin="15122,730" coordsize="2,9729">
              <v:shape style="position:absolute;left:15122;top:730;width:2;height:9729" coordorigin="15122,730" coordsize="0,9729" path="m15122,730l15122,10459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a;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8" w:lineRule="exact"/>
        <w:ind w:left="503" w:right="287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8" w:lineRule="exact"/>
        <w:ind w:left="503" w:right="53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act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hts,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3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7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9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3" w:after="0" w:line="228" w:lineRule="exact"/>
        <w:ind w:left="837" w:right="211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nto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groups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urns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1</w:t>
      </w:r>
      <w:r>
        <w:rPr>
          <w:rFonts w:ascii="Arial" w:hAnsi="Arial" w:cs="Arial" w:eastAsia="Arial"/>
          <w:sz w:val="13"/>
          <w:szCs w:val="13"/>
          <w:spacing w:val="0"/>
          <w:w w:val="100"/>
          <w:position w:val="10"/>
        </w:rPr>
        <w:t>st</w:t>
      </w:r>
      <w:r>
        <w:rPr>
          <w:rFonts w:ascii="Arial" w:hAnsi="Arial" w:cs="Arial" w:eastAsia="Arial"/>
          <w:sz w:val="13"/>
          <w:szCs w:val="13"/>
          <w:spacing w:val="17"/>
          <w:w w:val="100"/>
          <w:position w:val="1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aragra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pred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7" w:after="0" w:line="228" w:lineRule="exact"/>
        <w:ind w:left="837" w:right="903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5" w:after="0" w:line="230" w:lineRule="exact"/>
        <w:ind w:left="837" w:right="208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7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graph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hts.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" w:after="0" w:line="237" w:lineRule="auto"/>
        <w:ind w:left="837" w:right="448" w:firstLine="-360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ou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Cook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1" w:after="0" w:line="228" w:lineRule="exact"/>
        <w:ind w:left="837" w:right="305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hension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630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er’s?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579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Capt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117" w:right="5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40"/>
          <w:pgSz w:w="15840" w:h="12240" w:orient="landscape"/>
        </w:sectPr>
      </w:pPr>
      <w:rPr/>
    </w:p>
    <w:p>
      <w:pPr>
        <w:spacing w:before="68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660pt;width:726.58pt;height:494.406pt;mso-position-horizontal-relative:page;mso-position-vertical-relative:page;z-index:-1753" coordorigin="611,713" coordsize="14532,9888">
            <v:group style="position:absolute;left:636;top:729;width:14482;height:26" coordorigin="636,729" coordsize="14482,26">
              <v:shape style="position:absolute;left:636;top:729;width:14482;height:26" coordorigin="636,729" coordsize="14482,26" path="m636,755l15118,755,15118,729,636,729,636,755xe" filled="t" fillcolor="#D5E2BB" stroked="f">
                <v:path arrowok="t"/>
                <v:fill/>
              </v:shape>
            </v:group>
            <v:group style="position:absolute;left:636;top:754;width:101;height:230" coordorigin="636,754" coordsize="101,230">
              <v:shape style="position:absolute;left:636;top:754;width:101;height:230" coordorigin="636,754" coordsize="101,230" path="m636,984l737,984,737,754,636,754,636,984e" filled="t" fillcolor="#D5E2BB" stroked="f">
                <v:path arrowok="t"/>
                <v:fill/>
              </v:shape>
            </v:group>
            <v:group style="position:absolute;left:15014;top:754;width:103;height:230" coordorigin="15014,754" coordsize="103,230">
              <v:shape style="position:absolute;left:15014;top:754;width:103;height:230" coordorigin="15014,754" coordsize="103,230" path="m15014,984l15118,984,15118,754,15014,754,15014,984e" filled="t" fillcolor="#D5E2BB" stroked="f">
                <v:path arrowok="t"/>
                <v:fill/>
              </v:shape>
            </v:group>
            <v:group style="position:absolute;left:636;top:983;width:14482;height:24" coordorigin="636,983" coordsize="14482,24">
              <v:shape style="position:absolute;left:636;top:983;width:14482;height:24" coordorigin="636,983" coordsize="14482,24" path="m636,1007l15118,1007,15118,983,636,983,636,1007xe" filled="t" fillcolor="#D5E2BB" stroked="f">
                <v:path arrowok="t"/>
                <v:fill/>
              </v:shape>
            </v:group>
            <v:group style="position:absolute;left:737;top:754;width:14278;height:230" coordorigin="737,754" coordsize="14278,230">
              <v:shape style="position:absolute;left:737;top:754;width:14278;height:230" coordorigin="737,754" coordsize="14278,230" path="m737,984l15014,984,15014,754,737,754,737,984e" filled="t" fillcolor="#D5E2BB" stroked="f">
                <v:path arrowok="t"/>
                <v:fill/>
              </v:shape>
            </v:group>
            <v:group style="position:absolute;left:624;top:719;width:14503;height:12" coordorigin="624,719" coordsize="14503,12">
              <v:shape style="position:absolute;left:624;top:719;width:14503;height:12" coordorigin="624,719" coordsize="14503,12" path="m624,731l15127,731,15127,719,624,719,624,731xe" filled="t" fillcolor="#000000" stroked="f">
                <v:path arrowok="t"/>
                <v:fill/>
              </v:shape>
            </v:group>
            <v:group style="position:absolute;left:629;top:730;width:2;height:9861" coordorigin="629,730" coordsize="2,9861">
              <v:shape style="position:absolute;left:629;top:730;width:2;height:9861" coordorigin="629,730" coordsize="0,9861" path="m629,730l629,10591e" filled="f" stroked="t" strokeweight=".580pt" strokecolor="#000000">
                <v:path arrowok="t"/>
              </v:shape>
            </v:group>
            <v:group style="position:absolute;left:15122;top:730;width:2;height:9861" coordorigin="15122,730" coordsize="2,9861">
              <v:shape style="position:absolute;left:15122;top:730;width:2;height:9861" coordorigin="15122,730" coordsize="0,9861" path="m15122,730l15122,10591e" filled="f" stroked="t" strokeweight=".579980pt" strokecolor="#000000">
                <v:path arrowok="t"/>
              </v:shape>
            </v:group>
            <v:group style="position:absolute;left:636;top:1014;width:14482;height:50" coordorigin="636,1014" coordsize="14482,50">
              <v:shape style="position:absolute;left:636;top:1014;width:14482;height:50" coordorigin="636,1014" coordsize="14482,50" path="m636,1064l15118,1064,15118,1014,636,1014,636,1064xe" filled="t" fillcolor="#D5E2BB" stroked="f">
                <v:path arrowok="t"/>
                <v:fill/>
              </v:shape>
            </v:group>
            <v:group style="position:absolute;left:636;top:1063;width:101;height:231" coordorigin="636,1063" coordsize="101,231">
              <v:shape style="position:absolute;left:636;top:1063;width:101;height:231" coordorigin="636,1063" coordsize="101,231" path="m636,1294l737,1294,737,1063,636,1063,636,1294e" filled="t" fillcolor="#D5E2BB" stroked="f">
                <v:path arrowok="t"/>
                <v:fill/>
              </v:shape>
            </v:group>
            <v:group style="position:absolute;left:15014;top:1063;width:103;height:231" coordorigin="15014,1063" coordsize="103,231">
              <v:shape style="position:absolute;left:15014;top:1063;width:103;height:231" coordorigin="15014,1063" coordsize="103,231" path="m15014,1294l15118,1294,15118,1063,15014,1063,15014,1294e" filled="t" fillcolor="#D5E2BB" stroked="f">
                <v:path arrowok="t"/>
                <v:fill/>
              </v:shape>
            </v:group>
            <v:group style="position:absolute;left:636;top:1293;width:14482;height:48" coordorigin="636,1293" coordsize="14482,48">
              <v:shape style="position:absolute;left:636;top:1293;width:14482;height:48" coordorigin="636,1293" coordsize="14482,48" path="m636,1341l15118,1341,15118,1293,636,1293,636,1341xe" filled="t" fillcolor="#D5E2BB" stroked="f">
                <v:path arrowok="t"/>
                <v:fill/>
              </v:shape>
            </v:group>
            <v:group style="position:absolute;left:737;top:1063;width:14278;height:231" coordorigin="737,1063" coordsize="14278,231">
              <v:shape style="position:absolute;left:737;top:1063;width:14278;height:231" coordorigin="737,1063" coordsize="14278,231" path="m737,1294l15014,1294,15014,1063,737,1063,737,1294e" filled="t" fillcolor="#D5E2BB" stroked="f">
                <v:path arrowok="t"/>
                <v:fill/>
              </v:shape>
            </v:group>
            <v:group style="position:absolute;left:624;top:1005;width:14503;height:12" coordorigin="624,1005" coordsize="14503,12">
              <v:shape style="position:absolute;left:624;top:1005;width:14503;height:12" coordorigin="624,1005" coordsize="14503,12" path="m624,1016l15127,1016,15127,1005,624,1005,624,1016xe" filled="t" fillcolor="#000000" stroked="f">
                <v:path arrowok="t"/>
                <v:fill/>
              </v:shape>
            </v:group>
            <v:group style="position:absolute;left:624;top:1339;width:14503;height:12" coordorigin="624,1339" coordsize="14503,12">
              <v:shape style="position:absolute;left:624;top:1339;width:14503;height:12" coordorigin="624,1339" coordsize="14503,12" path="m624,1350l15127,1350,15127,1339,624,1339,624,1350xe" filled="t" fillcolor="#000000" stroked="f">
                <v:path arrowok="t"/>
                <v:fill/>
              </v:shape>
            </v:group>
            <v:group style="position:absolute;left:624;top:10596;width:14503;height:2" coordorigin="624,10596" coordsize="14503,2">
              <v:shape style="position:absolute;left:624;top:10596;width:14503;height:2" coordorigin="624,10596" coordsize="14503,0" path="m624,10596l15127,10596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change?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0" w:after="0" w:line="298" w:lineRule="auto"/>
        <w:ind w:left="117" w:right="560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ain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ok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made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opper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7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1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242" w:lineRule="auto"/>
        <w:ind w:left="117" w:right="685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rat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e;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cert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usa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393" w:right="266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393" w:right="4055" w:firstLine="-27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eral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eral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(e.g.,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take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st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37" w:lineRule="auto"/>
        <w:ind w:left="837" w:right="230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artne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47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”</w:t>
      </w:r>
      <w:r>
        <w:rPr>
          <w:rFonts w:ascii="Arial" w:hAnsi="Arial" w:cs="Arial" w:eastAsia="Arial"/>
          <w:sz w:val="20"/>
          <w:szCs w:val="20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tr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h.</w:t>
      </w:r>
      <w:r>
        <w:rPr>
          <w:rFonts w:ascii="Arial" w:hAnsi="Arial" w:cs="Arial" w:eastAsia="Arial"/>
          <w:sz w:val="20"/>
          <w:szCs w:val="20"/>
          <w:spacing w:val="51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aw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Ca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i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  <w:i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tr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ps</w:t>
      </w:r>
      <w:r>
        <w:rPr>
          <w:rFonts w:ascii="Arial" w:hAnsi="Arial" w:cs="Arial" w:eastAsia="Arial"/>
          <w:sz w:val="20"/>
          <w:szCs w:val="20"/>
          <w:spacing w:val="10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gh</w:t>
      </w:r>
      <w:r>
        <w:rPr>
          <w:rFonts w:ascii="Arial" w:hAnsi="Arial" w:cs="Arial" w:eastAsia="Arial"/>
          <w:sz w:val="20"/>
          <w:szCs w:val="20"/>
          <w:spacing w:val="-8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47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arou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6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orded.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artners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orders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8" w:lineRule="exact"/>
        <w:ind w:left="802" w:right="4200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30" w:lineRule="exact"/>
        <w:ind w:left="837" w:right="54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4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gram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99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ur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117" w:right="619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ehension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“Capt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Cook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959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e”?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80" w:bottom="1340" w:left="620" w:right="820"/>
          <w:pgSz w:w="15840" w:h="12240" w:orient="landscape"/>
        </w:sectPr>
      </w:pPr>
      <w:rPr/>
    </w:p>
    <w:p>
      <w:pPr>
        <w:spacing w:before="64" w:after="0" w:line="242" w:lineRule="auto"/>
        <w:ind w:left="117" w:right="78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96.996pt;mso-position-horizontal-relative:page;mso-position-vertical-relative:page;z-index:-1752" coordorigin="611,719" coordsize="14532,9940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919" coordorigin="629,730" coordsize="2,9919">
              <v:shape style="position:absolute;left:629;top:730;width:2;height:9919" coordorigin="629,730" coordsize="0,9919" path="m629,730l629,10648e" filled="f" stroked="t" strokeweight=".580pt" strokecolor="#000000">
                <v:path arrowok="t"/>
              </v:shape>
            </v:group>
            <v:group style="position:absolute;left:15122;top:730;width:2;height:9919" coordorigin="15122,730" coordsize="2,9919">
              <v:shape style="position:absolute;left:15122;top:730;width:2;height:9919" coordorigin="15122,730" coordsize="0,9919" path="m15122,730l15122,10648e" filled="f" stroked="t" strokeweight=".579980pt" strokecolor="#000000">
                <v:path arrowok="t"/>
              </v:shape>
            </v:group>
            <v:group style="position:absolute;left:636;top:1660;width:14482;height:48" coordorigin="636,1660" coordsize="14482,48">
              <v:shape style="position:absolute;left:636;top:1660;width:14482;height:48" coordorigin="636,1660" coordsize="14482,48" path="m636,1708l15118,1708,15118,1660,636,1660,636,1708xe" filled="t" fillcolor="#D5E2BB" stroked="f">
                <v:path arrowok="t"/>
                <v:fill/>
              </v:shape>
            </v:group>
            <v:group style="position:absolute;left:636;top:1707;width:101;height:230" coordorigin="636,1707" coordsize="101,230">
              <v:shape style="position:absolute;left:636;top:1707;width:101;height:230" coordorigin="636,1707" coordsize="101,230" path="m636,1937l737,1937,737,1707,636,1707,636,1937e" filled="t" fillcolor="#D5E2BB" stroked="f">
                <v:path arrowok="t"/>
                <v:fill/>
              </v:shape>
            </v:group>
            <v:group style="position:absolute;left:15014;top:1707;width:103;height:230" coordorigin="15014,1707" coordsize="103,230">
              <v:shape style="position:absolute;left:15014;top:1707;width:103;height:230" coordorigin="15014,1707" coordsize="103,230" path="m15014,1937l15118,1937,15118,1707,15014,1707,15014,1937e" filled="t" fillcolor="#D5E2BB" stroked="f">
                <v:path arrowok="t"/>
                <v:fill/>
              </v:shape>
            </v:group>
            <v:group style="position:absolute;left:636;top:1936;width:14482;height:48" coordorigin="636,1936" coordsize="14482,48">
              <v:shape style="position:absolute;left:636;top:1936;width:14482;height:48" coordorigin="636,1936" coordsize="14482,48" path="m636,1984l15118,1984,15118,1936,636,1936,636,1984xe" filled="t" fillcolor="#D5E2BB" stroked="f">
                <v:path arrowok="t"/>
                <v:fill/>
              </v:shape>
            </v:group>
            <v:group style="position:absolute;left:737;top:1707;width:14278;height:230" coordorigin="737,1707" coordsize="14278,230">
              <v:shape style="position:absolute;left:737;top:1707;width:14278;height:230" coordorigin="737,1707" coordsize="14278,230" path="m737,1937l15014,1937,15014,1707,737,1707,737,1937e" filled="t" fillcolor="#D5E2BB" stroked="f">
                <v:path arrowok="t"/>
                <v:fill/>
              </v:shape>
            </v:group>
            <v:group style="position:absolute;left:624;top:1648;width:14503;height:12" coordorigin="624,1648" coordsize="14503,12">
              <v:shape style="position:absolute;left:624;top:1648;width:14503;height:12" coordorigin="624,1648" coordsize="14503,12" path="m624,1660l15127,1660,15127,1648,624,1648,624,1660xe" filled="t" fillcolor="#000000" stroked="f">
                <v:path arrowok="t"/>
                <v:fill/>
              </v:shape>
            </v:group>
            <v:group style="position:absolute;left:636;top:1991;width:14482;height:50" coordorigin="636,1991" coordsize="14482,50">
              <v:shape style="position:absolute;left:636;top:1991;width:14482;height:50" coordorigin="636,1991" coordsize="14482,50" path="m636,2041l15118,2041,15118,1991,636,1991,636,2041xe" filled="t" fillcolor="#D5E2BB" stroked="f">
                <v:path arrowok="t"/>
                <v:fill/>
              </v:shape>
            </v:group>
            <v:group style="position:absolute;left:636;top:2040;width:101;height:230" coordorigin="636,2040" coordsize="101,230">
              <v:shape style="position:absolute;left:636;top:2040;width:101;height:230" coordorigin="636,2040" coordsize="101,230" path="m636,2271l737,2271,737,2040,636,2040,636,2271e" filled="t" fillcolor="#D5E2BB" stroked="f">
                <v:path arrowok="t"/>
                <v:fill/>
              </v:shape>
            </v:group>
            <v:group style="position:absolute;left:15014;top:2040;width:103;height:230" coordorigin="15014,2040" coordsize="103,230">
              <v:shape style="position:absolute;left:15014;top:2040;width:103;height:230" coordorigin="15014,2040" coordsize="103,230" path="m15014,2271l15118,2271,15118,2040,15014,2040,15014,2271e" filled="t" fillcolor="#D5E2BB" stroked="f">
                <v:path arrowok="t"/>
                <v:fill/>
              </v:shape>
            </v:group>
            <v:group style="position:absolute;left:636;top:2270;width:14482;height:48" coordorigin="636,2270" coordsize="14482,48">
              <v:shape style="position:absolute;left:636;top:2270;width:14482;height:48" coordorigin="636,2270" coordsize="14482,48" path="m636,2317l15118,2317,15118,2270,636,2270,636,2317xe" filled="t" fillcolor="#D5E2BB" stroked="f">
                <v:path arrowok="t"/>
                <v:fill/>
              </v:shape>
            </v:group>
            <v:group style="position:absolute;left:737;top:2040;width:14278;height:230" coordorigin="737,2040" coordsize="14278,230">
              <v:shape style="position:absolute;left:737;top:2040;width:14278;height:230" coordorigin="737,2040" coordsize="14278,230" path="m737,2271l15014,2271,15014,2040,737,2040,737,2271e" filled="t" fillcolor="#D5E2BB" stroked="f">
                <v:path arrowok="t"/>
                <v:fill/>
              </v:shape>
            </v:group>
            <v:group style="position:absolute;left:624;top:1982;width:14503;height:12" coordorigin="624,1982" coordsize="14503,12">
              <v:shape style="position:absolute;left:624;top:1982;width:14503;height:12" coordorigin="624,1982" coordsize="14503,12" path="m624,1993l15127,1993,15127,1982,624,1982,624,1993xe" filled="t" fillcolor="#000000" stroked="f">
                <v:path arrowok="t"/>
                <v:fill/>
              </v:shape>
            </v:group>
            <v:group style="position:absolute;left:624;top:2315;width:14503;height:12" coordorigin="624,2315" coordsize="14503,12">
              <v:shape style="position:absolute;left:624;top:2315;width:14503;height:12" coordorigin="624,2315" coordsize="14503,12" path="m624,2327l15127,2327,15127,2315,624,2315,624,2327xe" filled="t" fillcolor="#000000" stroked="f">
                <v:path arrowok="t"/>
                <v:fill/>
              </v:shape>
            </v:group>
            <v:group style="position:absolute;left:624;top:10653;width:14503;height:2" coordorigin="624,10653" coordsize="14503,2">
              <v:shape style="position:absolute;left:624;top:10653;width:14503;height:2" coordorigin="624,10653" coordsize="14503,0" path="m624,10653l15127,10653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348" w:lineRule="auto"/>
        <w:ind w:left="117" w:right="807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inclu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spaper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spaper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8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42" w:lineRule="auto"/>
        <w:ind w:left="477" w:right="6953" w:firstLine="-36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477" w:right="-20"/>
        <w:jc w:val="left"/>
        <w:tabs>
          <w:tab w:pos="9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2" w:after="0" w:line="230" w:lineRule="exact"/>
        <w:ind w:left="117" w:right="201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propr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99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99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99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99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e/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99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99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99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99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28" w:lineRule="exact"/>
        <w:ind w:left="448" w:right="363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group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ore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2" w:lineRule="auto"/>
        <w:ind w:left="117" w:right="96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W6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3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ef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3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36" w:lineRule="auto"/>
        <w:ind w:left="837" w:right="299" w:firstLine="-360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62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where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wat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i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hro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239" w:lineRule="auto"/>
        <w:ind w:left="837" w:right="67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pret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were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er.</w:t>
      </w:r>
      <w:r>
        <w:rPr>
          <w:rFonts w:ascii="Arial" w:hAnsi="Arial" w:cs="Arial" w:eastAsia="Arial"/>
          <w:sz w:val="20"/>
          <w:szCs w:val="2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ob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wn.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30" w:lineRule="exact"/>
        <w:ind w:left="837" w:right="252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612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ehension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e”?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urned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p”?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20"/>
          <w:pgSz w:w="15840" w:h="12240" w:orient="landscape"/>
        </w:sectPr>
      </w:pPr>
      <w:rPr/>
    </w:p>
    <w:p>
      <w:pPr>
        <w:spacing w:before="67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97.596pt;mso-position-horizontal-relative:page;mso-position-vertical-relative:page;z-index:-1751" coordorigin="611,719" coordsize="14532,9952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931" coordorigin="629,730" coordsize="2,9931">
              <v:shape style="position:absolute;left:629;top:730;width:2;height:9931" coordorigin="629,730" coordsize="0,9931" path="m629,730l629,10660e" filled="f" stroked="t" strokeweight=".580pt" strokecolor="#000000">
                <v:path arrowok="t"/>
              </v:shape>
            </v:group>
            <v:group style="position:absolute;left:15122;top:730;width:2;height:9931" coordorigin="15122,730" coordsize="2,9931">
              <v:shape style="position:absolute;left:15122;top:730;width:2;height:9931" coordorigin="15122,730" coordsize="0,9931" path="m15122,730l15122,10660e" filled="f" stroked="t" strokeweight=".579980pt" strokecolor="#000000">
                <v:path arrowok="t"/>
              </v:shape>
            </v:group>
            <v:group style="position:absolute;left:636;top:3499;width:14482;height:50" coordorigin="636,3499" coordsize="14482,50">
              <v:shape style="position:absolute;left:636;top:3499;width:14482;height:50" coordorigin="636,3499" coordsize="14482,50" path="m636,3549l15118,3549,15118,3499,636,3499,636,3549xe" filled="t" fillcolor="#D5E2BB" stroked="f">
                <v:path arrowok="t"/>
                <v:fill/>
              </v:shape>
            </v:group>
            <v:group style="position:absolute;left:636;top:3548;width:101;height:228" coordorigin="636,3548" coordsize="101,228">
              <v:shape style="position:absolute;left:636;top:3548;width:101;height:228" coordorigin="636,3548" coordsize="101,228" path="m636,3776l737,3776,737,3548,636,3548,636,3776e" filled="t" fillcolor="#D5E2BB" stroked="f">
                <v:path arrowok="t"/>
                <v:fill/>
              </v:shape>
            </v:group>
            <v:group style="position:absolute;left:15014;top:3548;width:103;height:228" coordorigin="15014,3548" coordsize="103,228">
              <v:shape style="position:absolute;left:15014;top:3548;width:103;height:228" coordorigin="15014,3548" coordsize="103,228" path="m15014,3776l15118,3776,15118,3548,15014,3548,15014,3776e" filled="t" fillcolor="#D5E2BB" stroked="f">
                <v:path arrowok="t"/>
                <v:fill/>
              </v:shape>
            </v:group>
            <v:group style="position:absolute;left:636;top:3775;width:14482;height:50" coordorigin="636,3775" coordsize="14482,50">
              <v:shape style="position:absolute;left:636;top:3775;width:14482;height:50" coordorigin="636,3775" coordsize="14482,50" path="m636,3825l15118,3825,15118,3775,636,3775,636,3825xe" filled="t" fillcolor="#D5E2BB" stroked="f">
                <v:path arrowok="t"/>
                <v:fill/>
              </v:shape>
            </v:group>
            <v:group style="position:absolute;left:737;top:3548;width:14278;height:228" coordorigin="737,3548" coordsize="14278,228">
              <v:shape style="position:absolute;left:737;top:3548;width:14278;height:228" coordorigin="737,3548" coordsize="14278,228" path="m737,3776l15014,3776,15014,3548,737,3548,737,3776e" filled="t" fillcolor="#D5E2BB" stroked="f">
                <v:path arrowok="t"/>
                <v:fill/>
              </v:shape>
            </v:group>
            <v:group style="position:absolute;left:624;top:3489;width:14503;height:12" coordorigin="624,3489" coordsize="14503,12">
              <v:shape style="position:absolute;left:624;top:3489;width:14503;height:12" coordorigin="624,3489" coordsize="14503,12" path="m624,3501l15127,3501,15127,3489,624,3489,624,3501xe" filled="t" fillcolor="#000000" stroked="f">
                <v:path arrowok="t"/>
                <v:fill/>
              </v:shape>
            </v:group>
            <v:group style="position:absolute;left:636;top:3833;width:14482;height:48" coordorigin="636,3833" coordsize="14482,48">
              <v:shape style="position:absolute;left:636;top:3833;width:14482;height:48" coordorigin="636,3833" coordsize="14482,48" path="m636,3880l15118,3880,15118,3833,636,3833,636,3880xe" filled="t" fillcolor="#D5E2BB" stroked="f">
                <v:path arrowok="t"/>
                <v:fill/>
              </v:shape>
            </v:group>
            <v:group style="position:absolute;left:636;top:3879;width:101;height:230" coordorigin="636,3879" coordsize="101,230">
              <v:shape style="position:absolute;left:636;top:3879;width:101;height:230" coordorigin="636,3879" coordsize="101,230" path="m636,4110l737,4110,737,3879,636,3879,636,4110e" filled="t" fillcolor="#D5E2BB" stroked="f">
                <v:path arrowok="t"/>
                <v:fill/>
              </v:shape>
            </v:group>
            <v:group style="position:absolute;left:15014;top:3879;width:103;height:230" coordorigin="15014,3879" coordsize="103,230">
              <v:shape style="position:absolute;left:15014;top:3879;width:103;height:230" coordorigin="15014,3879" coordsize="103,230" path="m15014,4110l15118,4110,15118,3879,15014,3879,15014,4110e" filled="t" fillcolor="#D5E2BB" stroked="f">
                <v:path arrowok="t"/>
                <v:fill/>
              </v:shape>
            </v:group>
            <v:group style="position:absolute;left:636;top:4109;width:14482;height:50" coordorigin="636,4109" coordsize="14482,50">
              <v:shape style="position:absolute;left:636;top:4109;width:14482;height:50" coordorigin="636,4109" coordsize="14482,50" path="m636,4159l15118,4159,15118,4109,636,4109,636,4159xe" filled="t" fillcolor="#D5E2BB" stroked="f">
                <v:path arrowok="t"/>
                <v:fill/>
              </v:shape>
            </v:group>
            <v:group style="position:absolute;left:737;top:3879;width:14278;height:230" coordorigin="737,3879" coordsize="14278,230">
              <v:shape style="position:absolute;left:737;top:3879;width:14278;height:230" coordorigin="737,3879" coordsize="14278,230" path="m737,4110l15014,4110,15014,3879,737,3879,737,4110e" filled="t" fillcolor="#D5E2BB" stroked="f">
                <v:path arrowok="t"/>
                <v:fill/>
              </v:shape>
            </v:group>
            <v:group style="position:absolute;left:624;top:3823;width:14503;height:12" coordorigin="624,3823" coordsize="14503,12">
              <v:shape style="position:absolute;left:624;top:3823;width:14503;height:12" coordorigin="624,3823" coordsize="14503,12" path="m624,3835l15127,3835,15127,3823,624,3823,624,3835xe" filled="t" fillcolor="#000000" stroked="f">
                <v:path arrowok="t"/>
                <v:fill/>
              </v:shape>
            </v:group>
            <v:group style="position:absolute;left:624;top:4157;width:14503;height:12" coordorigin="624,4157" coordsize="14503,12">
              <v:shape style="position:absolute;left:624;top:4157;width:14503;height:12" coordorigin="624,4157" coordsize="14503,12" path="m624,4168l15127,4168,15127,4157,624,4157,624,4168xe" filled="t" fillcolor="#000000" stroked="f">
                <v:path arrowok="t"/>
                <v:fill/>
              </v:shape>
            </v:group>
            <v:group style="position:absolute;left:624;top:10665;width:14503;height:2" coordorigin="624,10665" coordsize="14503,2">
              <v:shape style="position:absolute;left:624;top:10665;width:14503;height:2" coordorigin="624,10665" coordsize="14503,0" path="m624,10665l15127,10665e" filled="f" stroked="t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750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845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60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e’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help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unde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ify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gen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’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ist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cs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8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503" w:right="288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8" w:lineRule="exact"/>
        <w:ind w:left="117" w:right="45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artners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837" w:right="225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837" w:right="214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gree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care,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477" w:right="2351"/>
        <w:jc w:val="left"/>
        <w:tabs>
          <w:tab w:pos="8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" w:after="0" w:line="238" w:lineRule="auto"/>
        <w:ind w:left="837" w:right="256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e’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Fict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a,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nre’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55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sto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0" w:after="0" w:line="228" w:lineRule="exact"/>
        <w:ind w:left="837" w:right="62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8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" w:after="0" w:line="230" w:lineRule="exact"/>
        <w:ind w:left="837" w:right="74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73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28" w:lineRule="exact"/>
        <w:ind w:left="837" w:right="391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9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nre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ni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9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nto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20"/>
          <w:pgSz w:w="15840" w:h="12240" w:orient="landscape"/>
        </w:sectPr>
      </w:pPr>
      <w:rPr/>
    </w:p>
    <w:p>
      <w:pPr>
        <w:spacing w:before="75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98.316pt;mso-position-horizontal-relative:page;mso-position-vertical-relative:page;z-index:-1750" coordorigin="611,719" coordsize="14532,9966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945" coordorigin="629,730" coordsize="2,9945">
              <v:shape style="position:absolute;left:629;top:730;width:2;height:9945" coordorigin="629,730" coordsize="0,9945" path="m629,730l629,10675e" filled="f" stroked="t" strokeweight=".580pt" strokecolor="#000000">
                <v:path arrowok="t"/>
              </v:shape>
            </v:group>
            <v:group style="position:absolute;left:15122;top:730;width:2;height:9945" coordorigin="15122,730" coordsize="2,9945">
              <v:shape style="position:absolute;left:15122;top:730;width:2;height:9945" coordorigin="15122,730" coordsize="0,9945" path="m15122,730l15122,10675e" filled="f" stroked="t" strokeweight=".579980pt" strokecolor="#000000">
                <v:path arrowok="t"/>
              </v:shape>
            </v:group>
            <v:group style="position:absolute;left:636;top:3730;width:14482;height:48" coordorigin="636,3730" coordsize="14482,48">
              <v:shape style="position:absolute;left:636;top:3730;width:14482;height:48" coordorigin="636,3730" coordsize="14482,48" path="m636,3777l15118,3777,15118,3730,636,3730,636,3777xe" filled="t" fillcolor="#D5E2BB" stroked="f">
                <v:path arrowok="t"/>
                <v:fill/>
              </v:shape>
            </v:group>
            <v:group style="position:absolute;left:636;top:3776;width:101;height:230" coordorigin="636,3776" coordsize="101,230">
              <v:shape style="position:absolute;left:636;top:3776;width:101;height:230" coordorigin="636,3776" coordsize="101,230" path="m636,4007l737,4007,737,3776,636,3776,636,4007e" filled="t" fillcolor="#D5E2BB" stroked="f">
                <v:path arrowok="t"/>
                <v:fill/>
              </v:shape>
            </v:group>
            <v:group style="position:absolute;left:15014;top:3776;width:103;height:230" coordorigin="15014,3776" coordsize="103,230">
              <v:shape style="position:absolute;left:15014;top:3776;width:103;height:230" coordorigin="15014,3776" coordsize="103,230" path="m15014,4007l15118,4007,15118,3776,15014,3776,15014,4007e" filled="t" fillcolor="#D5E2BB" stroked="f">
                <v:path arrowok="t"/>
                <v:fill/>
              </v:shape>
            </v:group>
            <v:group style="position:absolute;left:636;top:4006;width:14482;height:50" coordorigin="636,4006" coordsize="14482,50">
              <v:shape style="position:absolute;left:636;top:4006;width:14482;height:50" coordorigin="636,4006" coordsize="14482,50" path="m636,4056l15118,4056,15118,4006,636,4006,636,4056xe" filled="t" fillcolor="#D5E2BB" stroked="f">
                <v:path arrowok="t"/>
                <v:fill/>
              </v:shape>
            </v:group>
            <v:group style="position:absolute;left:737;top:3776;width:14278;height:230" coordorigin="737,3776" coordsize="14278,230">
              <v:shape style="position:absolute;left:737;top:3776;width:14278;height:230" coordorigin="737,3776" coordsize="14278,230" path="m737,4007l15014,4007,15014,3776,737,3776,737,4007e" filled="t" fillcolor="#D5E2BB" stroked="f">
                <v:path arrowok="t"/>
                <v:fill/>
              </v:shape>
            </v:group>
            <v:group style="position:absolute;left:624;top:3720;width:14503;height:12" coordorigin="624,3720" coordsize="14503,12">
              <v:shape style="position:absolute;left:624;top:3720;width:14503;height:12" coordorigin="624,3720" coordsize="14503,12" path="m624,3732l15127,3732,15127,3720,624,3720,624,3732xe" filled="t" fillcolor="#000000" stroked="f">
                <v:path arrowok="t"/>
                <v:fill/>
              </v:shape>
            </v:group>
            <v:group style="position:absolute;left:636;top:4063;width:14482;height:48" coordorigin="636,4063" coordsize="14482,48">
              <v:shape style="position:absolute;left:636;top:4063;width:14482;height:48" coordorigin="636,4063" coordsize="14482,48" path="m636,4111l15118,4111,15118,4063,636,4063,636,4111xe" filled="t" fillcolor="#D5E2BB" stroked="f">
                <v:path arrowok="t"/>
                <v:fill/>
              </v:shape>
            </v:group>
            <v:group style="position:absolute;left:636;top:4110;width:101;height:230" coordorigin="636,4110" coordsize="101,230">
              <v:shape style="position:absolute;left:636;top:4110;width:101;height:230" coordorigin="636,4110" coordsize="101,230" path="m636,4340l737,4340,737,4110,636,4110,636,4340e" filled="t" fillcolor="#D5E2BB" stroked="f">
                <v:path arrowok="t"/>
                <v:fill/>
              </v:shape>
            </v:group>
            <v:group style="position:absolute;left:15014;top:4110;width:103;height:230" coordorigin="15014,4110" coordsize="103,230">
              <v:shape style="position:absolute;left:15014;top:4110;width:103;height:230" coordorigin="15014,4110" coordsize="103,230" path="m15014,4340l15118,4340,15118,4110,15014,4110,15014,4340e" filled="t" fillcolor="#D5E2BB" stroked="f">
                <v:path arrowok="t"/>
                <v:fill/>
              </v:shape>
            </v:group>
            <v:group style="position:absolute;left:636;top:4339;width:14482;height:48" coordorigin="636,4339" coordsize="14482,48">
              <v:shape style="position:absolute;left:636;top:4339;width:14482;height:48" coordorigin="636,4339" coordsize="14482,48" path="m636,4387l15118,4387,15118,4339,636,4339,636,4387xe" filled="t" fillcolor="#D5E2BB" stroked="f">
                <v:path arrowok="t"/>
                <v:fill/>
              </v:shape>
            </v:group>
            <v:group style="position:absolute;left:737;top:4110;width:14278;height:230" coordorigin="737,4110" coordsize="14278,230">
              <v:shape style="position:absolute;left:737;top:4110;width:14278;height:230" coordorigin="737,4110" coordsize="14278,230" path="m737,4340l15014,4340,15014,4110,737,4110,737,4340e" filled="t" fillcolor="#D5E2BB" stroked="f">
                <v:path arrowok="t"/>
                <v:fill/>
              </v:shape>
            </v:group>
            <v:group style="position:absolute;left:624;top:4054;width:14503;height:12" coordorigin="624,4054" coordsize="14503,12">
              <v:shape style="position:absolute;left:624;top:4054;width:14503;height:12" coordorigin="624,4054" coordsize="14503,12" path="m624,4065l15127,4065,15127,4054,624,4054,624,4065xe" filled="t" fillcolor="#000000" stroked="f">
                <v:path arrowok="t"/>
                <v:fill/>
              </v:shape>
            </v:group>
            <v:group style="position:absolute;left:624;top:4385;width:14503;height:12" coordorigin="624,4385" coordsize="14503,12">
              <v:shape style="position:absolute;left:624;top:4385;width:14503;height:12" coordorigin="624,4385" coordsize="14503,12" path="m624,4396l15127,4396,15127,4385,624,4385,624,4396xe" filled="t" fillcolor="#000000" stroked="f">
                <v:path arrowok="t"/>
                <v:fill/>
              </v:shape>
              <v:shape style="position:absolute;left:1097;top:10430;width:182;height:245" type="#_x0000_t75">
                <v:imagedata r:id="rId92" o:title=""/>
              </v:shape>
            </v:group>
            <v:group style="position:absolute;left:624;top:10680;width:14503;height:2" coordorigin="624,10680" coordsize="14503,2">
              <v:shape style="position:absolute;left:624;top:10680;width:14503;height:2" coordorigin="624,10680" coordsize="14503,0" path="m624,10680l15127,10680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631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697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ortab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29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4" w:after="0" w:line="348" w:lineRule="auto"/>
        <w:ind w:left="117" w:right="633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help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dict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iate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8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2" w:lineRule="auto"/>
        <w:ind w:left="117" w:right="20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477" w:right="-2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eread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503" w:right="959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Form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art</w:t>
      </w:r>
      <w:r>
        <w:rPr>
          <w:rFonts w:ascii="Arial" w:hAnsi="Arial" w:cs="Arial" w:eastAsia="Arial"/>
          <w:sz w:val="20"/>
          <w:szCs w:val="20"/>
          <w:color w:val="3A3A39"/>
          <w:spacing w:val="8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tabs>
          <w:tab w:pos="5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11.779881pt;width:9.120pt;height:24.36pt;mso-position-horizontal-relative:page;mso-position-vertical-relative:paragraph;z-index:-1749" type="#_x0000_t75">
            <v:imagedata r:id="rId93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12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416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689886pt;width:9.120pt;height:24.48pt;mso-position-horizontal-relative:page;mso-position-vertical-relative:paragraph;z-index:-1748" type="#_x0000_t75">
            <v:imagedata r:id="rId94" o:title=""/>
          </v:shape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e”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back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40" w:lineRule="auto"/>
        <w:ind w:left="837" w:right="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groups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stack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880" w:bottom="1340" w:left="620" w:right="740"/>
          <w:pgSz w:w="15840" w:h="12240" w:orient="landscape"/>
        </w:sectPr>
      </w:pPr>
      <w:rPr/>
    </w:p>
    <w:p>
      <w:pPr>
        <w:spacing w:before="67" w:after="0" w:line="240" w:lineRule="auto"/>
        <w:ind w:left="837" w:right="302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09999pt;margin-top:35.950001pt;width:727.06pt;height:494.356pt;mso-position-horizontal-relative:page;mso-position-vertical-relative:page;z-index:-1747" coordorigin="606,719" coordsize="14541,9887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5766" coordorigin="629,730" coordsize="2,5766">
              <v:shape style="position:absolute;left:629;top:730;width:2;height:5766" coordorigin="629,730" coordsize="0,5766" path="m629,730l629,6496e" filled="f" stroked="t" strokeweight=".580pt" strokecolor="#000000">
                <v:path arrowok="t"/>
              </v:shape>
            </v:group>
            <v:group style="position:absolute;left:624;top:6501;width:14503;height:2" coordorigin="624,6501" coordsize="14503,2">
              <v:shape style="position:absolute;left:624;top:6501;width:14503;height:2" coordorigin="624,6501" coordsize="14503,0" path="m624,6501l15127,6501e" filled="f" stroked="t" strokeweight=".58001pt" strokecolor="#000000">
                <v:path arrowok="t"/>
              </v:shape>
            </v:group>
            <v:group style="position:absolute;left:15122;top:730;width:2;height:5766" coordorigin="15122,730" coordsize="2,5766">
              <v:shape style="position:absolute;left:15122;top:730;width:2;height:5766" coordorigin="15122,730" coordsize="0,5766" path="m15122,730l15122,6496e" filled="f" stroked="t" strokeweight=".579980pt" strokecolor="#000000">
                <v:path arrowok="t"/>
              </v:shape>
            </v:group>
            <v:group style="position:absolute;left:636;top:6560;width:14482;height:24" coordorigin="636,6560" coordsize="14482,24">
              <v:shape style="position:absolute;left:636;top:6560;width:14482;height:24" coordorigin="636,6560" coordsize="14482,24" path="m636,6583l15118,6583,15118,6560,636,6560,636,6583xe" filled="t" fillcolor="#D5E2BB" stroked="f">
                <v:path arrowok="t"/>
                <v:fill/>
              </v:shape>
            </v:group>
            <v:group style="position:absolute;left:636;top:6582;width:101;height:230" coordorigin="636,6582" coordsize="101,230">
              <v:shape style="position:absolute;left:636;top:6582;width:101;height:230" coordorigin="636,6582" coordsize="101,230" path="m636,6813l737,6813,737,6582,636,6582,636,6813e" filled="t" fillcolor="#D5E2BB" stroked="f">
                <v:path arrowok="t"/>
                <v:fill/>
              </v:shape>
            </v:group>
            <v:group style="position:absolute;left:15014;top:6582;width:103;height:230" coordorigin="15014,6582" coordsize="103,230">
              <v:shape style="position:absolute;left:15014;top:6582;width:103;height:230" coordorigin="15014,6582" coordsize="103,230" path="m15014,6813l15118,6813,15118,6582,15014,6582,15014,6813e" filled="t" fillcolor="#D5E2BB" stroked="f">
                <v:path arrowok="t"/>
                <v:fill/>
              </v:shape>
            </v:group>
            <v:group style="position:absolute;left:636;top:6812;width:14482;height:60" coordorigin="636,6812" coordsize="14482,60">
              <v:shape style="position:absolute;left:636;top:6812;width:14482;height:60" coordorigin="636,6812" coordsize="14482,60" path="m636,6871l15118,6871,15118,6812,636,6812,636,6871xe" filled="t" fillcolor="#D5E2BB" stroked="f">
                <v:path arrowok="t"/>
                <v:fill/>
              </v:shape>
            </v:group>
            <v:group style="position:absolute;left:737;top:6582;width:14278;height:230" coordorigin="737,6582" coordsize="14278,230">
              <v:shape style="position:absolute;left:737;top:6582;width:14278;height:230" coordorigin="737,6582" coordsize="14278,230" path="m737,6813l15014,6813,15014,6582,737,6582,737,6813e" filled="t" fillcolor="#D5E2BB" stroked="f">
                <v:path arrowok="t"/>
                <v:fill/>
              </v:shape>
            </v:group>
            <v:group style="position:absolute;left:624;top:6550;width:14503;height:12" coordorigin="624,6550" coordsize="14503,12">
              <v:shape style="position:absolute;left:624;top:6550;width:14503;height:12" coordorigin="624,6550" coordsize="14503,12" path="m624,6562l15127,6562,15127,6550,624,6550,624,6562xe" filled="t" fillcolor="#000000" stroked="f">
                <v:path arrowok="t"/>
                <v:fill/>
              </v:shape>
            </v:group>
            <v:group style="position:absolute;left:629;top:6561;width:2;height:4035" coordorigin="629,6561" coordsize="2,4035">
              <v:shape style="position:absolute;left:629;top:6561;width:2;height:4035" coordorigin="629,6561" coordsize="0,4035" path="m629,6561l629,10596e" filled="f" stroked="t" strokeweight=".580pt" strokecolor="#000000">
                <v:path arrowok="t"/>
              </v:shape>
            </v:group>
            <v:group style="position:absolute;left:15122;top:6561;width:2;height:4035" coordorigin="15122,6561" coordsize="2,4035">
              <v:shape style="position:absolute;left:15122;top:6561;width:2;height:4035" coordorigin="15122,6561" coordsize="0,4035" path="m15122,6561l15122,10596e" filled="f" stroked="t" strokeweight=".579980pt" strokecolor="#000000">
                <v:path arrowok="t"/>
              </v:shape>
            </v:group>
            <v:group style="position:absolute;left:636;top:6870;width:101;height:228" coordorigin="636,6870" coordsize="101,228">
              <v:shape style="position:absolute;left:636;top:6870;width:101;height:228" coordorigin="636,6870" coordsize="101,228" path="m636,7098l737,7098,737,6870,636,6870,636,7098e" filled="t" fillcolor="#D5E2BB" stroked="f">
                <v:path arrowok="t"/>
                <v:fill/>
              </v:shape>
            </v:group>
            <v:group style="position:absolute;left:15014;top:6870;width:103;height:228" coordorigin="15014,6870" coordsize="103,228">
              <v:shape style="position:absolute;left:15014;top:6870;width:103;height:228" coordorigin="15014,6870" coordsize="103,228" path="m15014,7098l15118,7098,15118,6870,15014,6870,15014,7098e" filled="t" fillcolor="#D5E2BB" stroked="f">
                <v:path arrowok="t"/>
                <v:fill/>
              </v:shape>
            </v:group>
            <v:group style="position:absolute;left:636;top:7097;width:14482;height:26" coordorigin="636,7097" coordsize="14482,26">
              <v:shape style="position:absolute;left:636;top:7097;width:14482;height:26" coordorigin="636,7097" coordsize="14482,26" path="m636,7123l15118,7123,15118,7097,636,7097,636,7123xe" filled="t" fillcolor="#D5E2BB" stroked="f">
                <v:path arrowok="t"/>
                <v:fill/>
              </v:shape>
            </v:group>
            <v:group style="position:absolute;left:737;top:6870;width:14278;height:228" coordorigin="737,6870" coordsize="14278,228">
              <v:shape style="position:absolute;left:737;top:6870;width:14278;height:228" coordorigin="737,6870" coordsize="14278,228" path="m737,7098l15014,7098,15014,6870,737,6870,737,7098e" filled="t" fillcolor="#D5E2BB" stroked="f">
                <v:path arrowok="t"/>
                <v:fill/>
              </v:shape>
            </v:group>
            <v:group style="position:absolute;left:624;top:6836;width:14503;height:12" coordorigin="624,6836" coordsize="14503,12">
              <v:shape style="position:absolute;left:624;top:6836;width:14503;height:12" coordorigin="624,6836" coordsize="14503,12" path="m624,6847l15127,6847,15127,6836,624,6836,624,6847xe" filled="t" fillcolor="#000000" stroked="f">
                <v:path arrowok="t"/>
                <v:fill/>
              </v:shape>
            </v:group>
            <v:group style="position:absolute;left:624;top:7121;width:14503;height:12" coordorigin="624,7121" coordsize="14503,12">
              <v:shape style="position:absolute;left:624;top:7121;width:14503;height:12" coordorigin="624,7121" coordsize="14503,12" path="m624,7133l15127,7133,15127,7121,624,7121,624,7133xe" filled="t" fillcolor="#000000" stroked="f">
                <v:path arrowok="t"/>
                <v:fill/>
              </v:shape>
            </v:group>
            <v:group style="position:absolute;left:624;top:10600;width:14503;height:2" coordorigin="624,10600" coordsize="14503,2">
              <v:shape style="position:absolute;left:624;top:10600;width:14503;height:2" coordorigin="624,10600" coordsize="14503,0" path="m624,10600l15127,10600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can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30" w:lineRule="exact"/>
        <w:ind w:left="837" w:right="48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9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0"/>
        </w:rPr>
        <w:t>ima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0"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pp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er’s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99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ou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graph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0" w:lineRule="auto"/>
        <w:ind w:left="117" w:right="614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12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ehension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892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993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hree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3" w:lineRule="auto"/>
        <w:ind w:left="117" w:right="45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ify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ning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ms?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8" w:after="0" w:line="272" w:lineRule="auto"/>
        <w:ind w:left="117" w:right="460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ning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ran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color w:val="3A3A39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42" w:lineRule="auto"/>
        <w:ind w:left="448" w:right="683" w:firstLine="-33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30" w:lineRule="exact"/>
        <w:ind w:left="448" w:right="56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act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hts,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order.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4" w:lineRule="exact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9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12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(b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drag)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760"/>
          <w:pgSz w:w="15840" w:h="12240" w:orient="landscape"/>
        </w:sectPr>
      </w:pPr>
      <w:rPr/>
    </w:p>
    <w:p>
      <w:pPr>
        <w:spacing w:before="81" w:after="0" w:line="239" w:lineRule="auto"/>
        <w:ind w:left="837" w:right="5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70001pt;margin-top:35.950001pt;width:726.94pt;height:492.316pt;mso-position-horizontal-relative:page;mso-position-vertical-relative:page;z-index:-1746" coordorigin="607,719" coordsize="14539,9846">
            <v:shape style="position:absolute;left:1097;top:730;width:182;height:245" type="#_x0000_t75">
              <v:imagedata r:id="rId97" o:title=""/>
            </v:shape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825" coordorigin="629,730" coordsize="2,9825">
              <v:shape style="position:absolute;left:629;top:730;width:2;height:9825" coordorigin="629,730" coordsize="0,9825" path="m629,730l629,10555e" filled="f" stroked="t" strokeweight=".580pt" strokecolor="#000000">
                <v:path arrowok="t"/>
              </v:shape>
            </v:group>
            <v:group style="position:absolute;left:15122;top:730;width:2;height:9825" coordorigin="15122,730" coordsize="2,9825">
              <v:shape style="position:absolute;left:15122;top:730;width:2;height:9825" coordorigin="15122,730" coordsize="0,9825" path="m15122,730l15122,10555e" filled="f" stroked="t" strokeweight=".579980pt" strokecolor="#000000">
                <v:path arrowok="t"/>
              </v:shape>
            </v:group>
            <v:group style="position:absolute;left:636;top:7220;width:14482;height:26" coordorigin="636,7220" coordsize="14482,26">
              <v:shape style="position:absolute;left:636;top:7220;width:14482;height:26" coordorigin="636,7220" coordsize="14482,26" path="m636,7246l15118,7246,15118,7220,636,7220,636,7246xe" filled="t" fillcolor="#D5E2BB" stroked="f">
                <v:path arrowok="t"/>
                <v:fill/>
              </v:shape>
            </v:group>
            <v:group style="position:absolute;left:636;top:7245;width:101;height:230" coordorigin="636,7245" coordsize="101,230">
              <v:shape style="position:absolute;left:636;top:7245;width:101;height:230" coordorigin="636,7245" coordsize="101,230" path="m636,7475l737,7475,737,7245,636,7245,636,7475e" filled="t" fillcolor="#D5E2BB" stroked="f">
                <v:path arrowok="t"/>
                <v:fill/>
              </v:shape>
            </v:group>
            <v:group style="position:absolute;left:15014;top:7245;width:103;height:230" coordorigin="15014,7245" coordsize="103,230">
              <v:shape style="position:absolute;left:15014;top:7245;width:103;height:230" coordorigin="15014,7245" coordsize="103,230" path="m15014,7475l15118,7475,15118,7245,15014,7245,15014,7475e" filled="t" fillcolor="#D5E2BB" stroked="f">
                <v:path arrowok="t"/>
                <v:fill/>
              </v:shape>
            </v:group>
            <v:group style="position:absolute;left:636;top:7474;width:14482;height:57" coordorigin="636,7474" coordsize="14482,57">
              <v:shape style="position:absolute;left:636;top:7474;width:14482;height:57" coordorigin="636,7474" coordsize="14482,57" path="m636,7531l15118,7531,15118,7474,636,7474,636,7531xe" filled="t" fillcolor="#D5E2BB" stroked="f">
                <v:path arrowok="t"/>
                <v:fill/>
              </v:shape>
            </v:group>
            <v:group style="position:absolute;left:737;top:7245;width:14278;height:230" coordorigin="737,7245" coordsize="14278,230">
              <v:shape style="position:absolute;left:737;top:7245;width:14278;height:230" coordorigin="737,7245" coordsize="14278,230" path="m737,7475l15014,7475,15014,7245,737,7245,737,7475e" filled="t" fillcolor="#D5E2BB" stroked="f">
                <v:path arrowok="t"/>
                <v:fill/>
              </v:shape>
            </v:group>
            <v:group style="position:absolute;left:624;top:7210;width:14503;height:12" coordorigin="624,7210" coordsize="14503,12">
              <v:shape style="position:absolute;left:624;top:7210;width:14503;height:12" coordorigin="624,7210" coordsize="14503,12" path="m624,7222l15127,7222,15127,7210,624,7210,624,7222xe" filled="t" fillcolor="#000000" stroked="f">
                <v:path arrowok="t"/>
                <v:fill/>
              </v:shape>
            </v:group>
            <v:group style="position:absolute;left:636;top:7530;width:101;height:230" coordorigin="636,7530" coordsize="101,230">
              <v:shape style="position:absolute;left:636;top:7530;width:101;height:230" coordorigin="636,7530" coordsize="101,230" path="m636,7761l737,7761,737,7530,636,7530,636,7761e" filled="t" fillcolor="#D5E2BB" stroked="f">
                <v:path arrowok="t"/>
                <v:fill/>
              </v:shape>
            </v:group>
            <v:group style="position:absolute;left:15014;top:7530;width:103;height:230" coordorigin="15014,7530" coordsize="103,230">
              <v:shape style="position:absolute;left:15014;top:7530;width:103;height:230" coordorigin="15014,7530" coordsize="103,230" path="m15014,7761l15118,7761,15118,7530,15014,7530,15014,7761e" filled="t" fillcolor="#D5E2BB" stroked="f">
                <v:path arrowok="t"/>
                <v:fill/>
              </v:shape>
            </v:group>
            <v:group style="position:absolute;left:636;top:7760;width:14482;height:24" coordorigin="636,7760" coordsize="14482,24">
              <v:shape style="position:absolute;left:636;top:7760;width:14482;height:24" coordorigin="636,7760" coordsize="14482,24" path="m636,7783l15118,7783,15118,7760,636,7760,636,7783xe" filled="t" fillcolor="#D5E2BB" stroked="f">
                <v:path arrowok="t"/>
                <v:fill/>
              </v:shape>
            </v:group>
            <v:group style="position:absolute;left:737;top:7530;width:14278;height:230" coordorigin="737,7530" coordsize="14278,230">
              <v:shape style="position:absolute;left:737;top:7530;width:14278;height:230" coordorigin="737,7530" coordsize="14278,230" path="m737,7761l15014,7761,15014,7530,737,7530,737,7761e" filled="t" fillcolor="#D5E2BB" stroked="f">
                <v:path arrowok="t"/>
                <v:fill/>
              </v:shape>
            </v:group>
            <v:group style="position:absolute;left:624;top:7496;width:14503;height:12" coordorigin="624,7496" coordsize="14503,12">
              <v:shape style="position:absolute;left:624;top:7496;width:14503;height:12" coordorigin="624,7496" coordsize="14503,12" path="m624,7507l15127,7507,15127,7496,624,7496,624,7507xe" filled="t" fillcolor="#000000" stroked="f">
                <v:path arrowok="t"/>
                <v:fill/>
              </v:shape>
            </v:group>
            <v:group style="position:absolute;left:624;top:7781;width:14503;height:12" coordorigin="624,7781" coordsize="14503,12">
              <v:shape style="position:absolute;left:624;top:7781;width:14503;height:12" coordorigin="624,7781" coordsize="14503,12" path="m624,7793l15127,7793,15127,7781,624,7781,624,7793xe" filled="t" fillcolor="#000000" stroked="f">
                <v:path arrowok="t"/>
                <v:fill/>
              </v:shape>
            </v:group>
            <v:group style="position:absolute;left:624;top:10560;width:14503;height:2" coordorigin="624,10560" coordsize="14503,2">
              <v:shape style="position:absolute;left:624;top:10560;width:14503;height:2" coordorigin="624,10560" coordsize="14503,0" path="m624,10560l15127,10560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tra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cert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37" w:lineRule="auto"/>
        <w:ind w:left="837" w:right="271" w:firstLine="-360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35.310398pt;width:9.120pt;height:12.24pt;mso-position-horizontal-relative:page;mso-position-vertical-relative:paragraph;z-index:-1745" type="#_x0000_t75">
            <v:imagedata r:id="rId98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9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14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15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artner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g.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g.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g.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4,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5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*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4" w:after="0" w:line="242" w:lineRule="auto"/>
        <w:ind w:left="117" w:right="606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15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ehension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12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act?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28" w:lineRule="exact"/>
        <w:ind w:left="117" w:right="636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um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er’s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um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act?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811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um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800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u</w:t>
      </w:r>
      <w:r>
        <w:rPr>
          <w:rFonts w:ascii="Arial" w:hAnsi="Arial" w:cs="Arial" w:eastAsia="Arial"/>
          <w:sz w:val="20"/>
          <w:szCs w:val="20"/>
          <w:spacing w:val="4"/>
          <w:w w:val="99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99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hy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37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98" w:lineRule="auto"/>
        <w:ind w:left="117" w:right="646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dialo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using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10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00000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d/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503" w:right="43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act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hts,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order.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W6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0.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wo)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color w:val="00000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9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47" w:top="660" w:bottom="1340" w:left="620" w:right="840"/>
          <w:pgSz w:w="15840" w:h="12240" w:orient="landscape"/>
        </w:sectPr>
      </w:pPr>
      <w:rPr/>
    </w:p>
    <w:p>
      <w:pPr>
        <w:spacing w:before="67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89.196pt;mso-position-horizontal-relative:page;mso-position-vertical-relative:page;z-index:-1743" coordorigin="611,719" coordsize="14532,9784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763" coordorigin="629,730" coordsize="2,9763">
              <v:shape style="position:absolute;left:629;top:730;width:2;height:9763" coordorigin="629,730" coordsize="0,9763" path="m629,730l629,10492e" filled="f" stroked="t" strokeweight=".580pt" strokecolor="#000000">
                <v:path arrowok="t"/>
              </v:shape>
            </v:group>
            <v:group style="position:absolute;left:624;top:9328;width:14503;height:2" coordorigin="624,9328" coordsize="14503,2">
              <v:shape style="position:absolute;left:624;top:9328;width:14503;height:2" coordorigin="624,9328" coordsize="14503,0" path="m624,9328l15127,9328e" filled="f" stroked="t" strokeweight=".58001pt" strokecolor="#000000">
                <v:path arrowok="t"/>
              </v:shape>
            </v:group>
            <v:group style="position:absolute;left:15122;top:730;width:2;height:9763" coordorigin="15122,730" coordsize="2,9763">
              <v:shape style="position:absolute;left:15122;top:730;width:2;height:9763" coordorigin="15122,730" coordsize="0,9763" path="m15122,730l15122,10492e" filled="f" stroked="t" strokeweight=".579980pt" strokecolor="#000000">
                <v:path arrowok="t"/>
              </v:shape>
            </v:group>
            <v:group style="position:absolute;left:636;top:9363;width:14482;height:50" coordorigin="636,9363" coordsize="14482,50">
              <v:shape style="position:absolute;left:636;top:9363;width:14482;height:50" coordorigin="636,9363" coordsize="14482,50" path="m636,9413l15118,9413,15118,9363,636,9363,636,9413xe" filled="t" fillcolor="#D5E2BB" stroked="f">
                <v:path arrowok="t"/>
                <v:fill/>
              </v:shape>
            </v:group>
            <v:group style="position:absolute;left:636;top:9412;width:101;height:230" coordorigin="636,9412" coordsize="101,230">
              <v:shape style="position:absolute;left:636;top:9412;width:101;height:230" coordorigin="636,9412" coordsize="101,230" path="m636,9643l737,9643,737,9412,636,9412,636,9643e" filled="t" fillcolor="#D5E2BB" stroked="f">
                <v:path arrowok="t"/>
                <v:fill/>
              </v:shape>
            </v:group>
            <v:group style="position:absolute;left:15014;top:9412;width:103;height:230" coordorigin="15014,9412" coordsize="103,230">
              <v:shape style="position:absolute;left:15014;top:9412;width:103;height:230" coordorigin="15014,9412" coordsize="103,230" path="m15014,9643l15118,9643,15118,9412,15014,9412,15014,9643e" filled="t" fillcolor="#D5E2BB" stroked="f">
                <v:path arrowok="t"/>
                <v:fill/>
              </v:shape>
            </v:group>
            <v:group style="position:absolute;left:636;top:9642;width:14482;height:48" coordorigin="636,9642" coordsize="14482,48">
              <v:shape style="position:absolute;left:636;top:9642;width:14482;height:48" coordorigin="636,9642" coordsize="14482,48" path="m636,9689l15118,9689,15118,9642,636,9642,636,9689xe" filled="t" fillcolor="#D5E2BB" stroked="f">
                <v:path arrowok="t"/>
                <v:fill/>
              </v:shape>
            </v:group>
            <v:group style="position:absolute;left:737;top:9412;width:14278;height:230" coordorigin="737,9412" coordsize="14278,230">
              <v:shape style="position:absolute;left:737;top:9412;width:14278;height:230" coordorigin="737,9412" coordsize="14278,230" path="m737,9643l15014,9643,15014,9412,737,9412,737,9643e" filled="t" fillcolor="#D5E2BB" stroked="f">
                <v:path arrowok="t"/>
                <v:fill/>
              </v:shape>
            </v:group>
            <v:group style="position:absolute;left:624;top:9354;width:14503;height:12" coordorigin="624,9354" coordsize="14503,12">
              <v:shape style="position:absolute;left:624;top:9354;width:14503;height:12" coordorigin="624,9354" coordsize="14503,12" path="m624,9365l15127,9365,15127,9354,624,9354,624,9365xe" filled="t" fillcolor="#000000" stroked="f">
                <v:path arrowok="t"/>
                <v:fill/>
              </v:shape>
            </v:group>
            <v:group style="position:absolute;left:636;top:9697;width:14482;height:48" coordorigin="636,9697" coordsize="14482,48">
              <v:shape style="position:absolute;left:636;top:9697;width:14482;height:48" coordorigin="636,9697" coordsize="14482,48" path="m636,9745l15118,9745,15118,9697,636,9697,636,9745xe" filled="t" fillcolor="#D5E2BB" stroked="f">
                <v:path arrowok="t"/>
                <v:fill/>
              </v:shape>
            </v:group>
            <v:group style="position:absolute;left:636;top:9744;width:101;height:230" coordorigin="636,9744" coordsize="101,230">
              <v:shape style="position:absolute;left:636;top:9744;width:101;height:230" coordorigin="636,9744" coordsize="101,230" path="m636,9974l737,9974,737,9744,636,9744,636,9974e" filled="t" fillcolor="#D5E2BB" stroked="f">
                <v:path arrowok="t"/>
                <v:fill/>
              </v:shape>
            </v:group>
            <v:group style="position:absolute;left:15014;top:9744;width:103;height:230" coordorigin="15014,9744" coordsize="103,230">
              <v:shape style="position:absolute;left:15014;top:9744;width:103;height:230" coordorigin="15014,9744" coordsize="103,230" path="m15014,9974l15118,9974,15118,9744,15014,9744,15014,9974e" filled="t" fillcolor="#D5E2BB" stroked="f">
                <v:path arrowok="t"/>
                <v:fill/>
              </v:shape>
            </v:group>
            <v:group style="position:absolute;left:636;top:9973;width:14482;height:50" coordorigin="636,9973" coordsize="14482,50">
              <v:shape style="position:absolute;left:636;top:9973;width:14482;height:50" coordorigin="636,9973" coordsize="14482,50" path="m636,10023l15118,10023,15118,9973,636,9973,636,10023xe" filled="t" fillcolor="#D5E2BB" stroked="f">
                <v:path arrowok="t"/>
                <v:fill/>
              </v:shape>
            </v:group>
            <v:group style="position:absolute;left:737;top:9744;width:14278;height:230" coordorigin="737,9744" coordsize="14278,230">
              <v:shape style="position:absolute;left:737;top:9744;width:14278;height:230" coordorigin="737,9744" coordsize="14278,230" path="m737,9974l15014,9974,15014,9744,737,9744,737,9974e" filled="t" fillcolor="#D5E2BB" stroked="f">
                <v:path arrowok="t"/>
                <v:fill/>
              </v:shape>
            </v:group>
            <v:group style="position:absolute;left:624;top:9687;width:14503;height:12" coordorigin="624,9687" coordsize="14503,12">
              <v:shape style="position:absolute;left:624;top:9687;width:14503;height:12" coordorigin="624,9687" coordsize="14503,12" path="m624,9699l15127,9699,15127,9687,624,9687,624,9699xe" filled="t" fillcolor="#000000" stroked="f">
                <v:path arrowok="t"/>
                <v:fill/>
              </v:shape>
            </v:group>
            <v:group style="position:absolute;left:624;top:10021;width:14503;height:12" coordorigin="624,10021" coordsize="14503,12">
              <v:shape style="position:absolute;left:624;top:10021;width:14503;height:12" coordorigin="624,10021" coordsize="14503,12" path="m624,10033l15127,10033,15127,10021,624,10021,624,10033xe" filled="t" fillcolor="#000000" stroked="f">
                <v:path arrowok="t"/>
                <v:fill/>
              </v:shape>
            </v:group>
            <v:group style="position:absolute;left:624;top:10497;width:14503;height:2" coordorigin="624,10497" coordsize="14503,2">
              <v:shape style="position:absolute;left:624;top:10497;width:14503;height:2" coordorigin="624,10497" coordsize="14503,0" path="m624,10497l15127,10497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1" w:after="0" w:line="230" w:lineRule="exact"/>
        <w:ind w:left="837" w:right="279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0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16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10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tes.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44" w:lineRule="exact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0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ap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er’s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star/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where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37" w:lineRule="auto"/>
        <w:ind w:left="837" w:right="62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35.340401pt;width:9.120pt;height:24.36pt;mso-position-horizontal-relative:page;mso-position-vertical-relative:paragraph;z-index:-1744" type="#_x0000_t75">
            <v:imagedata r:id="rId102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10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ou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10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10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e:</w:t>
      </w:r>
      <w:r>
        <w:rPr>
          <w:rFonts w:ascii="Arial" w:hAnsi="Arial" w:cs="Arial" w:eastAsia="Arial"/>
          <w:sz w:val="20"/>
          <w:szCs w:val="2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“I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10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,”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er.)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torm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44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0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bric,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ehension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00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833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dren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642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where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745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10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week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e”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3" w:lineRule="auto"/>
        <w:ind w:left="117" w:right="35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17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onclusio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00" w:lineRule="auto"/>
        <w:ind w:left="117" w:right="645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clu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’s</w:t>
      </w:r>
      <w:r>
        <w:rPr>
          <w:rFonts w:ascii="Arial" w:hAnsi="Arial" w:cs="Arial" w:eastAsia="Arial"/>
          <w:sz w:val="20"/>
          <w:szCs w:val="20"/>
          <w:spacing w:val="5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u w:val="thick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</w:rPr>
        <w:t>eng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ins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-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74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1"/>
        </w:rPr>
        <w:t>W1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1147" w:top="660" w:bottom="1460" w:left="620" w:right="860"/>
          <w:pgSz w:w="15840" w:h="12240" w:orient="landscape"/>
        </w:sectPr>
      </w:pPr>
      <w:rPr/>
    </w:p>
    <w:p>
      <w:pPr>
        <w:spacing w:before="67" w:after="0" w:line="240" w:lineRule="auto"/>
        <w:ind w:left="503" w:right="2888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09981pt;margin-top:35.950001pt;width:725.74002pt;height:499.036pt;mso-position-horizontal-relative:page;mso-position-vertical-relative:page;z-index:-1740" coordorigin="618,719" coordsize="14515,9981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960" coordorigin="629,730" coordsize="2,9960">
              <v:shape style="position:absolute;left:629;top:730;width:2;height:9960" coordorigin="629,730" coordsize="0,9960" path="m629,730l629,10689e" filled="f" stroked="t" strokeweight=".580pt" strokecolor="#000000">
                <v:path arrowok="t"/>
              </v:shape>
            </v:group>
            <v:group style="position:absolute;left:624;top:10694;width:14503;height:2" coordorigin="624,10694" coordsize="14503,2">
              <v:shape style="position:absolute;left:624;top:10694;width:14503;height:2" coordorigin="624,10694" coordsize="14503,0" path="m624,10694l15127,10694e" filled="f" stroked="t" strokeweight=".58004pt" strokecolor="#000000">
                <v:path arrowok="t"/>
              </v:shape>
            </v:group>
            <v:group style="position:absolute;left:15122;top:730;width:2;height:9960" coordorigin="15122,730" coordsize="2,9960">
              <v:shape style="position:absolute;left:15122;top:730;width:2;height:9960" coordorigin="15122,730" coordsize="0,9960" path="m15122,730l15122,10689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eve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503" w:right="56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act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hts,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order.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10.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ure,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11.779869pt;width:9.120pt;height:24.36pt;mso-position-horizontal-relative:page;mso-position-vertical-relative:paragraph;z-index:-1742" type="#_x0000_t75">
            <v:imagedata r:id="rId106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68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659889pt;width:9.120pt;height:24.48pt;mso-position-horizontal-relative:page;mso-position-vertical-relative:paragraph;z-index:-1741" type="#_x0000_t75">
            <v:imagedata r:id="rId107" o:title=""/>
          </v:shape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torm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6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</w:r>
      <w:r>
        <w:rPr>
          <w:rFonts w:ascii="Arial" w:hAnsi="Arial" w:cs="Arial" w:eastAsia="Arial"/>
          <w:sz w:val="20"/>
          <w:szCs w:val="20"/>
          <w:spacing w:val="9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Mr.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op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5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ui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ns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5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20.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0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8,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9,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ehe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sion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“gr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e”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569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arou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528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want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117" w:right="1154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" w:after="0" w:line="228" w:lineRule="exact"/>
        <w:ind w:left="117" w:right="737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wasn't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um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0" w:lineRule="exact"/>
        <w:ind w:left="117" w:right="909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's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's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117" w:right="673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" w:after="0" w:line="228" w:lineRule="exact"/>
        <w:ind w:left="117" w:right="850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't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117" w:right="1007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$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21"/>
          <w:pgMar w:footer="1140" w:header="0" w:top="660" w:bottom="1340" w:left="620" w:right="720"/>
          <w:footerReference w:type="default" r:id="rId105"/>
          <w:pgSz w:w="15840" w:h="12240" w:orient="landscape"/>
        </w:sectPr>
      </w:pPr>
      <w:rPr/>
    </w:p>
    <w:p>
      <w:pPr>
        <w:spacing w:before="67" w:after="0" w:line="240" w:lineRule="auto"/>
        <w:ind w:left="117" w:right="8298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09999pt;margin-top:35.950001pt;width:727.06pt;height:494.236pt;mso-position-horizontal-relative:page;mso-position-vertical-relative:page;z-index:-1739" coordorigin="606,719" coordsize="14541,9885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864" coordorigin="629,730" coordsize="2,9864">
              <v:shape style="position:absolute;left:629;top:730;width:2;height:9864" coordorigin="629,730" coordsize="0,9864" path="m629,730l629,10593e" filled="f" stroked="t" strokeweight=".580pt" strokecolor="#000000">
                <v:path arrowok="t"/>
              </v:shape>
            </v:group>
            <v:group style="position:absolute;left:15122;top:730;width:2;height:9864" coordorigin="15122,730" coordsize="2,9864">
              <v:shape style="position:absolute;left:15122;top:730;width:2;height:9864" coordorigin="15122,730" coordsize="0,9864" path="m15122,730l15122,10593e" filled="f" stroked="t" strokeweight=".579980pt" strokecolor="#000000">
                <v:path arrowok="t"/>
              </v:shape>
            </v:group>
            <v:group style="position:absolute;left:636;top:3730;width:14482;height:48" coordorigin="636,3730" coordsize="14482,48">
              <v:shape style="position:absolute;left:636;top:3730;width:14482;height:48" coordorigin="636,3730" coordsize="14482,48" path="m636,3777l15118,3777,15118,3730,636,3730,636,3777xe" filled="t" fillcolor="#D5E2BB" stroked="f">
                <v:path arrowok="t"/>
                <v:fill/>
              </v:shape>
            </v:group>
            <v:group style="position:absolute;left:636;top:3776;width:101;height:230" coordorigin="636,3776" coordsize="101,230">
              <v:shape style="position:absolute;left:636;top:3776;width:101;height:230" coordorigin="636,3776" coordsize="101,230" path="m636,4007l737,4007,737,3776,636,3776,636,4007e" filled="t" fillcolor="#D5E2BB" stroked="f">
                <v:path arrowok="t"/>
                <v:fill/>
              </v:shape>
            </v:group>
            <v:group style="position:absolute;left:15014;top:3776;width:103;height:230" coordorigin="15014,3776" coordsize="103,230">
              <v:shape style="position:absolute;left:15014;top:3776;width:103;height:230" coordorigin="15014,3776" coordsize="103,230" path="m15014,4007l15118,4007,15118,3776,15014,3776,15014,4007e" filled="t" fillcolor="#D5E2BB" stroked="f">
                <v:path arrowok="t"/>
                <v:fill/>
              </v:shape>
            </v:group>
            <v:group style="position:absolute;left:636;top:4006;width:14482;height:50" coordorigin="636,4006" coordsize="14482,50">
              <v:shape style="position:absolute;left:636;top:4006;width:14482;height:50" coordorigin="636,4006" coordsize="14482,50" path="m636,4056l15118,4056,15118,4006,636,4006,636,4056xe" filled="t" fillcolor="#D5E2BB" stroked="f">
                <v:path arrowok="t"/>
                <v:fill/>
              </v:shape>
            </v:group>
            <v:group style="position:absolute;left:737;top:3776;width:14278;height:230" coordorigin="737,3776" coordsize="14278,230">
              <v:shape style="position:absolute;left:737;top:3776;width:14278;height:230" coordorigin="737,3776" coordsize="14278,230" path="m737,4007l15014,4007,15014,3776,737,3776,737,4007e" filled="t" fillcolor="#D5E2BB" stroked="f">
                <v:path arrowok="t"/>
                <v:fill/>
              </v:shape>
            </v:group>
            <v:group style="position:absolute;left:624;top:3720;width:14503;height:12" coordorigin="624,3720" coordsize="14503,12">
              <v:shape style="position:absolute;left:624;top:3720;width:14503;height:12" coordorigin="624,3720" coordsize="14503,12" path="m624,3732l15127,3732,15127,3720,624,3720,624,3732xe" filled="t" fillcolor="#000000" stroked="f">
                <v:path arrowok="t"/>
                <v:fill/>
              </v:shape>
            </v:group>
            <v:group style="position:absolute;left:624;top:4054;width:14503;height:12" coordorigin="624,4054" coordsize="14503,12">
              <v:shape style="position:absolute;left:624;top:4054;width:14503;height:12" coordorigin="624,4054" coordsize="14503,12" path="m624,4065l15127,4065,15127,4054,624,4054,624,4065xe" filled="t" fillcolor="#000000" stroked="f">
                <v:path arrowok="t"/>
                <v:fill/>
              </v:shape>
            </v:group>
            <v:group style="position:absolute;left:636;top:4992;width:14482;height:50" coordorigin="636,4992" coordsize="14482,50">
              <v:shape style="position:absolute;left:636;top:4992;width:14482;height:50" coordorigin="636,4992" coordsize="14482,50" path="m636,5042l15118,5042,15118,4992,636,4992,636,5042xe" filled="t" fillcolor="#FFDC6C" stroked="f">
                <v:path arrowok="t"/>
                <v:fill/>
              </v:shape>
            </v:group>
            <v:group style="position:absolute;left:636;top:5041;width:101;height:228" coordorigin="636,5041" coordsize="101,228">
              <v:shape style="position:absolute;left:636;top:5041;width:101;height:228" coordorigin="636,5041" coordsize="101,228" path="m636,5269l737,5269,737,5041,636,5041,636,5269e" filled="t" fillcolor="#FFDC6C" stroked="f">
                <v:path arrowok="t"/>
                <v:fill/>
              </v:shape>
            </v:group>
            <v:group style="position:absolute;left:15014;top:5041;width:103;height:228" coordorigin="15014,5041" coordsize="103,228">
              <v:shape style="position:absolute;left:15014;top:5041;width:103;height:228" coordorigin="15014,5041" coordsize="103,228" path="m15014,5269l15118,5269,15118,5041,15014,5041,15014,5269e" filled="t" fillcolor="#FFDC6C" stroked="f">
                <v:path arrowok="t"/>
                <v:fill/>
              </v:shape>
            </v:group>
            <v:group style="position:absolute;left:636;top:5268;width:14482;height:50" coordorigin="636,5268" coordsize="14482,50">
              <v:shape style="position:absolute;left:636;top:5268;width:14482;height:50" coordorigin="636,5268" coordsize="14482,50" path="m636,5318l15118,5318,15118,5268,636,5268,636,5318xe" filled="t" fillcolor="#FFDC6C" stroked="f">
                <v:path arrowok="t"/>
                <v:fill/>
              </v:shape>
            </v:group>
            <v:group style="position:absolute;left:737;top:5041;width:14278;height:228" coordorigin="737,5041" coordsize="14278,228">
              <v:shape style="position:absolute;left:737;top:5041;width:14278;height:228" coordorigin="737,5041" coordsize="14278,228" path="m737,5269l15014,5269,15014,5041,737,5041,737,5269e" filled="t" fillcolor="#FFDC6C" stroked="f">
                <v:path arrowok="t"/>
                <v:fill/>
              </v:shape>
            </v:group>
            <v:group style="position:absolute;left:624;top:4982;width:14503;height:12" coordorigin="624,4982" coordsize="14503,12">
              <v:shape style="position:absolute;left:624;top:4982;width:14503;height:12" coordorigin="624,4982" coordsize="14503,12" path="m624,4994l15127,4994,15127,4982,624,4982,624,4994xe" filled="t" fillcolor="#000000" stroked="f">
                <v:path arrowok="t"/>
                <v:fill/>
              </v:shape>
            </v:group>
            <v:group style="position:absolute;left:636;top:5326;width:14482;height:26" coordorigin="636,5326" coordsize="14482,26">
              <v:shape style="position:absolute;left:636;top:5326;width:14482;height:26" coordorigin="636,5326" coordsize="14482,26" path="m636,5352l15118,5352,15118,5326,636,5326,636,5352xe" filled="t" fillcolor="#D5E2BB" stroked="f">
                <v:path arrowok="t"/>
                <v:fill/>
              </v:shape>
            </v:group>
            <v:group style="position:absolute;left:636;top:5351;width:101;height:228" coordorigin="636,5351" coordsize="101,228">
              <v:shape style="position:absolute;left:636;top:5351;width:101;height:228" coordorigin="636,5351" coordsize="101,228" path="m636,5579l737,5579,737,5351,636,5351,636,5579e" filled="t" fillcolor="#D5E2BB" stroked="f">
                <v:path arrowok="t"/>
                <v:fill/>
              </v:shape>
            </v:group>
            <v:group style="position:absolute;left:15014;top:5351;width:103;height:228" coordorigin="15014,5351" coordsize="103,228">
              <v:shape style="position:absolute;left:15014;top:5351;width:103;height:228" coordorigin="15014,5351" coordsize="103,228" path="m15014,5579l15118,5579,15118,5351,15014,5351,15014,5579e" filled="t" fillcolor="#D5E2BB" stroked="f">
                <v:path arrowok="t"/>
                <v:fill/>
              </v:shape>
            </v:group>
            <v:group style="position:absolute;left:636;top:5578;width:14482;height:60" coordorigin="636,5578" coordsize="14482,60">
              <v:shape style="position:absolute;left:636;top:5578;width:14482;height:60" coordorigin="636,5578" coordsize="14482,60" path="m636,5637l15118,5637,15118,5578,636,5578,636,5637xe" filled="t" fillcolor="#D5E2BB" stroked="f">
                <v:path arrowok="t"/>
                <v:fill/>
              </v:shape>
            </v:group>
            <v:group style="position:absolute;left:737;top:5351;width:14278;height:228" coordorigin="737,5351" coordsize="14278,228">
              <v:shape style="position:absolute;left:737;top:5351;width:14278;height:228" coordorigin="737,5351" coordsize="14278,228" path="m737,5579l15014,5579,15014,5351,737,5351,737,5579e" filled="t" fillcolor="#D5E2BB" stroked="f">
                <v:path arrowok="t"/>
                <v:fill/>
              </v:shape>
            </v:group>
            <v:group style="position:absolute;left:624;top:5316;width:14503;height:12" coordorigin="624,5316" coordsize="14503,12">
              <v:shape style="position:absolute;left:624;top:5316;width:14503;height:12" coordorigin="624,5316" coordsize="14503,12" path="m624,5328l15127,5328,15127,5316,624,5316,624,5328xe" filled="t" fillcolor="#000000" stroked="f">
                <v:path arrowok="t"/>
                <v:fill/>
              </v:shape>
            </v:group>
            <v:group style="position:absolute;left:636;top:5636;width:101;height:230" coordorigin="636,5636" coordsize="101,230">
              <v:shape style="position:absolute;left:636;top:5636;width:101;height:230" coordorigin="636,5636" coordsize="101,230" path="m636,5867l737,5867,737,5636,636,5636,636,5867e" filled="t" fillcolor="#D5E2BB" stroked="f">
                <v:path arrowok="t"/>
                <v:fill/>
              </v:shape>
            </v:group>
            <v:group style="position:absolute;left:15014;top:5636;width:103;height:230" coordorigin="15014,5636" coordsize="103,230">
              <v:shape style="position:absolute;left:15014;top:5636;width:103;height:230" coordorigin="15014,5636" coordsize="103,230" path="m15014,5867l15118,5867,15118,5636,15014,5636,15014,5867e" filled="t" fillcolor="#D5E2BB" stroked="f">
                <v:path arrowok="t"/>
                <v:fill/>
              </v:shape>
            </v:group>
            <v:group style="position:absolute;left:636;top:5866;width:14482;height:24" coordorigin="636,5866" coordsize="14482,24">
              <v:shape style="position:absolute;left:636;top:5866;width:14482;height:24" coordorigin="636,5866" coordsize="14482,24" path="m636,5889l15118,5889,15118,5866,636,5866,636,5889xe" filled="t" fillcolor="#D5E2BB" stroked="f">
                <v:path arrowok="t"/>
                <v:fill/>
              </v:shape>
            </v:group>
            <v:group style="position:absolute;left:737;top:5636;width:14278;height:230" coordorigin="737,5636" coordsize="14278,230">
              <v:shape style="position:absolute;left:737;top:5636;width:14278;height:230" coordorigin="737,5636" coordsize="14278,230" path="m737,5867l15014,5867,15014,5636,737,5636,737,5867e" filled="t" fillcolor="#D5E2BB" stroked="f">
                <v:path arrowok="t"/>
                <v:fill/>
              </v:shape>
            </v:group>
            <v:group style="position:absolute;left:624;top:5602;width:14503;height:12" coordorigin="624,5602" coordsize="14503,12">
              <v:shape style="position:absolute;left:624;top:5602;width:14503;height:12" coordorigin="624,5602" coordsize="14503,12" path="m624,5613l15127,5613,15127,5602,624,5602,624,5613xe" filled="t" fillcolor="#000000" stroked="f">
                <v:path arrowok="t"/>
                <v:fill/>
              </v:shape>
            </v:group>
            <v:group style="position:absolute;left:624;top:5887;width:14503;height:12" coordorigin="624,5887" coordsize="14503,12">
              <v:shape style="position:absolute;left:624;top:5887;width:14503;height:12" coordorigin="624,5887" coordsize="14503,12" path="m624,5899l15127,5899,15127,5887,624,5887,624,5899xe" filled="t" fillcolor="#000000" stroked="f">
                <v:path arrowok="t"/>
                <v:fill/>
              </v:shape>
              <v:shape style="position:absolute;left:1097;top:10106;width:182;height:487" type="#_x0000_t75">
                <v:imagedata r:id="rId109" o:title=""/>
              </v:shape>
            </v:group>
            <v:group style="position:absolute;left:624;top:10598;width:14503;height:2" coordorigin="624,10598" coordsize="14503,2">
              <v:shape style="position:absolute;left:624;top:10598;width:14503;height:2" coordorigin="624,10598" coordsize="14503,0" path="m624,10598l15127,10598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n't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"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"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5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unit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spacing w:val="-4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38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Mr.</w:t>
      </w:r>
      <w:r>
        <w:rPr>
          <w:rFonts w:ascii="Arial" w:hAnsi="Arial" w:cs="Arial" w:eastAsia="Arial"/>
          <w:sz w:val="20"/>
          <w:szCs w:val="20"/>
          <w:spacing w:val="5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5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ui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ns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eve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Mr.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ENT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2:</w:t>
      </w:r>
      <w:r>
        <w:rPr>
          <w:rFonts w:ascii="Arial" w:hAnsi="Arial" w:cs="Arial" w:eastAsia="Arial"/>
          <w:sz w:val="20"/>
          <w:szCs w:val="20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NNEC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99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8" w:after="0" w:line="239" w:lineRule="auto"/>
        <w:ind w:left="117" w:right="56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T:</w:t>
      </w:r>
      <w:r>
        <w:rPr>
          <w:rFonts w:ascii="Arial" w:hAnsi="Arial" w:cs="Arial" w:eastAsia="Arial"/>
          <w:sz w:val="20"/>
          <w:szCs w:val="20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paper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nclu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s,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son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as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al.</w:t>
      </w:r>
      <w:r>
        <w:rPr>
          <w:rFonts w:ascii="Arial" w:hAnsi="Arial" w:cs="Arial" w:eastAsia="Arial"/>
          <w:sz w:val="20"/>
          <w:szCs w:val="20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paper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inclu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imagina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desc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detai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quen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elop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act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ough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sing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dialo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uage.</w:t>
      </w:r>
      <w:r>
        <w:rPr>
          <w:rFonts w:ascii="Arial" w:hAnsi="Arial" w:cs="Arial" w:eastAsia="Arial"/>
          <w:sz w:val="20"/>
          <w:szCs w:val="20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oose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ia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Habi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eme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e.”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KILL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BUI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9" w:after="0" w:line="285" w:lineRule="auto"/>
        <w:ind w:left="117" w:right="744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dete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tau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Dai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Ho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8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2" w:lineRule="auto"/>
        <w:ind w:left="117" w:right="8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ntral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text.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asp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tr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wor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99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-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d,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g).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ain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text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ats,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8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2" w:after="0" w:line="228" w:lineRule="exact"/>
        <w:ind w:left="837" w:right="553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930002pt;width:9.120pt;height:24.36pt;mso-position-horizontal-relative:page;mso-position-vertical-relative:paragraph;z-index:-1738" type="#_x0000_t75">
            <v:imagedata r:id="rId110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1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Da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6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6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throu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trat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2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236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779877pt;width:9.120pt;height:24.36pt;mso-position-horizontal-relative:page;mso-position-vertical-relative:paragraph;z-index:-1737" type="#_x0000_t75">
            <v:imagedata r:id="rId112" o:title=""/>
          </v:shape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28" w:lineRule="exact"/>
        <w:ind w:left="837" w:right="28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treat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torm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0" w:top="660" w:bottom="1340" w:left="620" w:right="760"/>
          <w:pgSz w:w="15840" w:h="12240" w:orient="landscape"/>
        </w:sectPr>
      </w:pPr>
      <w:rPr/>
    </w:p>
    <w:p>
      <w:pPr>
        <w:spacing w:before="7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09999pt;margin-top:35.950001pt;width:727.06pt;height:489.796pt;mso-position-horizontal-relative:page;mso-position-vertical-relative:page;z-index:-1736" coordorigin="606,719" coordsize="14541,9796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775" coordorigin="629,730" coordsize="2,9775">
              <v:shape style="position:absolute;left:629;top:730;width:2;height:9775" coordorigin="629,730" coordsize="0,9775" path="m629,730l629,10504e" filled="f" stroked="t" strokeweight=".580pt" strokecolor="#000000">
                <v:path arrowok="t"/>
              </v:shape>
            </v:group>
            <v:group style="position:absolute;left:15122;top:730;width:2;height:9775" coordorigin="15122,730" coordsize="2,9775">
              <v:shape style="position:absolute;left:15122;top:730;width:2;height:9775" coordorigin="15122,730" coordsize="0,9775" path="m15122,730l15122,10504e" filled="f" stroked="t" strokeweight=".579980pt" strokecolor="#000000">
                <v:path arrowok="t"/>
              </v:shape>
            </v:group>
            <v:group style="position:absolute;left:636;top:1014;width:14482;height:26" coordorigin="636,1014" coordsize="14482,26">
              <v:shape style="position:absolute;left:636;top:1014;width:14482;height:26" coordorigin="636,1014" coordsize="14482,26" path="m636,1040l15118,1040,15118,1014,636,1014,636,1040xe" filled="t" fillcolor="#D5E2BB" stroked="f">
                <v:path arrowok="t"/>
                <v:fill/>
              </v:shape>
            </v:group>
            <v:group style="position:absolute;left:636;top:1039;width:101;height:231" coordorigin="636,1039" coordsize="101,231">
              <v:shape style="position:absolute;left:636;top:1039;width:101;height:231" coordorigin="636,1039" coordsize="101,231" path="m636,1270l737,1270,737,1039,636,1039,636,1270e" filled="t" fillcolor="#D5E2BB" stroked="f">
                <v:path arrowok="t"/>
                <v:fill/>
              </v:shape>
            </v:group>
            <v:group style="position:absolute;left:15014;top:1039;width:103;height:231" coordorigin="15014,1039" coordsize="103,231">
              <v:shape style="position:absolute;left:15014;top:1039;width:103;height:231" coordorigin="15014,1039" coordsize="103,231" path="m15014,1270l15118,1270,15118,1039,15014,1039,15014,1270e" filled="t" fillcolor="#D5E2BB" stroked="f">
                <v:path arrowok="t"/>
                <v:fill/>
              </v:shape>
            </v:group>
            <v:group style="position:absolute;left:636;top:1269;width:14482;height:24" coordorigin="636,1269" coordsize="14482,24">
              <v:shape style="position:absolute;left:636;top:1269;width:14482;height:24" coordorigin="636,1269" coordsize="14482,24" path="m636,1293l15118,1293,15118,1269,636,1269,636,1293xe" filled="t" fillcolor="#D5E2BB" stroked="f">
                <v:path arrowok="t"/>
                <v:fill/>
              </v:shape>
            </v:group>
            <v:group style="position:absolute;left:737;top:1039;width:14278;height:231" coordorigin="737,1039" coordsize="14278,231">
              <v:shape style="position:absolute;left:737;top:1039;width:14278;height:231" coordorigin="737,1039" coordsize="14278,231" path="m737,1270l15014,1270,15014,1039,737,1039,737,1270e" filled="t" fillcolor="#D5E2BB" stroked="f">
                <v:path arrowok="t"/>
                <v:fill/>
              </v:shape>
            </v:group>
            <v:group style="position:absolute;left:624;top:1005;width:14503;height:12" coordorigin="624,1005" coordsize="14503,12">
              <v:shape style="position:absolute;left:624;top:1005;width:14503;height:12" coordorigin="624,1005" coordsize="14503,12" path="m624,1016l15127,1016,15127,1005,624,1005,624,1016xe" filled="t" fillcolor="#000000" stroked="f">
                <v:path arrowok="t"/>
                <v:fill/>
              </v:shape>
            </v:group>
            <v:group style="position:absolute;left:636;top:1303;width:14482;height:24" coordorigin="636,1303" coordsize="14482,24">
              <v:shape style="position:absolute;left:636;top:1303;width:14482;height:24" coordorigin="636,1303" coordsize="14482,24" path="m636,1326l15118,1326,15118,1303,636,1303,636,1326xe" filled="t" fillcolor="#D5E2BB" stroked="f">
                <v:path arrowok="t"/>
                <v:fill/>
              </v:shape>
            </v:group>
            <v:group style="position:absolute;left:636;top:1325;width:101;height:230" coordorigin="636,1325" coordsize="101,230">
              <v:shape style="position:absolute;left:636;top:1325;width:101;height:230" coordorigin="636,1325" coordsize="101,230" path="m636,1556l737,1556,737,1325,636,1325,636,1556e" filled="t" fillcolor="#D5E2BB" stroked="f">
                <v:path arrowok="t"/>
                <v:fill/>
              </v:shape>
            </v:group>
            <v:group style="position:absolute;left:15014;top:1325;width:103;height:230" coordorigin="15014,1325" coordsize="103,230">
              <v:shape style="position:absolute;left:15014;top:1325;width:103;height:230" coordorigin="15014,1325" coordsize="103,230" path="m15014,1556l15118,1556,15118,1325,15014,1325,15014,1556e" filled="t" fillcolor="#D5E2BB" stroked="f">
                <v:path arrowok="t"/>
                <v:fill/>
              </v:shape>
            </v:group>
            <v:group style="position:absolute;left:636;top:1555;width:14482;height:24" coordorigin="636,1555" coordsize="14482,24">
              <v:shape style="position:absolute;left:636;top:1555;width:14482;height:24" coordorigin="636,1555" coordsize="14482,24" path="m636,1578l15118,1578,15118,1555,636,1555,636,1578xe" filled="t" fillcolor="#D5E2BB" stroked="f">
                <v:path arrowok="t"/>
                <v:fill/>
              </v:shape>
            </v:group>
            <v:group style="position:absolute;left:737;top:1325;width:14278;height:230" coordorigin="737,1325" coordsize="14278,230">
              <v:shape style="position:absolute;left:737;top:1325;width:14278;height:230" coordorigin="737,1325" coordsize="14278,230" path="m737,1556l15014,1556,15014,1325,737,1325,737,1556e" filled="t" fillcolor="#D5E2BB" stroked="f">
                <v:path arrowok="t"/>
                <v:fill/>
              </v:shape>
            </v:group>
            <v:group style="position:absolute;left:624;top:1291;width:14503;height:12" coordorigin="624,1291" coordsize="14503,12">
              <v:shape style="position:absolute;left:624;top:1291;width:14503;height:12" coordorigin="624,1291" coordsize="14503,12" path="m624,1302l15127,1302,15127,1291,624,1291,624,1302xe" filled="t" fillcolor="#000000" stroked="f">
                <v:path arrowok="t"/>
                <v:fill/>
              </v:shape>
            </v:group>
            <v:group style="position:absolute;left:624;top:1576;width:14503;height:12" coordorigin="624,1576" coordsize="14503,12">
              <v:shape style="position:absolute;left:624;top:1576;width:14503;height:12" coordorigin="624,1576" coordsize="14503,12" path="m624,1588l15127,1588,15127,1576,624,1576,624,1588xe" filled="t" fillcolor="#000000" stroked="f">
                <v:path arrowok="t"/>
                <v:fill/>
              </v:shape>
            </v:group>
            <v:group style="position:absolute;left:636;top:6007;width:14482;height:26" coordorigin="636,6007" coordsize="14482,26">
              <v:shape style="position:absolute;left:636;top:6007;width:14482;height:26" coordorigin="636,6007" coordsize="14482,26" path="m636,6033l15118,6033,15118,6007,636,6007,636,6033xe" filled="t" fillcolor="#D5E2BB" stroked="f">
                <v:path arrowok="t"/>
                <v:fill/>
              </v:shape>
            </v:group>
            <v:group style="position:absolute;left:636;top:6032;width:101;height:228" coordorigin="636,6032" coordsize="101,228">
              <v:shape style="position:absolute;left:636;top:6032;width:101;height:228" coordorigin="636,6032" coordsize="101,228" path="m636,6261l737,6261,737,6032,636,6032,636,6261e" filled="t" fillcolor="#D5E2BB" stroked="f">
                <v:path arrowok="t"/>
                <v:fill/>
              </v:shape>
            </v:group>
            <v:group style="position:absolute;left:15014;top:6032;width:103;height:228" coordorigin="15014,6032" coordsize="103,228">
              <v:shape style="position:absolute;left:15014;top:6032;width:103;height:228" coordorigin="15014,6032" coordsize="103,228" path="m15014,6261l15118,6261,15118,6032,15014,6032,15014,6261e" filled="t" fillcolor="#D5E2BB" stroked="f">
                <v:path arrowok="t"/>
                <v:fill/>
              </v:shape>
            </v:group>
            <v:group style="position:absolute;left:636;top:6260;width:14482;height:60" coordorigin="636,6260" coordsize="14482,60">
              <v:shape style="position:absolute;left:636;top:6260;width:14482;height:60" coordorigin="636,6260" coordsize="14482,60" path="m636,6319l15118,6319,15118,6260,636,6260,636,6319xe" filled="t" fillcolor="#D5E2BB" stroked="f">
                <v:path arrowok="t"/>
                <v:fill/>
              </v:shape>
            </v:group>
            <v:group style="position:absolute;left:737;top:6032;width:14278;height:228" coordorigin="737,6032" coordsize="14278,228">
              <v:shape style="position:absolute;left:737;top:6032;width:14278;height:228" coordorigin="737,6032" coordsize="14278,228" path="m737,6261l15014,6261,15014,6032,737,6032,737,6261e" filled="t" fillcolor="#D5E2BB" stroked="f">
                <v:path arrowok="t"/>
                <v:fill/>
              </v:shape>
            </v:group>
            <v:group style="position:absolute;left:624;top:5998;width:14503;height:12" coordorigin="624,5998" coordsize="14503,12">
              <v:shape style="position:absolute;left:624;top:5998;width:14503;height:12" coordorigin="624,5998" coordsize="14503,12" path="m624,6009l15127,6009,15127,5998,624,5998,624,6009xe" filled="t" fillcolor="#000000" stroked="f">
                <v:path arrowok="t"/>
                <v:fill/>
              </v:shape>
            </v:group>
            <v:group style="position:absolute;left:636;top:6318;width:101;height:230" coordorigin="636,6318" coordsize="101,230">
              <v:shape style="position:absolute;left:636;top:6318;width:101;height:230" coordorigin="636,6318" coordsize="101,230" path="m636,6549l737,6549,737,6318,636,6318,636,6549e" filled="t" fillcolor="#D5E2BB" stroked="f">
                <v:path arrowok="t"/>
                <v:fill/>
              </v:shape>
            </v:group>
            <v:group style="position:absolute;left:15014;top:6318;width:103;height:230" coordorigin="15014,6318" coordsize="103,230">
              <v:shape style="position:absolute;left:15014;top:6318;width:103;height:230" coordorigin="15014,6318" coordsize="103,230" path="m15014,6549l15118,6549,15118,6318,15014,6318,15014,6549e" filled="t" fillcolor="#D5E2BB" stroked="f">
                <v:path arrowok="t"/>
                <v:fill/>
              </v:shape>
            </v:group>
            <v:group style="position:absolute;left:636;top:6548;width:14482;height:24" coordorigin="636,6548" coordsize="14482,24">
              <v:shape style="position:absolute;left:636;top:6548;width:14482;height:24" coordorigin="636,6548" coordsize="14482,24" path="m636,6571l15118,6571,15118,6548,636,6548,636,6571xe" filled="t" fillcolor="#D5E2BB" stroked="f">
                <v:path arrowok="t"/>
                <v:fill/>
              </v:shape>
            </v:group>
            <v:group style="position:absolute;left:737;top:6318;width:14278;height:230" coordorigin="737,6318" coordsize="14278,230">
              <v:shape style="position:absolute;left:737;top:6318;width:14278;height:230" coordorigin="737,6318" coordsize="14278,230" path="m737,6549l15014,6549,15014,6318,737,6318,737,6549e" filled="t" fillcolor="#D5E2BB" stroked="f">
                <v:path arrowok="t"/>
                <v:fill/>
              </v:shape>
            </v:group>
            <v:group style="position:absolute;left:624;top:6284;width:14503;height:12" coordorigin="624,6284" coordsize="14503,12">
              <v:shape style="position:absolute;left:624;top:6284;width:14503;height:12" coordorigin="624,6284" coordsize="14503,12" path="m624,6295l15127,6295,15127,6284,624,6284,624,6295xe" filled="t" fillcolor="#000000" stroked="f">
                <v:path arrowok="t"/>
                <v:fill/>
              </v:shape>
            </v:group>
            <v:group style="position:absolute;left:624;top:6569;width:14503;height:12" coordorigin="624,6569" coordsize="14503,12">
              <v:shape style="position:absolute;left:624;top:6569;width:14503;height:12" coordorigin="624,6569" coordsize="14503,12" path="m624,6581l15127,6581,15127,6569,624,6569,624,6581xe" filled="t" fillcolor="#000000" stroked="f">
                <v:path arrowok="t"/>
                <v:fill/>
              </v:shape>
              <v:shape style="position:absolute;left:1097;top:10260;width:182;height:245" type="#_x0000_t75">
                <v:imagedata r:id="rId113" o:title=""/>
              </v:shape>
            </v:group>
            <v:group style="position:absolute;left:624;top:10509;width:14503;height:2" coordorigin="624,10509" coordsize="14503,2">
              <v:shape style="position:absolute;left:624;top:10509;width:14503;height:2" coordorigin="624,10509" coordsize="14503,0" path="m624,10509l15127,10509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ansition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6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ansition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qu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nce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Dai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mes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Ho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2" w:lineRule="auto"/>
        <w:ind w:left="117" w:right="85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ween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tech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ures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urate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went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99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99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99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99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e/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99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99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99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99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99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99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418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bru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228" w:lineRule="exact"/>
        <w:ind w:left="837" w:right="56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tart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30" w:lineRule="exact"/>
        <w:ind w:left="837" w:right="204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1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artners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44" w:lineRule="exact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1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ix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tense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bs?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5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xp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ain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oot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2" w:lineRule="auto"/>
        <w:ind w:left="117" w:right="84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e;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cert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color w:val="3A3A39"/>
          <w:spacing w:val="2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(e.g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d;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i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ran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32" w:lineRule="exact"/>
        <w:ind w:left="837" w:right="58" w:firstLine="-36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gre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e/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-2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orta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e,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are/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/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preh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6" w:lineRule="exact"/>
        <w:ind w:left="477" w:right="-20"/>
        <w:jc w:val="left"/>
        <w:tabs>
          <w:tab w:pos="8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root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i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thro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Da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6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6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verbs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0" w:top="960" w:bottom="1340" w:left="620" w:right="720"/>
          <w:pgSz w:w="15840" w:h="12240" w:orient="landscape"/>
        </w:sectPr>
      </w:pPr>
      <w:rPr/>
    </w:p>
    <w:p>
      <w:pPr>
        <w:spacing w:before="6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309999pt;margin-top:35.950001pt;width:727.06pt;height:490.276pt;mso-position-horizontal-relative:page;mso-position-vertical-relative:page;z-index:-1733" coordorigin="606,719" coordsize="14541,9806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784" coordorigin="629,730" coordsize="2,9784">
              <v:shape style="position:absolute;left:629;top:730;width:2;height:9784" coordorigin="629,730" coordsize="0,9784" path="m629,730l629,10514e" filled="f" stroked="t" strokeweight=".580pt" strokecolor="#000000">
                <v:path arrowok="t"/>
              </v:shape>
            </v:group>
            <v:group style="position:absolute;left:15122;top:730;width:2;height:9784" coordorigin="15122,730" coordsize="2,9784">
              <v:shape style="position:absolute;left:15122;top:730;width:2;height:9784" coordorigin="15122,730" coordsize="0,9784" path="m15122,730l15122,10514e" filled="f" stroked="t" strokeweight=".579980pt" strokecolor="#000000">
                <v:path arrowok="t"/>
              </v:shape>
            </v:group>
            <v:group style="position:absolute;left:636;top:2863;width:14482;height:26" coordorigin="636,2863" coordsize="14482,26">
              <v:shape style="position:absolute;left:636;top:2863;width:14482;height:26" coordorigin="636,2863" coordsize="14482,26" path="m636,2889l15118,2889,15118,2863,636,2863,636,2889xe" filled="t" fillcolor="#D5E2BB" stroked="f">
                <v:path arrowok="t"/>
                <v:fill/>
              </v:shape>
            </v:group>
            <v:group style="position:absolute;left:636;top:2888;width:101;height:230" coordorigin="636,2888" coordsize="101,230">
              <v:shape style="position:absolute;left:636;top:2888;width:101;height:230" coordorigin="636,2888" coordsize="101,230" path="m636,3118l737,3118,737,2888,636,2888,636,3118e" filled="t" fillcolor="#D5E2BB" stroked="f">
                <v:path arrowok="t"/>
                <v:fill/>
              </v:shape>
            </v:group>
            <v:group style="position:absolute;left:15014;top:2888;width:103;height:230" coordorigin="15014,2888" coordsize="103,230">
              <v:shape style="position:absolute;left:15014;top:2888;width:103;height:230" coordorigin="15014,2888" coordsize="103,230" path="m15014,3118l15118,3118,15118,2888,15014,2888,15014,3118e" filled="t" fillcolor="#D5E2BB" stroked="f">
                <v:path arrowok="t"/>
                <v:fill/>
              </v:shape>
            </v:group>
            <v:group style="position:absolute;left:636;top:3117;width:14482;height:57" coordorigin="636,3117" coordsize="14482,57">
              <v:shape style="position:absolute;left:636;top:3117;width:14482;height:57" coordorigin="636,3117" coordsize="14482,57" path="m636,3174l15118,3174,15118,3117,636,3117,636,3174xe" filled="t" fillcolor="#D5E2BB" stroked="f">
                <v:path arrowok="t"/>
                <v:fill/>
              </v:shape>
            </v:group>
            <v:group style="position:absolute;left:737;top:2888;width:14278;height:230" coordorigin="737,2888" coordsize="14278,230">
              <v:shape style="position:absolute;left:737;top:2888;width:14278;height:230" coordorigin="737,2888" coordsize="14278,230" path="m737,3118l15014,3118,15014,2888,737,2888,737,3118e" filled="t" fillcolor="#D5E2BB" stroked="f">
                <v:path arrowok="t"/>
                <v:fill/>
              </v:shape>
            </v:group>
            <v:group style="position:absolute;left:624;top:2853;width:14503;height:12" coordorigin="624,2853" coordsize="14503,12">
              <v:shape style="position:absolute;left:624;top:2853;width:14503;height:12" coordorigin="624,2853" coordsize="14503,12" path="m624,2865l15127,2865,15127,2853,624,2853,624,2865xe" filled="t" fillcolor="#000000" stroked="f">
                <v:path arrowok="t"/>
                <v:fill/>
              </v:shape>
            </v:group>
            <v:group style="position:absolute;left:636;top:3173;width:101;height:230" coordorigin="636,3173" coordsize="101,230">
              <v:shape style="position:absolute;left:636;top:3173;width:101;height:230" coordorigin="636,3173" coordsize="101,230" path="m636,3404l737,3404,737,3173,636,3173,636,3404e" filled="t" fillcolor="#D5E2BB" stroked="f">
                <v:path arrowok="t"/>
                <v:fill/>
              </v:shape>
            </v:group>
            <v:group style="position:absolute;left:15014;top:3173;width:103;height:230" coordorigin="15014,3173" coordsize="103,230">
              <v:shape style="position:absolute;left:15014;top:3173;width:103;height:230" coordorigin="15014,3173" coordsize="103,230" path="m15014,3404l15118,3404,15118,3173,15014,3173,15014,3404e" filled="t" fillcolor="#D5E2BB" stroked="f">
                <v:path arrowok="t"/>
                <v:fill/>
              </v:shape>
            </v:group>
            <v:group style="position:absolute;left:636;top:3403;width:14482;height:24" coordorigin="636,3403" coordsize="14482,24">
              <v:shape style="position:absolute;left:636;top:3403;width:14482;height:24" coordorigin="636,3403" coordsize="14482,24" path="m636,3426l15118,3426,15118,3403,636,3403,636,3426xe" filled="t" fillcolor="#D5E2BB" stroked="f">
                <v:path arrowok="t"/>
                <v:fill/>
              </v:shape>
            </v:group>
            <v:group style="position:absolute;left:737;top:3173;width:14278;height:230" coordorigin="737,3173" coordsize="14278,230">
              <v:shape style="position:absolute;left:737;top:3173;width:14278;height:230" coordorigin="737,3173" coordsize="14278,230" path="m737,3404l15014,3404,15014,3173,737,3173,737,3404e" filled="t" fillcolor="#D5E2BB" stroked="f">
                <v:path arrowok="t"/>
                <v:fill/>
              </v:shape>
            </v:group>
            <v:group style="position:absolute;left:624;top:3139;width:14503;height:12" coordorigin="624,3139" coordsize="14503,12">
              <v:shape style="position:absolute;left:624;top:3139;width:14503;height:12" coordorigin="624,3139" coordsize="14503,12" path="m624,3150l15127,3150,15127,3139,624,3139,624,3150xe" filled="t" fillcolor="#000000" stroked="f">
                <v:path arrowok="t"/>
                <v:fill/>
              </v:shape>
            </v:group>
            <v:group style="position:absolute;left:624;top:3424;width:14503;height:12" coordorigin="624,3424" coordsize="14503,12">
              <v:shape style="position:absolute;left:624;top:3424;width:14503;height:12" coordorigin="624,3424" coordsize="14503,12" path="m624,3436l15127,3436,15127,3424,624,3424,624,3436xe" filled="t" fillcolor="#000000" stroked="f">
                <v:path arrowok="t"/>
                <v:fill/>
              </v:shape>
            </v:group>
            <v:group style="position:absolute;left:636;top:7167;width:14482;height:24" coordorigin="636,7167" coordsize="14482,24">
              <v:shape style="position:absolute;left:636;top:7167;width:14482;height:24" coordorigin="636,7167" coordsize="14482,24" path="m636,7190l15118,7190,15118,7167,636,7167,636,7190xe" filled="t" fillcolor="#D5E2BB" stroked="f">
                <v:path arrowok="t"/>
                <v:fill/>
              </v:shape>
            </v:group>
            <v:group style="position:absolute;left:636;top:7189;width:101;height:230" coordorigin="636,7189" coordsize="101,230">
              <v:shape style="position:absolute;left:636;top:7189;width:101;height:230" coordorigin="636,7189" coordsize="101,230" path="m636,7420l737,7420,737,7189,636,7189,636,7420e" filled="t" fillcolor="#D5E2BB" stroked="f">
                <v:path arrowok="t"/>
                <v:fill/>
              </v:shape>
            </v:group>
            <v:group style="position:absolute;left:15014;top:7189;width:103;height:230" coordorigin="15014,7189" coordsize="103,230">
              <v:shape style="position:absolute;left:15014;top:7189;width:103;height:230" coordorigin="15014,7189" coordsize="103,230" path="m15014,7420l15118,7420,15118,7189,15014,7189,15014,7420e" filled="t" fillcolor="#D5E2BB" stroked="f">
                <v:path arrowok="t"/>
                <v:fill/>
              </v:shape>
            </v:group>
            <v:group style="position:absolute;left:636;top:7419;width:14482;height:60" coordorigin="636,7419" coordsize="14482,60">
              <v:shape style="position:absolute;left:636;top:7419;width:14482;height:60" coordorigin="636,7419" coordsize="14482,60" path="m636,7478l15118,7478,15118,7419,636,7419,636,7478xe" filled="t" fillcolor="#D5E2BB" stroked="f">
                <v:path arrowok="t"/>
                <v:fill/>
              </v:shape>
            </v:group>
            <v:group style="position:absolute;left:737;top:7189;width:14278;height:230" coordorigin="737,7189" coordsize="14278,230">
              <v:shape style="position:absolute;left:737;top:7189;width:14278;height:230" coordorigin="737,7189" coordsize="14278,230" path="m737,7420l15014,7420,15014,7189,737,7189,737,7420e" filled="t" fillcolor="#D5E2BB" stroked="f">
                <v:path arrowok="t"/>
                <v:fill/>
              </v:shape>
            </v:group>
            <v:group style="position:absolute;left:624;top:7157;width:14503;height:12" coordorigin="624,7157" coordsize="14503,12">
              <v:shape style="position:absolute;left:624;top:7157;width:14503;height:12" coordorigin="624,7157" coordsize="14503,12" path="m624,7169l15127,7169,15127,7157,624,7157,624,7169xe" filled="t" fillcolor="#000000" stroked="f">
                <v:path arrowok="t"/>
                <v:fill/>
              </v:shape>
            </v:group>
            <v:group style="position:absolute;left:636;top:7477;width:101;height:228" coordorigin="636,7477" coordsize="101,228">
              <v:shape style="position:absolute;left:636;top:7477;width:101;height:228" coordorigin="636,7477" coordsize="101,228" path="m636,7705l737,7705,737,7477,636,7477,636,7705e" filled="t" fillcolor="#D5E2BB" stroked="f">
                <v:path arrowok="t"/>
                <v:fill/>
              </v:shape>
            </v:group>
            <v:group style="position:absolute;left:15014;top:7477;width:103;height:228" coordorigin="15014,7477" coordsize="103,228">
              <v:shape style="position:absolute;left:15014;top:7477;width:103;height:228" coordorigin="15014,7477" coordsize="103,228" path="m15014,7705l15118,7705,15118,7477,15014,7477,15014,7705e" filled="t" fillcolor="#D5E2BB" stroked="f">
                <v:path arrowok="t"/>
                <v:fill/>
              </v:shape>
            </v:group>
            <v:group style="position:absolute;left:636;top:7704;width:14482;height:26" coordorigin="636,7704" coordsize="14482,26">
              <v:shape style="position:absolute;left:636;top:7704;width:14482;height:26" coordorigin="636,7704" coordsize="14482,26" path="m636,7730l15118,7730,15118,7704,636,7704,636,7730xe" filled="t" fillcolor="#D5E2BB" stroked="f">
                <v:path arrowok="t"/>
                <v:fill/>
              </v:shape>
            </v:group>
            <v:group style="position:absolute;left:737;top:7477;width:14278;height:228" coordorigin="737,7477" coordsize="14278,228">
              <v:shape style="position:absolute;left:737;top:7477;width:14278;height:228" coordorigin="737,7477" coordsize="14278,228" path="m737,7705l15014,7705,15014,7477,737,7477,737,7705e" filled="t" fillcolor="#D5E2BB" stroked="f">
                <v:path arrowok="t"/>
                <v:fill/>
              </v:shape>
            </v:group>
            <v:group style="position:absolute;left:624;top:7443;width:14503;height:12" coordorigin="624,7443" coordsize="14503,12">
              <v:shape style="position:absolute;left:624;top:7443;width:14503;height:12" coordorigin="624,7443" coordsize="14503,12" path="m624,7454l15127,7454,15127,7443,624,7443,624,7454xe" filled="t" fillcolor="#000000" stroked="f">
                <v:path arrowok="t"/>
                <v:fill/>
              </v:shape>
            </v:group>
            <v:group style="position:absolute;left:624;top:7728;width:14503;height:12" coordorigin="624,7728" coordsize="14503,12">
              <v:shape style="position:absolute;left:624;top:7728;width:14503;height:12" coordorigin="624,7728" coordsize="14503,12" path="m624,7740l15127,7740,15127,7728,624,7728,624,7740xe" filled="t" fillcolor="#000000" stroked="f">
                <v:path arrowok="t"/>
                <v:fill/>
              </v:shape>
              <v:shape style="position:absolute;left:1097;top:10269;width:182;height:245" type="#_x0000_t75">
                <v:imagedata r:id="rId117" o:title=""/>
              </v:shape>
            </v:group>
            <v:group style="position:absolute;left:624;top:10519;width:14503;height:2" coordorigin="624,10519" coordsize="14503,2">
              <v:shape style="position:absolute;left:624;top:10519;width:14503;height:2" coordorigin="624,10519" coordsize="14503,0" path="m624,10519l15127,10519e" filled="f" stroked="t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37" w:lineRule="auto"/>
        <w:ind w:left="837" w:right="56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35.340359pt;width:9.120pt;height:24.48pt;mso-position-horizontal-relative:page;mso-position-vertical-relative:paragraph;z-index:-1735" type="#_x0000_t75">
            <v:imagedata r:id="rId118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11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use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Chart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arate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o.</w:t>
      </w:r>
      <w:r>
        <w:rPr>
          <w:rFonts w:ascii="Arial" w:hAnsi="Arial" w:cs="Arial" w:eastAsia="Arial"/>
          <w:sz w:val="20"/>
          <w:szCs w:val="2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/ro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erent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words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exa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erb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5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erbs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103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799995pt;width:9.120pt;height:12.24pt;mso-position-horizontal-relative:page;mso-position-vertical-relative:paragraph;z-index:-1734" type="#_x0000_t75">
            <v:imagedata r:id="rId120" o:title=""/>
          </v:shape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wea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oks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imil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5" w:after="0" w:line="275" w:lineRule="auto"/>
        <w:ind w:left="117" w:right="373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oks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ame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9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L.3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6.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ak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propr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L.3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RI.3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tures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99"/>
        </w:rPr>
        <w:t>ef</w:t>
      </w:r>
      <w:r>
        <w:rPr>
          <w:rFonts w:ascii="Arial" w:hAnsi="Arial" w:cs="Arial" w:eastAsia="Arial"/>
          <w:sz w:val="20"/>
          <w:szCs w:val="20"/>
          <w:color w:val="3A3A39"/>
          <w:spacing w:val="-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RI.3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8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ween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aragr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/e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t/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e).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7.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1" w:after="0" w:line="230" w:lineRule="exact"/>
        <w:ind w:left="837" w:right="178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930012pt;width:9.120pt;height:24.48pt;mso-position-horizontal-relative:page;mso-position-vertical-relative:paragraph;z-index:-1732" type="#_x0000_t75">
            <v:imagedata r:id="rId121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12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Da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FF"/>
          <w:spacing w:val="-55"/>
          <w:w w:val="100"/>
          <w:position w:val="0"/>
        </w:rPr>
        <w:t> </w:t>
      </w:r>
      <w:hyperlink r:id="rId123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  <w:t>j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  <w:position w:val="0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et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  <w:position w:val="0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  <w:position w:val="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x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  <w:position w:val="0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position w:val="0"/>
          </w:rPr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  <w:position w:val="0"/>
          </w:rPr>
          <w:t>.</w:t>
        </w:r>
        <w:r>
          <w:rPr>
            <w:rFonts w:ascii="Arial" w:hAnsi="Arial" w:cs="Arial" w:eastAsia="Arial"/>
            <w:sz w:val="20"/>
            <w:szCs w:val="20"/>
            <w:color w:val="000000"/>
            <w:spacing w:val="23"/>
            <w:w w:val="100"/>
            <w:position w:val="0"/>
          </w:rPr>
          <w:t> </w:t>
        </w:r>
      </w:hyperlink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te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ards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pes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4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tes,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tra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ns</w:t>
      </w:r>
      <w:r>
        <w:rPr>
          <w:rFonts w:ascii="Arial" w:hAnsi="Arial" w:cs="Arial" w:eastAsia="Arial"/>
          <w:sz w:val="20"/>
          <w:szCs w:val="20"/>
          <w:color w:val="00000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use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9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39" w:lineRule="auto"/>
        <w:ind w:left="837" w:right="18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4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tt.</w:t>
      </w:r>
      <w:r>
        <w:rPr>
          <w:rFonts w:ascii="Arial" w:hAnsi="Arial" w:cs="Arial" w:eastAsia="Arial"/>
          <w:sz w:val="20"/>
          <w:szCs w:val="20"/>
          <w:spacing w:val="5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86" w:lineRule="auto"/>
        <w:ind w:left="117" w:right="674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makes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mil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opper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olo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87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3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eve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44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d/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" w:after="0" w:line="228" w:lineRule="exact"/>
        <w:ind w:left="448" w:right="55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b.</w:t>
      </w:r>
      <w:r>
        <w:rPr>
          <w:rFonts w:ascii="Arial" w:hAnsi="Arial" w:cs="Arial" w:eastAsia="Arial"/>
          <w:sz w:val="20"/>
          <w:szCs w:val="20"/>
          <w:color w:val="3A3A39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act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hts,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order.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7" w:lineRule="exact"/>
        <w:ind w:left="39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color w:val="3A3A39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ure.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eve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usa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when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50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6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el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or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an</w:t>
      </w:r>
      <w:r>
        <w:rPr>
          <w:rFonts w:ascii="Arial" w:hAnsi="Arial" w:cs="Arial" w:eastAsia="Arial"/>
          <w:sz w:val="20"/>
          <w:szCs w:val="20"/>
          <w:spacing w:val="-9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40" w:top="660" w:bottom="1480" w:left="620" w:right="720"/>
          <w:pgSz w:w="15840" w:h="12240" w:orient="landscape"/>
        </w:sectPr>
      </w:pPr>
      <w:rPr/>
    </w:p>
    <w:p>
      <w:pPr>
        <w:spacing w:before="8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98.316pt;mso-position-horizontal-relative:page;mso-position-vertical-relative:page;z-index:-1731" coordorigin="611,719" coordsize="14532,9966">
            <v:shape style="position:absolute;left:1097;top:730;width:182;height:490" type="#_x0000_t75">
              <v:imagedata r:id="rId125" o:title=""/>
            </v:shape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945" coordorigin="629,730" coordsize="2,9945">
              <v:shape style="position:absolute;left:629;top:730;width:2;height:9945" coordorigin="629,730" coordsize="0,9945" path="m629,730l629,10675e" filled="f" stroked="t" strokeweight=".580pt" strokecolor="#000000">
                <v:path arrowok="t"/>
              </v:shape>
            </v:group>
            <v:group style="position:absolute;left:15122;top:730;width:2;height:9945" coordorigin="15122,730" coordsize="2,9945">
              <v:shape style="position:absolute;left:15122;top:730;width:2;height:9945" coordorigin="15122,730" coordsize="0,9945" path="m15122,730l15122,10675e" filled="f" stroked="t" strokeweight=".579980pt" strokecolor="#000000">
                <v:path arrowok="t"/>
              </v:shape>
            </v:group>
            <v:group style="position:absolute;left:636;top:2416;width:14482;height:26" coordorigin="636,2416" coordsize="14482,26">
              <v:shape style="position:absolute;left:636;top:2416;width:14482;height:26" coordorigin="636,2416" coordsize="14482,26" path="m636,2442l15118,2442,15118,2416,636,2416,636,2442xe" filled="t" fillcolor="#D5E2BB" stroked="f">
                <v:path arrowok="t"/>
                <v:fill/>
              </v:shape>
            </v:group>
            <v:group style="position:absolute;left:636;top:2441;width:101;height:230" coordorigin="636,2441" coordsize="101,230">
              <v:shape style="position:absolute;left:636;top:2441;width:101;height:230" coordorigin="636,2441" coordsize="101,230" path="m636,2672l737,2672,737,2441,636,2441,636,2672e" filled="t" fillcolor="#D5E2BB" stroked="f">
                <v:path arrowok="t"/>
                <v:fill/>
              </v:shape>
            </v:group>
            <v:group style="position:absolute;left:15014;top:2441;width:103;height:230" coordorigin="15014,2441" coordsize="103,230">
              <v:shape style="position:absolute;left:15014;top:2441;width:103;height:230" coordorigin="15014,2441" coordsize="103,230" path="m15014,2672l15118,2672,15118,2441,15014,2441,15014,2672e" filled="t" fillcolor="#D5E2BB" stroked="f">
                <v:path arrowok="t"/>
                <v:fill/>
              </v:shape>
            </v:group>
            <v:group style="position:absolute;left:636;top:2671;width:14482;height:24" coordorigin="636,2671" coordsize="14482,24">
              <v:shape style="position:absolute;left:636;top:2671;width:14482;height:24" coordorigin="636,2671" coordsize="14482,24" path="m636,2694l15118,2694,15118,2671,636,2671,636,2694xe" filled="t" fillcolor="#D5E2BB" stroked="f">
                <v:path arrowok="t"/>
                <v:fill/>
              </v:shape>
            </v:group>
            <v:group style="position:absolute;left:737;top:2441;width:14278;height:230" coordorigin="737,2441" coordsize="14278,230">
              <v:shape style="position:absolute;left:737;top:2441;width:14278;height:230" coordorigin="737,2441" coordsize="14278,230" path="m737,2672l15014,2672,15014,2441,737,2441,737,2672e" filled="t" fillcolor="#D5E2BB" stroked="f">
                <v:path arrowok="t"/>
                <v:fill/>
              </v:shape>
            </v:group>
            <v:group style="position:absolute;left:624;top:2407;width:14503;height:12" coordorigin="624,2407" coordsize="14503,12">
              <v:shape style="position:absolute;left:624;top:2407;width:14503;height:12" coordorigin="624,2407" coordsize="14503,12" path="m624,2418l15127,2418,15127,2407,624,2407,624,2418xe" filled="t" fillcolor="#000000" stroked="f">
                <v:path arrowok="t"/>
                <v:fill/>
              </v:shape>
            </v:group>
            <v:group style="position:absolute;left:636;top:2702;width:14482;height:50" coordorigin="636,2702" coordsize="14482,50">
              <v:shape style="position:absolute;left:636;top:2702;width:14482;height:50" coordorigin="636,2702" coordsize="14482,50" path="m636,2752l15118,2752,15118,2702,636,2702,636,2752xe" filled="t" fillcolor="#D5E2BB" stroked="f">
                <v:path arrowok="t"/>
                <v:fill/>
              </v:shape>
            </v:group>
            <v:group style="position:absolute;left:636;top:2751;width:101;height:230" coordorigin="636,2751" coordsize="101,230">
              <v:shape style="position:absolute;left:636;top:2751;width:101;height:230" coordorigin="636,2751" coordsize="101,230" path="m636,2981l737,2981,737,2751,636,2751,636,2981e" filled="t" fillcolor="#D5E2BB" stroked="f">
                <v:path arrowok="t"/>
                <v:fill/>
              </v:shape>
            </v:group>
            <v:group style="position:absolute;left:15014;top:2751;width:103;height:230" coordorigin="15014,2751" coordsize="103,230">
              <v:shape style="position:absolute;left:15014;top:2751;width:103;height:230" coordorigin="15014,2751" coordsize="103,230" path="m15014,2981l15118,2981,15118,2751,15014,2751,15014,2981e" filled="t" fillcolor="#D5E2BB" stroked="f">
                <v:path arrowok="t"/>
                <v:fill/>
              </v:shape>
            </v:group>
            <v:group style="position:absolute;left:636;top:2980;width:14482;height:48" coordorigin="636,2980" coordsize="14482,48">
              <v:shape style="position:absolute;left:636;top:2980;width:14482;height:48" coordorigin="636,2980" coordsize="14482,48" path="m636,3028l15118,3028,15118,2980,636,2980,636,3028xe" filled="t" fillcolor="#D5E2BB" stroked="f">
                <v:path arrowok="t"/>
                <v:fill/>
              </v:shape>
            </v:group>
            <v:group style="position:absolute;left:737;top:2751;width:14278;height:230" coordorigin="737,2751" coordsize="14278,230">
              <v:shape style="position:absolute;left:737;top:2751;width:14278;height:230" coordorigin="737,2751" coordsize="14278,230" path="m737,2981l15014,2981,15014,2751,737,2751,737,2981e" filled="t" fillcolor="#D5E2BB" stroked="f">
                <v:path arrowok="t"/>
                <v:fill/>
              </v:shape>
            </v:group>
            <v:group style="position:absolute;left:624;top:2692;width:14503;height:12" coordorigin="624,2692" coordsize="14503,12">
              <v:shape style="position:absolute;left:624;top:2692;width:14503;height:12" coordorigin="624,2692" coordsize="14503,12" path="m624,2704l15127,2704,15127,2692,624,2692,624,2704xe" filled="t" fillcolor="#000000" stroked="f">
                <v:path arrowok="t"/>
                <v:fill/>
              </v:shape>
            </v:group>
            <v:group style="position:absolute;left:624;top:3026;width:14503;height:12" coordorigin="624,3026" coordsize="14503,12">
              <v:shape style="position:absolute;left:624;top:3026;width:14503;height:12" coordorigin="624,3026" coordsize="14503,12" path="m624,3037l15127,3037,15127,3026,624,3026,624,3037xe" filled="t" fillcolor="#000000" stroked="f">
                <v:path arrowok="t"/>
                <v:fill/>
              </v:shape>
            </v:group>
            <v:group style="position:absolute;left:636;top:7740;width:14482;height:26" coordorigin="636,7740" coordsize="14482,26">
              <v:shape style="position:absolute;left:636;top:7740;width:14482;height:26" coordorigin="636,7740" coordsize="14482,26" path="m636,7766l15118,7766,15118,7740,636,7740,636,7766xe" filled="t" fillcolor="#D5E2BB" stroked="f">
                <v:path arrowok="t"/>
                <v:fill/>
              </v:shape>
            </v:group>
            <v:group style="position:absolute;left:636;top:7765;width:101;height:228" coordorigin="636,7765" coordsize="101,228">
              <v:shape style="position:absolute;left:636;top:7765;width:101;height:228" coordorigin="636,7765" coordsize="101,228" path="m636,7993l737,7993,737,7765,636,7765,636,7993e" filled="t" fillcolor="#D5E2BB" stroked="f">
                <v:path arrowok="t"/>
                <v:fill/>
              </v:shape>
            </v:group>
            <v:group style="position:absolute;left:15014;top:7765;width:103;height:228" coordorigin="15014,7765" coordsize="103,228">
              <v:shape style="position:absolute;left:15014;top:7765;width:103;height:228" coordorigin="15014,7765" coordsize="103,228" path="m15014,7993l15118,7993,15118,7765,15014,7765,15014,7993e" filled="t" fillcolor="#D5E2BB" stroked="f">
                <v:path arrowok="t"/>
                <v:fill/>
              </v:shape>
            </v:group>
            <v:group style="position:absolute;left:636;top:7992;width:14482;height:26" coordorigin="636,7992" coordsize="14482,26">
              <v:shape style="position:absolute;left:636;top:7992;width:14482;height:26" coordorigin="636,7992" coordsize="14482,26" path="m636,8018l15118,8018,15118,7992,636,7992,636,8018xe" filled="t" fillcolor="#D5E2BB" stroked="f">
                <v:path arrowok="t"/>
                <v:fill/>
              </v:shape>
            </v:group>
            <v:group style="position:absolute;left:737;top:7765;width:14278;height:228" coordorigin="737,7765" coordsize="14278,228">
              <v:shape style="position:absolute;left:737;top:7765;width:14278;height:228" coordorigin="737,7765" coordsize="14278,228" path="m737,7993l15014,7993,15014,7765,737,7765,737,7993e" filled="t" fillcolor="#D5E2BB" stroked="f">
                <v:path arrowok="t"/>
                <v:fill/>
              </v:shape>
            </v:group>
            <v:group style="position:absolute;left:624;top:7731;width:14503;height:12" coordorigin="624,7731" coordsize="14503,12">
              <v:shape style="position:absolute;left:624;top:7731;width:14503;height:12" coordorigin="624,7731" coordsize="14503,12" path="m624,7742l15127,7742,15127,7731,624,7731,624,7742xe" filled="t" fillcolor="#000000" stroked="f">
                <v:path arrowok="t"/>
                <v:fill/>
              </v:shape>
            </v:group>
            <v:group style="position:absolute;left:636;top:8026;width:14482;height:50" coordorigin="636,8026" coordsize="14482,50">
              <v:shape style="position:absolute;left:636;top:8026;width:14482;height:50" coordorigin="636,8026" coordsize="14482,50" path="m636,8076l15118,8076,15118,8026,636,8026,636,8076xe" filled="t" fillcolor="#D5E2BB" stroked="f">
                <v:path arrowok="t"/>
                <v:fill/>
              </v:shape>
            </v:group>
            <v:group style="position:absolute;left:636;top:8075;width:101;height:228" coordorigin="636,8075" coordsize="101,228">
              <v:shape style="position:absolute;left:636;top:8075;width:101;height:228" coordorigin="636,8075" coordsize="101,228" path="m636,8303l737,8303,737,8075,636,8075,636,8303e" filled="t" fillcolor="#D5E2BB" stroked="f">
                <v:path arrowok="t"/>
                <v:fill/>
              </v:shape>
            </v:group>
            <v:group style="position:absolute;left:15014;top:8075;width:103;height:228" coordorigin="15014,8075" coordsize="103,228">
              <v:shape style="position:absolute;left:15014;top:8075;width:103;height:228" coordorigin="15014,8075" coordsize="103,228" path="m15014,8303l15118,8303,15118,8075,15014,8075,15014,8303e" filled="t" fillcolor="#D5E2BB" stroked="f">
                <v:path arrowok="t"/>
                <v:fill/>
              </v:shape>
            </v:group>
            <v:group style="position:absolute;left:636;top:8302;width:14482;height:50" coordorigin="636,8302" coordsize="14482,50">
              <v:shape style="position:absolute;left:636;top:8302;width:14482;height:50" coordorigin="636,8302" coordsize="14482,50" path="m636,8352l15118,8352,15118,8302,636,8302,636,8352xe" filled="t" fillcolor="#D5E2BB" stroked="f">
                <v:path arrowok="t"/>
                <v:fill/>
              </v:shape>
            </v:group>
            <v:group style="position:absolute;left:737;top:8075;width:14278;height:228" coordorigin="737,8075" coordsize="14278,228">
              <v:shape style="position:absolute;left:737;top:8075;width:14278;height:228" coordorigin="737,8075" coordsize="14278,228" path="m737,8303l15014,8303,15014,8075,737,8075,737,8303e" filled="t" fillcolor="#D5E2BB" stroked="f">
                <v:path arrowok="t"/>
                <v:fill/>
              </v:shape>
            </v:group>
            <v:group style="position:absolute;left:624;top:8016;width:14503;height:12" coordorigin="624,8016" coordsize="14503,12">
              <v:shape style="position:absolute;left:624;top:8016;width:14503;height:12" coordorigin="624,8016" coordsize="14503,12" path="m624,8028l15127,8028,15127,8016,624,8016,624,8028xe" filled="t" fillcolor="#000000" stroked="f">
                <v:path arrowok="t"/>
                <v:fill/>
              </v:shape>
            </v:group>
            <v:group style="position:absolute;left:624;top:8350;width:14503;height:12" coordorigin="624,8350" coordsize="14503,12">
              <v:shape style="position:absolute;left:624;top:8350;width:14503;height:12" coordorigin="624,8350" coordsize="14503,12" path="m624,8362l15127,8362,15127,8350,624,8350,624,8362xe" filled="t" fillcolor="#000000" stroked="f">
                <v:path arrowok="t"/>
                <v:fill/>
              </v:shape>
              <v:shape style="position:absolute;left:1097;top:10430;width:182;height:245" type="#_x0000_t75">
                <v:imagedata r:id="rId126" o:title=""/>
              </v:shape>
            </v:group>
            <v:group style="position:absolute;left:624;top:10680;width:14503;height:2" coordorigin="624,10680" coordsize="14503,2">
              <v:shape style="position:absolute;left:624;top:10680;width:14503;height:2" coordorigin="624,10680" coordsize="14503,0" path="m624,10680l15127,10680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321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23.820007pt;width:9.120pt;height:36.6pt;mso-position-horizontal-relative:page;mso-position-vertical-relative:paragraph;z-index:-1730" type="#_x0000_t75">
            <v:imagedata r:id="rId127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or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an</w:t>
      </w:r>
      <w:r>
        <w:rPr>
          <w:rFonts w:ascii="Arial" w:hAnsi="Arial" w:cs="Arial" w:eastAsia="Arial"/>
          <w:sz w:val="20"/>
          <w:szCs w:val="20"/>
          <w:spacing w:val="-9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eread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dream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drea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ure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g,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er,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323" w:lineRule="auto"/>
        <w:ind w:left="117" w:right="575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main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idea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etails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dete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main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idea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etails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wer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ns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text,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1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Det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ea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t;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-1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240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b/>
          <w:bCs/>
          <w:position w:val="-1"/>
        </w:rPr>
        <w:t>CC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b/>
          <w:bCs/>
          <w:position w:val="-1"/>
        </w:rPr>
        <w:t>RI4.</w:t>
      </w:r>
      <w:r>
        <w:rPr>
          <w:rFonts w:ascii="Arial" w:hAnsi="Arial" w:cs="Arial" w:eastAsia="Arial"/>
          <w:sz w:val="20"/>
          <w:szCs w:val="20"/>
          <w:color w:val="3A3A39"/>
          <w:spacing w:val="4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De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-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words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hra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-1"/>
        </w:rPr>
        <w:t>3</w:t>
      </w:r>
      <w:r>
        <w:rPr>
          <w:rFonts w:ascii="Arial" w:hAnsi="Arial" w:cs="Arial" w:eastAsia="Arial"/>
          <w:sz w:val="13"/>
          <w:szCs w:val="13"/>
          <w:color w:val="3A3A39"/>
          <w:spacing w:val="0"/>
          <w:w w:val="100"/>
          <w:position w:val="10"/>
        </w:rPr>
        <w:t>rd</w:t>
      </w:r>
      <w:r>
        <w:rPr>
          <w:rFonts w:ascii="Arial" w:hAnsi="Arial" w:cs="Arial" w:eastAsia="Arial"/>
          <w:sz w:val="13"/>
          <w:szCs w:val="13"/>
          <w:color w:val="3A3A39"/>
          <w:spacing w:val="17"/>
          <w:w w:val="100"/>
          <w:position w:val="1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j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prehe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3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2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11.779893pt;width:9.120pt;height:36.6pt;mso-position-horizontal-relative:page;mso-position-vertical-relative:paragraph;z-index:-1729" type="#_x0000_t75">
            <v:imagedata r:id="rId128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52" w:lineRule="auto"/>
        <w:ind w:left="837" w:right="434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Read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’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om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es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8" w:lineRule="exact"/>
        <w:ind w:left="837" w:right="81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37" w:lineRule="auto"/>
        <w:ind w:left="837" w:right="369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35.140362pt;width:9.120pt;height:24.36pt;mso-position-horizontal-relative:page;mso-position-vertical-relative:paragraph;z-index:-1728" type="#_x0000_t75">
            <v:imagedata r:id="rId129" o:title=""/>
          </v:shape>
        </w:pict>
      </w:r>
      <w:r>
        <w:rPr/>
        <w:pict>
          <v:shape style="width:9.120pt;height:12.24pt;mso-position-horizontal-relative:char;mso-position-vertical-relative:line" type="#_x0000_t75">
            <v:imagedata r:id="rId13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prehe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?</w:t>
      </w:r>
      <w:r>
        <w:rPr>
          <w:rFonts w:ascii="Arial" w:hAnsi="Arial" w:cs="Arial" w:eastAsia="Arial"/>
          <w:sz w:val="20"/>
          <w:szCs w:val="20"/>
          <w:spacing w:val="4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2?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?</w:t>
      </w:r>
      <w:r>
        <w:rPr>
          <w:rFonts w:ascii="Arial" w:hAnsi="Arial" w:cs="Arial" w:eastAsia="Arial"/>
          <w:sz w:val="20"/>
          <w:szCs w:val="20"/>
          <w:spacing w:val="4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5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11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ote.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9" w:after="0" w:line="228" w:lineRule="exact"/>
        <w:ind w:left="837" w:right="535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3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card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see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can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8" w:after="0" w:line="323" w:lineRule="auto"/>
        <w:ind w:left="117" w:right="637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print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ital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elp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eorg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itats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W7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117" w:right="5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W8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;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ef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ures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(e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g.,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word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erl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2" w:lineRule="auto"/>
        <w:ind w:left="117" w:right="71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5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erent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25"/>
          <w:pgMar w:footer="1155" w:header="0" w:top="660" w:bottom="1340" w:left="620" w:right="720"/>
          <w:footerReference w:type="default" r:id="rId124"/>
          <w:pgSz w:w="15840" w:h="12240" w:orient="landscape"/>
        </w:sectPr>
      </w:pPr>
      <w:rPr/>
    </w:p>
    <w:p>
      <w:pPr>
        <w:spacing w:before="6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549999pt;margin-top:35.950001pt;width:726.58pt;height:494.596pt;mso-position-horizontal-relative:page;mso-position-vertical-relative:page;z-index:-1727" coordorigin="611,719" coordsize="14532,9892">
            <v:group style="position:absolute;left:624;top:725;width:14503;height:2" coordorigin="624,725" coordsize="14503,2">
              <v:shape style="position:absolute;left:624;top:725;width:14503;height:2" coordorigin="624,725" coordsize="14503,0" path="m624,725l15127,725e" filled="f" stroked="t" strokeweight=".580pt" strokecolor="#000000">
                <v:path arrowok="t"/>
              </v:shape>
            </v:group>
            <v:group style="position:absolute;left:629;top:730;width:2;height:9871" coordorigin="629,730" coordsize="2,9871">
              <v:shape style="position:absolute;left:629;top:730;width:2;height:9871" coordorigin="629,730" coordsize="0,9871" path="m629,730l629,10600e" filled="f" stroked="t" strokeweight=".580pt" strokecolor="#000000">
                <v:path arrowok="t"/>
              </v:shape>
            </v:group>
            <v:group style="position:absolute;left:15122;top:730;width:2;height:9871" coordorigin="15122,730" coordsize="2,9871">
              <v:shape style="position:absolute;left:15122;top:730;width:2;height:9871" coordorigin="15122,730" coordsize="0,9871" path="m15122,730l15122,10600e" filled="f" stroked="t" strokeweight=".579980pt" strokecolor="#000000">
                <v:path arrowok="t"/>
              </v:shape>
            </v:group>
            <v:group style="position:absolute;left:636;top:8600;width:14482;height:26" coordorigin="636,8600" coordsize="14482,26">
              <v:shape style="position:absolute;left:636;top:8600;width:14482;height:26" coordorigin="636,8600" coordsize="14482,26" path="m636,8626l15118,8626,15118,8600,636,8600,636,8626xe" filled="t" fillcolor="#D5E2BB" stroked="f">
                <v:path arrowok="t"/>
                <v:fill/>
              </v:shape>
            </v:group>
            <v:group style="position:absolute;left:636;top:8625;width:101;height:231" coordorigin="636,8625" coordsize="101,231">
              <v:shape style="position:absolute;left:636;top:8625;width:101;height:231" coordorigin="636,8625" coordsize="101,231" path="m636,8856l737,8856,737,8625,636,8625,636,8856e" filled="t" fillcolor="#D5E2BB" stroked="f">
                <v:path arrowok="t"/>
                <v:fill/>
              </v:shape>
            </v:group>
            <v:group style="position:absolute;left:15014;top:8625;width:103;height:231" coordorigin="15014,8625" coordsize="103,231">
              <v:shape style="position:absolute;left:15014;top:8625;width:103;height:231" coordorigin="15014,8625" coordsize="103,231" path="m15014,8856l15118,8856,15118,8625,15014,8625,15014,8856e" filled="t" fillcolor="#D5E2BB" stroked="f">
                <v:path arrowok="t"/>
                <v:fill/>
              </v:shape>
            </v:group>
            <v:group style="position:absolute;left:636;top:8855;width:14482;height:24" coordorigin="636,8855" coordsize="14482,24">
              <v:shape style="position:absolute;left:636;top:8855;width:14482;height:24" coordorigin="636,8855" coordsize="14482,24" path="m636,8878l15118,8878,15118,8855,636,8855,636,8878xe" filled="t" fillcolor="#D5E2BB" stroked="f">
                <v:path arrowok="t"/>
                <v:fill/>
              </v:shape>
            </v:group>
            <v:group style="position:absolute;left:737;top:8625;width:14278;height:231" coordorigin="737,8625" coordsize="14278,231">
              <v:shape style="position:absolute;left:737;top:8625;width:14278;height:231" coordorigin="737,8625" coordsize="14278,231" path="m737,8856l15014,8856,15014,8625,737,8625,737,8856e" filled="t" fillcolor="#D5E2BB" stroked="f">
                <v:path arrowok="t"/>
                <v:fill/>
              </v:shape>
            </v:group>
            <v:group style="position:absolute;left:624;top:8590;width:14503;height:12" coordorigin="624,8590" coordsize="14503,12">
              <v:shape style="position:absolute;left:624;top:8590;width:14503;height:12" coordorigin="624,8590" coordsize="14503,12" path="m624,8602l15127,8602,15127,8590,624,8590,624,8602xe" filled="t" fillcolor="#000000" stroked="f">
                <v:path arrowok="t"/>
                <v:fill/>
              </v:shape>
            </v:group>
            <v:group style="position:absolute;left:636;top:8886;width:14482;height:50" coordorigin="636,8886" coordsize="14482,50">
              <v:shape style="position:absolute;left:636;top:8886;width:14482;height:50" coordorigin="636,8886" coordsize="14482,50" path="m636,8936l15118,8936,15118,8886,636,8886,636,8936xe" filled="t" fillcolor="#D5E2BB" stroked="f">
                <v:path arrowok="t"/>
                <v:fill/>
              </v:shape>
            </v:group>
            <v:group style="position:absolute;left:636;top:8935;width:101;height:230" coordorigin="636,8935" coordsize="101,230">
              <v:shape style="position:absolute;left:636;top:8935;width:101;height:230" coordorigin="636,8935" coordsize="101,230" path="m636,9165l737,9165,737,8935,636,8935,636,9165e" filled="t" fillcolor="#D5E2BB" stroked="f">
                <v:path arrowok="t"/>
                <v:fill/>
              </v:shape>
            </v:group>
            <v:group style="position:absolute;left:15014;top:8935;width:103;height:230" coordorigin="15014,8935" coordsize="103,230">
              <v:shape style="position:absolute;left:15014;top:8935;width:103;height:230" coordorigin="15014,8935" coordsize="103,230" path="m15014,9165l15118,9165,15118,8935,15014,8935,15014,9165e" filled="t" fillcolor="#D5E2BB" stroked="f">
                <v:path arrowok="t"/>
                <v:fill/>
              </v:shape>
            </v:group>
            <v:group style="position:absolute;left:636;top:9164;width:14482;height:48" coordorigin="636,9164" coordsize="14482,48">
              <v:shape style="position:absolute;left:636;top:9164;width:14482;height:48" coordorigin="636,9164" coordsize="14482,48" path="m636,9212l15118,9212,15118,9164,636,9164,636,9212xe" filled="t" fillcolor="#D5E2BB" stroked="f">
                <v:path arrowok="t"/>
                <v:fill/>
              </v:shape>
            </v:group>
            <v:group style="position:absolute;left:737;top:8935;width:14278;height:230" coordorigin="737,8935" coordsize="14278,230">
              <v:shape style="position:absolute;left:737;top:8935;width:14278;height:230" coordorigin="737,8935" coordsize="14278,230" path="m737,9165l15014,9165,15014,8935,737,8935,737,9165e" filled="t" fillcolor="#D5E2BB" stroked="f">
                <v:path arrowok="t"/>
                <v:fill/>
              </v:shape>
            </v:group>
            <v:group style="position:absolute;left:624;top:8876;width:14503;height:12" coordorigin="624,8876" coordsize="14503,12">
              <v:shape style="position:absolute;left:624;top:8876;width:14503;height:12" coordorigin="624,8876" coordsize="14503,12" path="m624,8888l15127,8888,15127,8876,624,8876,624,8888xe" filled="t" fillcolor="#000000" stroked="f">
                <v:path arrowok="t"/>
                <v:fill/>
              </v:shape>
            </v:group>
            <v:group style="position:absolute;left:624;top:9210;width:14503;height:12" coordorigin="624,9210" coordsize="14503,12">
              <v:shape style="position:absolute;left:624;top:9210;width:14503;height:12" coordorigin="624,9210" coordsize="14503,12" path="m624,9221l15127,9221,15127,9210,624,9210,624,9221xe" filled="t" fillcolor="#000000" stroked="f">
                <v:path arrowok="t"/>
                <v:fill/>
              </v:shape>
            </v:group>
            <v:group style="position:absolute;left:624;top:10605;width:14503;height:2" coordorigin="624,10605" coordsize="14503,2">
              <v:shape style="position:absolute;left:624;top:10605;width:14503;height:2" coordorigin="624,10605" coordsize="14503,0" path="m624,10605l15127,10605e" filled="f" stroked="t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a,</w:t>
      </w:r>
      <w:r>
        <w:rPr>
          <w:rFonts w:ascii="Arial" w:hAnsi="Arial" w:cs="Arial" w:eastAsia="Arial"/>
          <w:sz w:val="20"/>
          <w:szCs w:val="20"/>
          <w:spacing w:val="-7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ate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136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3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ats.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6" w:after="0" w:line="228" w:lineRule="exact"/>
        <w:ind w:left="837" w:right="220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3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what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9" w:after="0" w:line="228" w:lineRule="exact"/>
        <w:ind w:left="837" w:right="63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3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er,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group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a,</w:t>
      </w:r>
      <w:r>
        <w:rPr>
          <w:rFonts w:ascii="Arial" w:hAnsi="Arial" w:cs="Arial" w:eastAsia="Arial"/>
          <w:sz w:val="20"/>
          <w:szCs w:val="20"/>
          <w:spacing w:val="-9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ats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webs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iedmont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117" w:right="676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000FF"/>
          <w:w w:val="99"/>
        </w:rPr>
      </w:r>
      <w:hyperlink r:id="rId135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36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e.c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37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38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bra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  <w:u w:val="single" w:color="0000FF"/>
          </w:rPr>
          <w:t>y</w:t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q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CR02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1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3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9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0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0/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ains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117" w:right="676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000FF"/>
          <w:w w:val="99"/>
        </w:rPr>
      </w:r>
      <w:hyperlink r:id="rId139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0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e.c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1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2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bra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  <w:u w:val="single" w:color="0000FF"/>
          </w:rPr>
          <w:t>y</w:t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q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CR02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1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3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9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0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0/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amp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117" w:right="583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000FF"/>
          <w:w w:val="99"/>
        </w:rPr>
      </w:r>
      <w:hyperlink r:id="rId143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4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e.c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and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5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6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wa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ar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39" w:lineRule="auto"/>
        <w:ind w:left="117" w:right="698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000FF"/>
          <w:w w:val="99"/>
        </w:rPr>
      </w:r>
      <w:hyperlink r:id="rId147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8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e.c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49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50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bra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  <w:u w:val="single" w:color="0000FF"/>
          </w:rPr>
          <w:t>y</w:t>
        </w:r>
        <w:r>
          <w:rPr>
            <w:rFonts w:ascii="Arial" w:hAnsi="Arial" w:cs="Arial" w:eastAsia="Arial"/>
            <w:sz w:val="20"/>
            <w:szCs w:val="20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q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t.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CR02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1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3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9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0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0/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7663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000FF"/>
          <w:w w:val="99"/>
        </w:rPr>
      </w:r>
      <w:hyperlink r:id="rId151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nts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/oc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52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e.c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.org/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-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/oc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53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://s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e.c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te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org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ats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  <w:t> </w:t>
        </w:r>
      </w:hyperlink>
      <w:hyperlink r:id="rId154"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www.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0"/>
            <w:szCs w:val="20"/>
            <w:color w:val="0000FF"/>
            <w:spacing w:val="4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/a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0"/>
            <w:szCs w:val="20"/>
            <w:color w:val="0000FF"/>
            <w:spacing w:val="5"/>
            <w:w w:val="100"/>
            <w:u w:val="single" w:color="0000FF"/>
          </w:rPr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  <w:u w:val="single" w:color="0000FF"/>
          </w:rPr>
          <w:t>htm</w:t>
        </w:r>
        <w:r>
          <w:rPr>
            <w:rFonts w:ascii="Arial" w:hAnsi="Arial" w:cs="Arial" w:eastAsia="Arial"/>
            <w:sz w:val="20"/>
            <w:szCs w:val="20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0"/>
            <w:szCs w:val="20"/>
            <w:color w:val="000000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elp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pape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9" w:after="0" w:line="298" w:lineRule="auto"/>
        <w:ind w:left="117" w:right="501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gia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Habi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ats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hey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ched.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7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1"/>
        </w:rPr>
        <w:t>W4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wh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propr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urpo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ards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e.)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8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W6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55" w:top="660" w:bottom="1340" w:left="620" w:right="840"/>
          <w:pgSz w:w="15840" w:h="12240" w:orient="landscape"/>
        </w:sectPr>
      </w:pPr>
      <w:rPr/>
    </w:p>
    <w:p>
      <w:pPr>
        <w:spacing w:before="64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11.77991pt;width:9.120pt;height:48.6pt;mso-position-horizontal-relative:page;mso-position-vertical-relative:paragraph;z-index:-1726" type="#_x0000_t75">
            <v:imagedata r:id="rId155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91pt;margin-top:-34.840137pt;width:725.73998pt;height:142.44pt;mso-position-horizontal-relative:page;mso-position-vertical-relative:paragraph;z-index:-1725" coordorigin="618,-697" coordsize="14515,2849">
            <v:group style="position:absolute;left:624;top:-691;width:14503;height:2" coordorigin="624,-691" coordsize="14503,2">
              <v:shape style="position:absolute;left:624;top:-691;width:14503;height:2" coordorigin="624,-691" coordsize="14503,0" path="m624,-691l15127,-691e" filled="f" stroked="t" strokeweight=".580pt" strokecolor="#000000">
                <v:path arrowok="t"/>
              </v:shape>
            </v:group>
            <v:group style="position:absolute;left:629;top:-686;width:2;height:2828" coordorigin="629,-686" coordsize="2,2828">
              <v:shape style="position:absolute;left:629;top:-686;width:2;height:2828" coordorigin="629,-686" coordsize="0,2828" path="m629,-686l629,2141e" filled="f" stroked="t" strokeweight=".580pt" strokecolor="#000000">
                <v:path arrowok="t"/>
              </v:shape>
            </v:group>
            <v:group style="position:absolute;left:624;top:2146;width:14503;height:2" coordorigin="624,2146" coordsize="14503,2">
              <v:shape style="position:absolute;left:624;top:2146;width:14503;height:2" coordorigin="624,2146" coordsize="14503,0" path="m624,2146l15127,2146e" filled="f" stroked="t" strokeweight=".580pt" strokecolor="#000000">
                <v:path arrowok="t"/>
              </v:shape>
            </v:group>
            <v:group style="position:absolute;left:15122;top:-686;width:2;height:2828" coordorigin="15122,-686" coordsize="2,2828">
              <v:shape style="position:absolute;left:15122;top:-686;width:2;height:2828" coordorigin="15122,-686" coordsize="0,2828" path="m15122,-686l15122,2141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gram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0" w:after="0" w:line="240" w:lineRule="auto"/>
        <w:ind w:left="837" w:right="52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a,</w:t>
      </w:r>
      <w:r>
        <w:rPr>
          <w:rFonts w:ascii="Arial" w:hAnsi="Arial" w:cs="Arial" w:eastAsia="Arial"/>
          <w:sz w:val="20"/>
          <w:szCs w:val="20"/>
          <w:spacing w:val="-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Coast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exp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0.610001pt;margin-top:43.470001pt;width:726.46pt;height:323.24pt;mso-position-horizontal-relative:page;mso-position-vertical-relative:paragraph;z-index:-1724" coordorigin="612,869" coordsize="14529,6465">
            <v:group style="position:absolute;left:636;top:887;width:14482;height:24" coordorigin="636,887" coordsize="14482,24">
              <v:shape style="position:absolute;left:636;top:887;width:14482;height:24" coordorigin="636,887" coordsize="14482,24" path="m636,911l15118,911,15118,887,636,887,636,911xe" filled="t" fillcolor="#D5E2BB" stroked="f">
                <v:path arrowok="t"/>
                <v:fill/>
              </v:shape>
            </v:group>
            <v:group style="position:absolute;left:636;top:910;width:101;height:230" coordorigin="636,910" coordsize="101,230">
              <v:shape style="position:absolute;left:636;top:910;width:101;height:230" coordorigin="636,910" coordsize="101,230" path="m636,1140l737,1140,737,910,636,910,636,1140e" filled="t" fillcolor="#D5E2BB" stroked="f">
                <v:path arrowok="t"/>
                <v:fill/>
              </v:shape>
            </v:group>
            <v:group style="position:absolute;left:15014;top:910;width:103;height:230" coordorigin="15014,910" coordsize="103,230">
              <v:shape style="position:absolute;left:15014;top:910;width:103;height:230" coordorigin="15014,910" coordsize="103,230" path="m15014,1140l15118,1140,15118,910,15014,910,15014,1140e" filled="t" fillcolor="#D5E2BB" stroked="f">
                <v:path arrowok="t"/>
                <v:fill/>
              </v:shape>
            </v:group>
            <v:group style="position:absolute;left:636;top:1139;width:14482;height:26" coordorigin="636,1139" coordsize="14482,26">
              <v:shape style="position:absolute;left:636;top:1139;width:14482;height:26" coordorigin="636,1139" coordsize="14482,26" path="m636,1165l15118,1165,15118,1139,636,1139,636,1165xe" filled="t" fillcolor="#D5E2BB" stroked="f">
                <v:path arrowok="t"/>
                <v:fill/>
              </v:shape>
            </v:group>
            <v:group style="position:absolute;left:737;top:910;width:14278;height:230" coordorigin="737,910" coordsize="14278,230">
              <v:shape style="position:absolute;left:737;top:910;width:14278;height:230" coordorigin="737,910" coordsize="14278,230" path="m737,1140l15014,1140,15014,910,737,910,737,1140e" filled="t" fillcolor="#D5E2BB" stroked="f">
                <v:path arrowok="t"/>
                <v:fill/>
              </v:shape>
            </v:group>
            <v:group style="position:absolute;left:624;top:875;width:14503;height:12" coordorigin="624,875" coordsize="14503,12">
              <v:shape style="position:absolute;left:624;top:875;width:14503;height:12" coordorigin="624,875" coordsize="14503,12" path="m624,887l15127,887,15127,875,624,875,624,887xe" filled="t" fillcolor="#000000" stroked="f">
                <v:path arrowok="t"/>
                <v:fill/>
              </v:shape>
            </v:group>
            <v:group style="position:absolute;left:629;top:886;width:2;height:6438" coordorigin="629,886" coordsize="2,6438">
              <v:shape style="position:absolute;left:629;top:886;width:2;height:6438" coordorigin="629,886" coordsize="0,6438" path="m629,886l629,7324e" filled="f" stroked="t" strokeweight=".580pt" strokecolor="#000000">
                <v:path arrowok="t"/>
              </v:shape>
            </v:group>
            <v:group style="position:absolute;left:15122;top:886;width:2;height:6438" coordorigin="15122,886" coordsize="2,6438">
              <v:shape style="position:absolute;left:15122;top:886;width:2;height:6438" coordorigin="15122,886" coordsize="0,6438" path="m15122,886l15122,7324e" filled="f" stroked="t" strokeweight=".579980pt" strokecolor="#000000">
                <v:path arrowok="t"/>
              </v:shape>
            </v:group>
            <v:group style="position:absolute;left:636;top:1173;width:14482;height:48" coordorigin="636,1173" coordsize="14482,48">
              <v:shape style="position:absolute;left:636;top:1173;width:14482;height:48" coordorigin="636,1173" coordsize="14482,48" path="m636,1220l15118,1220,15118,1173,636,1173,636,1220xe" filled="t" fillcolor="#D5E2BB" stroked="f">
                <v:path arrowok="t"/>
                <v:fill/>
              </v:shape>
            </v:group>
            <v:group style="position:absolute;left:636;top:1219;width:101;height:230" coordorigin="636,1219" coordsize="101,230">
              <v:shape style="position:absolute;left:636;top:1219;width:101;height:230" coordorigin="636,1219" coordsize="101,230" path="m636,1450l737,1450,737,1219,636,1219,636,1450e" filled="t" fillcolor="#D5E2BB" stroked="f">
                <v:path arrowok="t"/>
                <v:fill/>
              </v:shape>
            </v:group>
            <v:group style="position:absolute;left:15014;top:1219;width:103;height:230" coordorigin="15014,1219" coordsize="103,230">
              <v:shape style="position:absolute;left:15014;top:1219;width:103;height:230" coordorigin="15014,1219" coordsize="103,230" path="m15014,1450l15118,1450,15118,1219,15014,1219,15014,1450e" filled="t" fillcolor="#D5E2BB" stroked="f">
                <v:path arrowok="t"/>
                <v:fill/>
              </v:shape>
            </v:group>
            <v:group style="position:absolute;left:636;top:1449;width:14482;height:48" coordorigin="636,1449" coordsize="14482,48">
              <v:shape style="position:absolute;left:636;top:1449;width:14482;height:48" coordorigin="636,1449" coordsize="14482,48" path="m636,1496l15118,1496,15118,1449,636,1449,636,1496xe" filled="t" fillcolor="#D5E2BB" stroked="f">
                <v:path arrowok="t"/>
                <v:fill/>
              </v:shape>
            </v:group>
            <v:group style="position:absolute;left:737;top:1219;width:14278;height:230" coordorigin="737,1219" coordsize="14278,230">
              <v:shape style="position:absolute;left:737;top:1219;width:14278;height:230" coordorigin="737,1219" coordsize="14278,230" path="m737,1450l15014,1450,15014,1219,737,1219,737,1450e" filled="t" fillcolor="#D5E2BB" stroked="f">
                <v:path arrowok="t"/>
                <v:fill/>
              </v:shape>
            </v:group>
            <v:group style="position:absolute;left:624;top:1163;width:14503;height:12" coordorigin="624,1163" coordsize="14503,12">
              <v:shape style="position:absolute;left:624;top:1163;width:14503;height:12" coordorigin="624,1163" coordsize="14503,12" path="m624,1175l15127,1175,15127,1163,624,1163,624,1175xe" filled="t" fillcolor="#000000" stroked="f">
                <v:path arrowok="t"/>
                <v:fill/>
              </v:shape>
            </v:group>
            <v:group style="position:absolute;left:624;top:1494;width:14503;height:12" coordorigin="624,1494" coordsize="14503,12">
              <v:shape style="position:absolute;left:624;top:1494;width:14503;height:12" coordorigin="624,1494" coordsize="14503,12" path="m624,1506l15127,1506,15127,1494,624,1494,624,1506xe" filled="t" fillcolor="#000000" stroked="f">
                <v:path arrowok="t"/>
                <v:fill/>
              </v:shape>
            </v:group>
            <v:group style="position:absolute;left:624;top:7328;width:14503;height:2" coordorigin="624,7328" coordsize="14503,2">
              <v:shape style="position:absolute;left:624;top:7328;width:14503;height:2" coordorigin="624,7328" coordsize="14503,0" path="m624,7328l15127,7328e" filled="f" stroked="t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v:shape style="width:9.120pt;height:12.24pt;mso-position-horizontal-relative:char;mso-position-vertical-relative:line" type="#_x0000_t75">
            <v:imagedata r:id="rId15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ers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How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paper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79" w:after="0" w:line="298" w:lineRule="auto"/>
        <w:ind w:left="117" w:right="497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uden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ill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ati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son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using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that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ned.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76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1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1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1"/>
        </w:rPr>
        <w:t>W4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1"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wh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  <w:position w:val="1"/>
        </w:rPr>
        <w:t>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z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at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propr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ate</w:t>
      </w:r>
      <w:r>
        <w:rPr>
          <w:rFonts w:ascii="Arial" w:hAnsi="Arial" w:cs="Arial" w:eastAsia="Arial"/>
          <w:sz w:val="20"/>
          <w:szCs w:val="20"/>
          <w:color w:val="3A3A39"/>
          <w:spacing w:val="-1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e.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  <w:position w:val="1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  <w:position w:val="1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  <w:position w:val="1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  <w:position w:val="1"/>
        </w:rPr>
        <w:t>-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3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x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ards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7"/>
          <w:w w:val="100"/>
        </w:rPr>
        <w:t>1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e.)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8" w:lineRule="exact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color w:val="891F03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891F03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ers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str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2" w:lineRule="auto"/>
        <w:ind w:left="117" w:right="115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CC3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W6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1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pro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color w:val="3A3A39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color w:val="3A3A39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color w:val="3A3A39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we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tera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A3A39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A3A39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3A3A39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ot</w:t>
      </w:r>
      <w:r>
        <w:rPr>
          <w:rFonts w:ascii="Arial" w:hAnsi="Arial" w:cs="Arial" w:eastAsia="Arial"/>
          <w:sz w:val="20"/>
          <w:szCs w:val="20"/>
          <w:color w:val="3A3A39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color w:val="3A3A39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3A3A39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54.84pt;margin-top:11.799892pt;width:9.120pt;height:24.48pt;mso-position-horizontal-relative:page;mso-position-vertical-relative:paragraph;z-index:-1723" type="#_x0000_t75">
            <v:imagedata r:id="rId157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Ins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ucti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40" w:lineRule="auto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(Chara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28" w:lineRule="exact"/>
        <w:ind w:left="837" w:right="40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stor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6" w:after="0" w:line="228" w:lineRule="exact"/>
        <w:ind w:left="837" w:right="562" w:firstLine="-36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5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oral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0"/>
          <w:szCs w:val="2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ts</w:t>
      </w:r>
      <w:r>
        <w:rPr>
          <w:rFonts w:ascii="Arial" w:hAnsi="Arial" w:cs="Arial" w:eastAsia="Arial"/>
          <w:sz w:val="20"/>
          <w:szCs w:val="2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pt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5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grap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org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gh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t,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stu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us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bric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25" w:lineRule="exact"/>
        <w:ind w:left="8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sure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nts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47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width:9.120pt;height:12.24pt;mso-position-horizontal-relative:char;mso-position-vertical-relative:line" type="#_x0000_t75">
            <v:imagedata r:id="rId16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0"/>
          <w:szCs w:val="2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nts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co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ter</w:t>
      </w:r>
      <w:r>
        <w:rPr>
          <w:rFonts w:ascii="Arial" w:hAnsi="Arial" w:cs="Arial" w:eastAsia="Arial"/>
          <w:sz w:val="20"/>
          <w:szCs w:val="2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al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dra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lete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sment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7" w:right="311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ets,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stu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that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ters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hts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use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ur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“A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e.”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pgMar w:header="0" w:footer="1155" w:top="660" w:bottom="1420" w:left="620" w:right="540"/>
      <w:pgSz w:w="15840" w:h="12240" w:orient="landscap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25.829987pt;margin-top:559.679993pt;width:9.120pt;height:12.24pt;mso-position-horizontal-relative:page;mso-position-vertical-relative:page;z-index:-1777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4.489990pt;margin-top:536.185974pt;width:192.57426pt;height:49.064pt;mso-position-horizontal-relative:page;mso-position-vertical-relative:page;z-index:-1776" type="#_x0000_t202" filled="f" stroked="f">
          <v:textbox inset="0,0,0,0">
            <w:txbxContent>
              <w:p>
                <w:pPr>
                  <w:spacing w:before="0" w:after="0" w:line="223" w:lineRule="exact"/>
                  <w:ind w:left="520" w:right="502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orgia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art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9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ca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ion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2" w:lineRule="exact"/>
                  <w:ind w:left="-15" w:right="-35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Dr.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J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Sch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ri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ten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3" w:after="0" w:line="240" w:lineRule="auto"/>
                  <w:ind w:left="1115" w:right="1093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ril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2012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 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4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0" w:after="0" w:line="242" w:lineRule="exact"/>
                  <w:ind w:left="1118" w:right="1100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Righ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25.829987pt;margin-top:559.679993pt;width:9.120pt;height:12.24pt;mso-position-horizontal-relative:page;mso-position-vertical-relative:page;z-index:-177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4.489990pt;margin-top:536.185974pt;width:192.57426pt;height:49.064pt;mso-position-horizontal-relative:page;mso-position-vertical-relative:page;z-index:-1774" type="#_x0000_t202" filled="f" stroked="f">
          <v:textbox inset="0,0,0,0">
            <w:txbxContent>
              <w:p>
                <w:pPr>
                  <w:spacing w:before="0" w:after="0" w:line="223" w:lineRule="exact"/>
                  <w:ind w:left="520" w:right="502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orgia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art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9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ca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ion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2" w:lineRule="exact"/>
                  <w:ind w:left="-15" w:right="-35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Dr.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J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Sch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ri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ten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3" w:after="0" w:line="240" w:lineRule="auto"/>
                  <w:ind w:left="1115" w:right="1093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ril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2012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 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4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0" w:after="0" w:line="242" w:lineRule="exact"/>
                  <w:ind w:left="1118" w:right="1100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Righ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25.829987pt;margin-top:559.679993pt;width:9.120pt;height:12.24pt;mso-position-horizontal-relative:page;mso-position-vertical-relative:page;z-index:-1773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4.489990pt;margin-top:536.185974pt;width:192.57426pt;height:49.064pt;mso-position-horizontal-relative:page;mso-position-vertical-relative:page;z-index:-1772" type="#_x0000_t202" filled="f" stroked="f">
          <v:textbox inset="0,0,0,0">
            <w:txbxContent>
              <w:p>
                <w:pPr>
                  <w:spacing w:before="0" w:after="0" w:line="223" w:lineRule="exact"/>
                  <w:ind w:left="520" w:right="502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orgia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art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9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ca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ion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2" w:lineRule="exact"/>
                  <w:ind w:left="-15" w:right="-35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Dr.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J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Sch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ri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ten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3" w:after="0" w:line="240" w:lineRule="auto"/>
                  <w:ind w:left="1065" w:right="1043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ril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2012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 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4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0" w:after="0" w:line="242" w:lineRule="exact"/>
                  <w:ind w:left="1118" w:right="1100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Righ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23.309998pt;margin-top:559.679993pt;width:9.120pt;height:12.24pt;mso-position-horizontal-relative:page;mso-position-vertical-relative:page;z-index:-1771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4.489990pt;margin-top:536.185974pt;width:192.57426pt;height:49.064pt;mso-position-horizontal-relative:page;mso-position-vertical-relative:page;z-index:-1770" type="#_x0000_t202" filled="f" stroked="f">
          <v:textbox inset="0,0,0,0">
            <w:txbxContent>
              <w:p>
                <w:pPr>
                  <w:spacing w:before="0" w:after="0" w:line="223" w:lineRule="exact"/>
                  <w:ind w:left="520" w:right="502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orgia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art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9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ca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ion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2" w:lineRule="exact"/>
                  <w:ind w:left="-15" w:right="-35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Dr.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J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Sch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ri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ten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3" w:after="0" w:line="240" w:lineRule="auto"/>
                  <w:ind w:left="1065" w:right="1043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ril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2012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 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4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0" w:after="0" w:line="242" w:lineRule="exact"/>
                  <w:ind w:left="1118" w:right="1100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Righ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23.309998pt;margin-top:559.679993pt;width:9.120pt;height:12.24pt;mso-position-horizontal-relative:page;mso-position-vertical-relative:page;z-index:-1769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4.489990pt;margin-top:536.185974pt;width:192.57426pt;height:49.064pt;mso-position-horizontal-relative:page;mso-position-vertical-relative:page;z-index:-1768" type="#_x0000_t202" filled="f" stroked="f">
          <v:textbox inset="0,0,0,0">
            <w:txbxContent>
              <w:p>
                <w:pPr>
                  <w:spacing w:before="0" w:after="0" w:line="223" w:lineRule="exact"/>
                  <w:ind w:left="520" w:right="502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orgia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art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9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ca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ion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2" w:lineRule="exact"/>
                  <w:ind w:left="-15" w:right="-35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Dr.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J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Sch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ri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ten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3" w:after="0" w:line="240" w:lineRule="auto"/>
                  <w:ind w:left="1065" w:right="1043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ril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2012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 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4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0" w:after="0" w:line="242" w:lineRule="exact"/>
                  <w:ind w:left="1118" w:right="1100"/>
                  <w:jc w:val="center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Righ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99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99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99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99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image" Target="media/image2.png"/><Relationship Id="rId9" Type="http://schemas.openxmlformats.org/officeDocument/2006/relationships/hyperlink" Target="http://www.janbrett.com/index.html" TargetMode="External"/><Relationship Id="rId10" Type="http://schemas.openxmlformats.org/officeDocument/2006/relationships/hyperlink" Target="http://en.wikipedia.org/wiki/Jan_Brett" TargetMode="External"/><Relationship Id="rId11" Type="http://schemas.openxmlformats.org/officeDocument/2006/relationships/hyperlink" Target="http://teachertube.com/viewVideo.php?title=Georgia_Habitats&amp;amp;video_id=152755" TargetMode="External"/><Relationship Id="rId12" Type="http://schemas.openxmlformats.org/officeDocument/2006/relationships/hyperlink" Target="http://www.lilburnes.org/Students/Habitats/piedmont.htm" TargetMode="External"/><Relationship Id="rId13" Type="http://schemas.openxmlformats.org/officeDocument/2006/relationships/hyperlink" Target="https://sites.google.com/a/whiteoakes.org/menright/georgia-regions/piedmont-region" TargetMode="External"/><Relationship Id="rId14" Type="http://schemas.openxmlformats.org/officeDocument/2006/relationships/hyperlink" Target="http://www.freewebs.com/thompsonwhes/piedmont.htm" TargetMode="External"/><Relationship Id="rId15" Type="http://schemas.openxmlformats.org/officeDocument/2006/relationships/hyperlink" Target="http://library.thinkquest.org/CR0213900/" TargetMode="External"/><Relationship Id="rId16" Type="http://schemas.openxmlformats.org/officeDocument/2006/relationships/hyperlink" Target="http://www.lilburnes.org/Students/Habitats/mountains.htm" TargetMode="External"/><Relationship Id="rId17" Type="http://schemas.openxmlformats.org/officeDocument/2006/relationships/hyperlink" Target="https://sites.google.com/a/whiteoakes.org/menright/georgia-regions/mountain-region" TargetMode="External"/><Relationship Id="rId18" Type="http://schemas.openxmlformats.org/officeDocument/2006/relationships/hyperlink" Target="http://www.freewebs.com/thompsonwhes/mountain.htm" TargetMode="External"/><Relationship Id="rId19" Type="http://schemas.openxmlformats.org/officeDocument/2006/relationships/hyperlink" Target="http://library.thinkquest.org/CR0213900/" TargetMode="External"/><Relationship Id="rId20" Type="http://schemas.openxmlformats.org/officeDocument/2006/relationships/hyperlink" Target="http://www.lilburnes.org/Students/Habitats/okefenokee.htm" TargetMode="External"/><Relationship Id="rId21" Type="http://schemas.openxmlformats.org/officeDocument/2006/relationships/hyperlink" Target="https://sites.google.com/a/whiteoakes.org/menright/georgia-regions/swamp-and-marsh-regions" TargetMode="External"/><Relationship Id="rId22" Type="http://schemas.openxmlformats.org/officeDocument/2006/relationships/hyperlink" Target="http://www.wacona.com/okefenokee/okefenokee.html" TargetMode="External"/><Relationship Id="rId23" Type="http://schemas.openxmlformats.org/officeDocument/2006/relationships/hyperlink" Target="http://www.freewebs.com/thompsonwhes/swampmarsh.htm" TargetMode="External"/><Relationship Id="rId24" Type="http://schemas.openxmlformats.org/officeDocument/2006/relationships/hyperlink" Target="http://www.lilburnes.org/Students/Habitats/coast.htm" TargetMode="External"/><Relationship Id="rId25" Type="http://schemas.openxmlformats.org/officeDocument/2006/relationships/hyperlink" Target="https://sites.google.com/a/whiteoakes.org/menright/georgia-regions/coastal-plains" TargetMode="External"/><Relationship Id="rId26" Type="http://schemas.openxmlformats.org/officeDocument/2006/relationships/hyperlink" Target="http://www.freewebs.com/thompsonwhes/coast.htm" TargetMode="External"/><Relationship Id="rId27" Type="http://schemas.openxmlformats.org/officeDocument/2006/relationships/hyperlink" Target="http://library.thinkquest.org/CR0213900/" TargetMode="External"/><Relationship Id="rId28" Type="http://schemas.openxmlformats.org/officeDocument/2006/relationships/hyperlink" Target="http://www.lilburnes.org/Students/Habitats/ocean.htm" TargetMode="External"/><Relationship Id="rId29" Type="http://schemas.openxmlformats.org/officeDocument/2006/relationships/hyperlink" Target="https://sites.google.com/a/whiteoakes.org/menright/georgia-regions/ocean" TargetMode="External"/><Relationship Id="rId30" Type="http://schemas.openxmlformats.org/officeDocument/2006/relationships/hyperlink" Target="https://sites.google.com/site/georgiahabitats/atlanticocean" TargetMode="External"/><Relationship Id="rId31" Type="http://schemas.openxmlformats.org/officeDocument/2006/relationships/hyperlink" Target="http://www.freewebs.com/thompsonwhes/atlanticocean.htm" TargetMode="External"/><Relationship Id="rId32" Type="http://schemas.openxmlformats.org/officeDocument/2006/relationships/image" Target="media/image3.png"/><Relationship Id="rId33" Type="http://schemas.openxmlformats.org/officeDocument/2006/relationships/image" Target="media/image4.png"/><Relationship Id="rId34" Type="http://schemas.openxmlformats.org/officeDocument/2006/relationships/image" Target="media/image5.png"/><Relationship Id="rId35" Type="http://schemas.openxmlformats.org/officeDocument/2006/relationships/image" Target="media/image6.png"/><Relationship Id="rId36" Type="http://schemas.openxmlformats.org/officeDocument/2006/relationships/image" Target="media/image7.png"/><Relationship Id="rId37" Type="http://schemas.openxmlformats.org/officeDocument/2006/relationships/image" Target="media/image8.png"/><Relationship Id="rId38" Type="http://schemas.openxmlformats.org/officeDocument/2006/relationships/image" Target="media/image9.png"/><Relationship Id="rId39" Type="http://schemas.openxmlformats.org/officeDocument/2006/relationships/image" Target="media/image10.png"/><Relationship Id="rId40" Type="http://schemas.openxmlformats.org/officeDocument/2006/relationships/image" Target="media/image11.png"/><Relationship Id="rId41" Type="http://schemas.openxmlformats.org/officeDocument/2006/relationships/image" Target="media/image12.png"/><Relationship Id="rId42" Type="http://schemas.openxmlformats.org/officeDocument/2006/relationships/image" Target="media/image13.png"/><Relationship Id="rId43" Type="http://schemas.openxmlformats.org/officeDocument/2006/relationships/image" Target="media/image14.png"/><Relationship Id="rId44" Type="http://schemas.openxmlformats.org/officeDocument/2006/relationships/image" Target="media/image15.png"/><Relationship Id="rId45" Type="http://schemas.openxmlformats.org/officeDocument/2006/relationships/image" Target="media/image16.png"/><Relationship Id="rId46" Type="http://schemas.openxmlformats.org/officeDocument/2006/relationships/image" Target="media/image17.png"/><Relationship Id="rId47" Type="http://schemas.openxmlformats.org/officeDocument/2006/relationships/image" Target="media/image18.png"/><Relationship Id="rId48" Type="http://schemas.openxmlformats.org/officeDocument/2006/relationships/footer" Target="footer2.xml"/><Relationship Id="rId49" Type="http://schemas.openxmlformats.org/officeDocument/2006/relationships/image" Target="media/image20.png"/><Relationship Id="rId50" Type="http://schemas.openxmlformats.org/officeDocument/2006/relationships/image" Target="media/image21.png"/><Relationship Id="rId51" Type="http://schemas.openxmlformats.org/officeDocument/2006/relationships/image" Target="media/image22.png"/><Relationship Id="rId52" Type="http://schemas.openxmlformats.org/officeDocument/2006/relationships/image" Target="media/image23.png"/><Relationship Id="rId53" Type="http://schemas.openxmlformats.org/officeDocument/2006/relationships/image" Target="media/image24.png"/><Relationship Id="rId54" Type="http://schemas.openxmlformats.org/officeDocument/2006/relationships/footer" Target="footer3.xml"/><Relationship Id="rId55" Type="http://schemas.openxmlformats.org/officeDocument/2006/relationships/image" Target="media/image26.png"/><Relationship Id="rId56" Type="http://schemas.openxmlformats.org/officeDocument/2006/relationships/image" Target="media/image27.png"/><Relationship Id="rId57" Type="http://schemas.openxmlformats.org/officeDocument/2006/relationships/image" Target="media/image28.png"/><Relationship Id="rId58" Type="http://schemas.openxmlformats.org/officeDocument/2006/relationships/image" Target="media/image29.png"/><Relationship Id="rId59" Type="http://schemas.openxmlformats.org/officeDocument/2006/relationships/image" Target="media/image30.png"/><Relationship Id="rId60" Type="http://schemas.openxmlformats.org/officeDocument/2006/relationships/image" Target="media/image31.png"/><Relationship Id="rId61" Type="http://schemas.openxmlformats.org/officeDocument/2006/relationships/image" Target="media/image32.png"/><Relationship Id="rId62" Type="http://schemas.openxmlformats.org/officeDocument/2006/relationships/image" Target="media/image33.png"/><Relationship Id="rId63" Type="http://schemas.openxmlformats.org/officeDocument/2006/relationships/image" Target="media/image34.png"/><Relationship Id="rId64" Type="http://schemas.openxmlformats.org/officeDocument/2006/relationships/image" Target="media/image35.png"/><Relationship Id="rId65" Type="http://schemas.openxmlformats.org/officeDocument/2006/relationships/image" Target="media/image36.png"/><Relationship Id="rId66" Type="http://schemas.openxmlformats.org/officeDocument/2006/relationships/image" Target="media/image37.png"/><Relationship Id="rId67" Type="http://schemas.openxmlformats.org/officeDocument/2006/relationships/image" Target="media/image38.png"/><Relationship Id="rId68" Type="http://schemas.openxmlformats.org/officeDocument/2006/relationships/image" Target="media/image39.png"/><Relationship Id="rId69" Type="http://schemas.openxmlformats.org/officeDocument/2006/relationships/image" Target="media/image40.png"/><Relationship Id="rId70" Type="http://schemas.openxmlformats.org/officeDocument/2006/relationships/image" Target="media/image41.png"/><Relationship Id="rId71" Type="http://schemas.openxmlformats.org/officeDocument/2006/relationships/image" Target="media/image42.png"/><Relationship Id="rId72" Type="http://schemas.openxmlformats.org/officeDocument/2006/relationships/image" Target="media/image43.png"/><Relationship Id="rId73" Type="http://schemas.openxmlformats.org/officeDocument/2006/relationships/image" Target="media/image44.png"/><Relationship Id="rId74" Type="http://schemas.openxmlformats.org/officeDocument/2006/relationships/image" Target="media/image45.png"/><Relationship Id="rId75" Type="http://schemas.openxmlformats.org/officeDocument/2006/relationships/image" Target="media/image46.png"/><Relationship Id="rId76" Type="http://schemas.openxmlformats.org/officeDocument/2006/relationships/image" Target="media/image47.png"/><Relationship Id="rId77" Type="http://schemas.openxmlformats.org/officeDocument/2006/relationships/image" Target="media/image48.png"/><Relationship Id="rId78" Type="http://schemas.openxmlformats.org/officeDocument/2006/relationships/image" Target="media/image49.png"/><Relationship Id="rId79" Type="http://schemas.openxmlformats.org/officeDocument/2006/relationships/image" Target="media/image50.png"/><Relationship Id="rId80" Type="http://schemas.openxmlformats.org/officeDocument/2006/relationships/image" Target="media/image51.png"/><Relationship Id="rId81" Type="http://schemas.openxmlformats.org/officeDocument/2006/relationships/image" Target="media/image52.png"/><Relationship Id="rId82" Type="http://schemas.openxmlformats.org/officeDocument/2006/relationships/image" Target="media/image53.png"/><Relationship Id="rId83" Type="http://schemas.openxmlformats.org/officeDocument/2006/relationships/image" Target="media/image54.png"/><Relationship Id="rId84" Type="http://schemas.openxmlformats.org/officeDocument/2006/relationships/image" Target="media/image55.png"/><Relationship Id="rId85" Type="http://schemas.openxmlformats.org/officeDocument/2006/relationships/image" Target="media/image56.png"/><Relationship Id="rId86" Type="http://schemas.openxmlformats.org/officeDocument/2006/relationships/image" Target="media/image57.png"/><Relationship Id="rId87" Type="http://schemas.openxmlformats.org/officeDocument/2006/relationships/image" Target="media/image58.png"/><Relationship Id="rId88" Type="http://schemas.openxmlformats.org/officeDocument/2006/relationships/image" Target="media/image59.png"/><Relationship Id="rId89" Type="http://schemas.openxmlformats.org/officeDocument/2006/relationships/image" Target="media/image60.png"/><Relationship Id="rId90" Type="http://schemas.openxmlformats.org/officeDocument/2006/relationships/image" Target="media/image61.png"/><Relationship Id="rId91" Type="http://schemas.openxmlformats.org/officeDocument/2006/relationships/image" Target="media/image62.png"/><Relationship Id="rId92" Type="http://schemas.openxmlformats.org/officeDocument/2006/relationships/image" Target="media/image63.png"/><Relationship Id="rId93" Type="http://schemas.openxmlformats.org/officeDocument/2006/relationships/image" Target="media/image64.png"/><Relationship Id="rId94" Type="http://schemas.openxmlformats.org/officeDocument/2006/relationships/image" Target="media/image65.png"/><Relationship Id="rId95" Type="http://schemas.openxmlformats.org/officeDocument/2006/relationships/image" Target="media/image66.png"/><Relationship Id="rId96" Type="http://schemas.openxmlformats.org/officeDocument/2006/relationships/image" Target="media/image67.png"/><Relationship Id="rId97" Type="http://schemas.openxmlformats.org/officeDocument/2006/relationships/image" Target="media/image68.png"/><Relationship Id="rId98" Type="http://schemas.openxmlformats.org/officeDocument/2006/relationships/image" Target="media/image69.png"/><Relationship Id="rId99" Type="http://schemas.openxmlformats.org/officeDocument/2006/relationships/image" Target="media/image70.png"/><Relationship Id="rId100" Type="http://schemas.openxmlformats.org/officeDocument/2006/relationships/image" Target="media/image71.png"/><Relationship Id="rId101" Type="http://schemas.openxmlformats.org/officeDocument/2006/relationships/image" Target="media/image72.png"/><Relationship Id="rId102" Type="http://schemas.openxmlformats.org/officeDocument/2006/relationships/image" Target="media/image73.png"/><Relationship Id="rId103" Type="http://schemas.openxmlformats.org/officeDocument/2006/relationships/image" Target="media/image74.png"/><Relationship Id="rId104" Type="http://schemas.openxmlformats.org/officeDocument/2006/relationships/image" Target="media/image75.png"/><Relationship Id="rId105" Type="http://schemas.openxmlformats.org/officeDocument/2006/relationships/footer" Target="footer4.xml"/><Relationship Id="rId106" Type="http://schemas.openxmlformats.org/officeDocument/2006/relationships/image" Target="media/image77.png"/><Relationship Id="rId107" Type="http://schemas.openxmlformats.org/officeDocument/2006/relationships/image" Target="media/image78.png"/><Relationship Id="rId108" Type="http://schemas.openxmlformats.org/officeDocument/2006/relationships/image" Target="media/image79.png"/><Relationship Id="rId109" Type="http://schemas.openxmlformats.org/officeDocument/2006/relationships/image" Target="media/image80.png"/><Relationship Id="rId110" Type="http://schemas.openxmlformats.org/officeDocument/2006/relationships/image" Target="media/image81.png"/><Relationship Id="rId111" Type="http://schemas.openxmlformats.org/officeDocument/2006/relationships/image" Target="media/image82.png"/><Relationship Id="rId112" Type="http://schemas.openxmlformats.org/officeDocument/2006/relationships/image" Target="media/image83.png"/><Relationship Id="rId113" Type="http://schemas.openxmlformats.org/officeDocument/2006/relationships/image" Target="media/image84.png"/><Relationship Id="rId114" Type="http://schemas.openxmlformats.org/officeDocument/2006/relationships/image" Target="media/image85.png"/><Relationship Id="rId115" Type="http://schemas.openxmlformats.org/officeDocument/2006/relationships/image" Target="media/image86.png"/><Relationship Id="rId116" Type="http://schemas.openxmlformats.org/officeDocument/2006/relationships/image" Target="media/image87.png"/><Relationship Id="rId117" Type="http://schemas.openxmlformats.org/officeDocument/2006/relationships/image" Target="media/image88.png"/><Relationship Id="rId118" Type="http://schemas.openxmlformats.org/officeDocument/2006/relationships/image" Target="media/image89.png"/><Relationship Id="rId119" Type="http://schemas.openxmlformats.org/officeDocument/2006/relationships/image" Target="media/image90.png"/><Relationship Id="rId120" Type="http://schemas.openxmlformats.org/officeDocument/2006/relationships/image" Target="media/image91.png"/><Relationship Id="rId121" Type="http://schemas.openxmlformats.org/officeDocument/2006/relationships/image" Target="media/image92.png"/><Relationship Id="rId122" Type="http://schemas.openxmlformats.org/officeDocument/2006/relationships/image" Target="media/image93.png"/><Relationship Id="rId123" Type="http://schemas.openxmlformats.org/officeDocument/2006/relationships/hyperlink" Target="http://www.janbrett.com/index.html" TargetMode="External"/><Relationship Id="rId124" Type="http://schemas.openxmlformats.org/officeDocument/2006/relationships/footer" Target="footer5.xml"/><Relationship Id="rId125" Type="http://schemas.openxmlformats.org/officeDocument/2006/relationships/image" Target="media/image95.png"/><Relationship Id="rId126" Type="http://schemas.openxmlformats.org/officeDocument/2006/relationships/image" Target="media/image96.png"/><Relationship Id="rId127" Type="http://schemas.openxmlformats.org/officeDocument/2006/relationships/image" Target="media/image97.png"/><Relationship Id="rId128" Type="http://schemas.openxmlformats.org/officeDocument/2006/relationships/image" Target="media/image98.png"/><Relationship Id="rId129" Type="http://schemas.openxmlformats.org/officeDocument/2006/relationships/image" Target="media/image99.png"/><Relationship Id="rId130" Type="http://schemas.openxmlformats.org/officeDocument/2006/relationships/image" Target="media/image100.png"/><Relationship Id="rId131" Type="http://schemas.openxmlformats.org/officeDocument/2006/relationships/image" Target="media/image101.png"/><Relationship Id="rId132" Type="http://schemas.openxmlformats.org/officeDocument/2006/relationships/image" Target="media/image102.png"/><Relationship Id="rId133" Type="http://schemas.openxmlformats.org/officeDocument/2006/relationships/image" Target="media/image103.png"/><Relationship Id="rId134" Type="http://schemas.openxmlformats.org/officeDocument/2006/relationships/image" Target="media/image104.png"/><Relationship Id="rId135" Type="http://schemas.openxmlformats.org/officeDocument/2006/relationships/hyperlink" Target="http://www.lilburnes.org/Students/Habitats/piedmont.htm" TargetMode="External"/><Relationship Id="rId136" Type="http://schemas.openxmlformats.org/officeDocument/2006/relationships/hyperlink" Target="https://sites.google.com/a/whiteoakes.org/menright/georgia-regions/piedmont-region" TargetMode="External"/><Relationship Id="rId137" Type="http://schemas.openxmlformats.org/officeDocument/2006/relationships/hyperlink" Target="http://www.freewebs.com/thompsonwhes/piedmont.htm" TargetMode="External"/><Relationship Id="rId138" Type="http://schemas.openxmlformats.org/officeDocument/2006/relationships/hyperlink" Target="http://library.thinkquest.org/CR0213900/" TargetMode="External"/><Relationship Id="rId139" Type="http://schemas.openxmlformats.org/officeDocument/2006/relationships/hyperlink" Target="http://www.lilburnes.org/Students/Habitats/mountains.htm" TargetMode="External"/><Relationship Id="rId140" Type="http://schemas.openxmlformats.org/officeDocument/2006/relationships/hyperlink" Target="https://sites.google.com/a/whiteoakes.org/menright/georgia-regions/mountain-region" TargetMode="External"/><Relationship Id="rId141" Type="http://schemas.openxmlformats.org/officeDocument/2006/relationships/hyperlink" Target="http://www.freewebs.com/thompsonwhes/mountain.htm" TargetMode="External"/><Relationship Id="rId142" Type="http://schemas.openxmlformats.org/officeDocument/2006/relationships/hyperlink" Target="http://library.thinkquest.org/CR0213900/" TargetMode="External"/><Relationship Id="rId143" Type="http://schemas.openxmlformats.org/officeDocument/2006/relationships/hyperlink" Target="http://www.lilburnes.org/Students/Habitats/okefenokee.htm" TargetMode="External"/><Relationship Id="rId144" Type="http://schemas.openxmlformats.org/officeDocument/2006/relationships/hyperlink" Target="https://sites.google.com/a/whiteoakes.org/menright/georgia-regions/swamp-and-marsh-regions" TargetMode="External"/><Relationship Id="rId145" Type="http://schemas.openxmlformats.org/officeDocument/2006/relationships/hyperlink" Target="http://www.wacona.com/okefenokee/okefenokee.html" TargetMode="External"/><Relationship Id="rId146" Type="http://schemas.openxmlformats.org/officeDocument/2006/relationships/hyperlink" Target="http://www.freewebs.com/thompsonwhes/swampmarsh.htm" TargetMode="External"/><Relationship Id="rId147" Type="http://schemas.openxmlformats.org/officeDocument/2006/relationships/hyperlink" Target="http://www.lilburnes.org/Students/Habitats/coast.htm" TargetMode="External"/><Relationship Id="rId148" Type="http://schemas.openxmlformats.org/officeDocument/2006/relationships/hyperlink" Target="https://sites.google.com/a/whiteoakes.org/menright/georgia-regions/coastal-plains" TargetMode="External"/><Relationship Id="rId149" Type="http://schemas.openxmlformats.org/officeDocument/2006/relationships/hyperlink" Target="http://www.freewebs.com/thompsonwhes/coast.htm" TargetMode="External"/><Relationship Id="rId150" Type="http://schemas.openxmlformats.org/officeDocument/2006/relationships/hyperlink" Target="http://library.thinkquest.org/CR0213900/" TargetMode="External"/><Relationship Id="rId151" Type="http://schemas.openxmlformats.org/officeDocument/2006/relationships/hyperlink" Target="http://www.lilburnes.org/Students/Habitats/ocean.htm" TargetMode="External"/><Relationship Id="rId152" Type="http://schemas.openxmlformats.org/officeDocument/2006/relationships/hyperlink" Target="https://sites.google.com/a/whiteoakes.org/menright/georgia-regions/ocean" TargetMode="External"/><Relationship Id="rId153" Type="http://schemas.openxmlformats.org/officeDocument/2006/relationships/hyperlink" Target="https://sites.google.com/site/georgiahabitats/atlanticocean" TargetMode="External"/><Relationship Id="rId154" Type="http://schemas.openxmlformats.org/officeDocument/2006/relationships/hyperlink" Target="http://www.freewebs.com/thompsonwhes/atlanticocean.htm" TargetMode="External"/><Relationship Id="rId155" Type="http://schemas.openxmlformats.org/officeDocument/2006/relationships/image" Target="media/image105.png"/><Relationship Id="rId156" Type="http://schemas.openxmlformats.org/officeDocument/2006/relationships/image" Target="media/image106.png"/><Relationship Id="rId157" Type="http://schemas.openxmlformats.org/officeDocument/2006/relationships/image" Target="media/image107.png"/><Relationship Id="rId158" Type="http://schemas.openxmlformats.org/officeDocument/2006/relationships/image" Target="media/image108.png"/><Relationship Id="rId159" Type="http://schemas.openxmlformats.org/officeDocument/2006/relationships/image" Target="media/image109.png"/><Relationship Id="rId160" Type="http://schemas.openxmlformats.org/officeDocument/2006/relationships/image" Target="media/image110.pn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76.png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9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Jacobs</dc:creator>
  <dcterms:created xsi:type="dcterms:W3CDTF">2014-01-09T14:00:22Z</dcterms:created>
  <dcterms:modified xsi:type="dcterms:W3CDTF">2014-01-09T14:00:22Z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2012-04-24T00:00:00Z</vt:filetime>
  </property>
  <property fmtid="{D5CDD505-2E9C-101B-9397-08002B2CF9AE}" pid="3" name="LastSaved">
    <vt:filetime>2014-01-09T00:00:00Z</vt:filetime>
  </property>
</Properties>
</file>